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540B" w:rsidRPr="004870DE" w:rsidRDefault="00C57EC0" w:rsidP="00C57EC0">
      <w:pPr>
        <w:jc w:val="right"/>
        <w:rPr>
          <w:rFonts w:ascii="Calibri" w:hAnsi="Calibri" w:cs="Calibri"/>
        </w:rPr>
      </w:pPr>
      <w:r w:rsidRPr="004870DE">
        <w:rPr>
          <w:rFonts w:ascii="Calibri" w:hAnsi="Calibri" w:cs="Calibri"/>
        </w:rPr>
        <w:t xml:space="preserve">Anexa </w:t>
      </w:r>
      <w:r w:rsidR="004870DE" w:rsidRPr="004870DE">
        <w:rPr>
          <w:rFonts w:ascii="Calibri" w:hAnsi="Calibri" w:cs="Calibri"/>
        </w:rPr>
        <w:t>1</w:t>
      </w:r>
      <w:r w:rsidR="00BC3CF0">
        <w:rPr>
          <w:rFonts w:ascii="Calibri" w:hAnsi="Calibri" w:cs="Calibri"/>
        </w:rPr>
        <w:t>0</w:t>
      </w:r>
    </w:p>
    <w:p w:rsidR="0016540B" w:rsidRPr="00A8786A" w:rsidRDefault="0016540B" w:rsidP="0016540B">
      <w:pPr>
        <w:rPr>
          <w:rFonts w:ascii="Calibri" w:hAnsi="Calibri" w:cs="Calibri"/>
          <w:color w:val="FF0000"/>
        </w:rPr>
      </w:pPr>
    </w:p>
    <w:p w:rsidR="003C2B68" w:rsidRPr="00A8786A" w:rsidRDefault="003C2B68" w:rsidP="00E62729">
      <w:pPr>
        <w:pStyle w:val="Antet"/>
        <w:jc w:val="both"/>
        <w:rPr>
          <w:rFonts w:ascii="Calibri" w:eastAsia="Calibri" w:hAnsi="Calibri" w:cs="Calibri"/>
          <w:b/>
        </w:rPr>
      </w:pPr>
      <w:bookmarkStart w:id="0" w:name="_Hlk137563201"/>
      <w:r w:rsidRPr="00A8786A">
        <w:rPr>
          <w:rFonts w:ascii="Calibri" w:eastAsia="Calibri" w:hAnsi="Calibri" w:cs="Calibri"/>
          <w:b/>
        </w:rPr>
        <w:t>Programul Regiunea Centru</w:t>
      </w:r>
    </w:p>
    <w:p w:rsidR="004870DE" w:rsidRPr="004870DE" w:rsidRDefault="004870DE" w:rsidP="004870DE">
      <w:pPr>
        <w:rPr>
          <w:rFonts w:ascii="Calibri" w:hAnsi="Calibri" w:cs="Calibri"/>
          <w:b/>
          <w:lang w:eastAsia="en-US"/>
        </w:rPr>
      </w:pPr>
      <w:r w:rsidRPr="004870DE">
        <w:rPr>
          <w:rFonts w:ascii="Calibri" w:hAnsi="Calibri" w:cs="Calibri"/>
          <w:b/>
          <w:lang w:eastAsia="en-US"/>
        </w:rPr>
        <w:t>PROIECT &lt;Titlu proiect&gt;</w:t>
      </w:r>
    </w:p>
    <w:p w:rsidR="004870DE" w:rsidRPr="004870DE" w:rsidRDefault="004870DE" w:rsidP="004870DE">
      <w:pPr>
        <w:rPr>
          <w:rFonts w:ascii="Calibri" w:hAnsi="Calibri" w:cs="Calibri"/>
          <w:b/>
          <w:lang w:eastAsia="en-US"/>
        </w:rPr>
      </w:pPr>
      <w:r w:rsidRPr="004870DE">
        <w:rPr>
          <w:rFonts w:ascii="Calibri" w:hAnsi="Calibri" w:cs="Calibri"/>
          <w:b/>
          <w:lang w:eastAsia="en-US"/>
        </w:rPr>
        <w:t>Prioritatea: 7 O regiune cu turism sustenabil</w:t>
      </w:r>
    </w:p>
    <w:p w:rsidR="004870DE" w:rsidRPr="004870DE" w:rsidRDefault="004870DE" w:rsidP="004870DE">
      <w:pPr>
        <w:rPr>
          <w:rFonts w:ascii="Calibri" w:hAnsi="Calibri" w:cs="Calibri"/>
          <w:b/>
          <w:lang w:eastAsia="en-US"/>
        </w:rPr>
      </w:pPr>
      <w:r w:rsidRPr="004870DE">
        <w:rPr>
          <w:rFonts w:ascii="Calibri" w:hAnsi="Calibri" w:cs="Calibri"/>
          <w:b/>
          <w:lang w:eastAsia="en-US"/>
        </w:rPr>
        <w:t xml:space="preserve">Acțiunea: </w:t>
      </w:r>
      <w:r w:rsidR="00707C7C">
        <w:rPr>
          <w:rFonts w:ascii="Calibri" w:hAnsi="Calibri" w:cs="Calibri"/>
          <w:b/>
          <w:lang w:eastAsia="en-US"/>
        </w:rPr>
        <w:t xml:space="preserve">7.1 </w:t>
      </w:r>
      <w:bookmarkStart w:id="1" w:name="_GoBack"/>
      <w:bookmarkEnd w:id="1"/>
      <w:r w:rsidRPr="004870DE">
        <w:rPr>
          <w:rFonts w:ascii="Calibri" w:hAnsi="Calibri" w:cs="Calibri"/>
          <w:b/>
          <w:lang w:eastAsia="en-US"/>
        </w:rPr>
        <w:t>Dezvoltarea durabilă a comunităților rurale prin punerea în valoare a potențialului lor turistic natural și cultural</w:t>
      </w:r>
    </w:p>
    <w:p w:rsidR="004870DE" w:rsidRPr="004870DE" w:rsidRDefault="004870DE" w:rsidP="004870DE">
      <w:pPr>
        <w:rPr>
          <w:rFonts w:ascii="Calibri" w:hAnsi="Calibri" w:cs="Calibri"/>
          <w:b/>
          <w:lang w:eastAsia="en-US"/>
        </w:rPr>
      </w:pPr>
      <w:r w:rsidRPr="004870DE">
        <w:rPr>
          <w:rFonts w:ascii="Calibri" w:hAnsi="Calibri" w:cs="Calibri"/>
          <w:b/>
          <w:lang w:eastAsia="en-US"/>
        </w:rPr>
        <w:t>Intervenția: 7.1.</w:t>
      </w:r>
      <w:r w:rsidR="00ED2701">
        <w:rPr>
          <w:rFonts w:ascii="Calibri" w:hAnsi="Calibri" w:cs="Calibri"/>
          <w:b/>
          <w:lang w:eastAsia="en-US"/>
        </w:rPr>
        <w:t>1</w:t>
      </w:r>
      <w:r w:rsidRPr="004870DE">
        <w:rPr>
          <w:rFonts w:ascii="Calibri" w:hAnsi="Calibri" w:cs="Calibri"/>
          <w:b/>
          <w:lang w:eastAsia="en-US"/>
        </w:rPr>
        <w:t xml:space="preserve">  </w:t>
      </w:r>
      <w:r w:rsidR="00ED2701" w:rsidRPr="00ED2701">
        <w:rPr>
          <w:rFonts w:ascii="Calibri" w:hAnsi="Calibri" w:cs="Calibri"/>
          <w:b/>
          <w:lang w:eastAsia="en-US"/>
        </w:rPr>
        <w:t>Conservarea, protecția și punerea în valoare a patrimoniului cultural UNESCO și de clasă A</w:t>
      </w:r>
    </w:p>
    <w:p w:rsidR="003C2B68" w:rsidRPr="00A8786A" w:rsidRDefault="003C2B68" w:rsidP="00E62729">
      <w:pPr>
        <w:pStyle w:val="Antet"/>
        <w:jc w:val="both"/>
        <w:rPr>
          <w:rFonts w:ascii="Calibri" w:eastAsia="Calibri" w:hAnsi="Calibri" w:cs="Calibri"/>
          <w:b/>
          <w:color w:val="FF0000"/>
        </w:rPr>
      </w:pPr>
    </w:p>
    <w:bookmarkEnd w:id="0"/>
    <w:tbl>
      <w:tblPr>
        <w:tblW w:w="10650" w:type="dxa"/>
        <w:jc w:val="center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650"/>
      </w:tblGrid>
      <w:tr w:rsidR="00E8700E" w:rsidRPr="00A8786A" w:rsidTr="00E8700E">
        <w:trPr>
          <w:trHeight w:val="721"/>
          <w:jc w:val="center"/>
        </w:trPr>
        <w:tc>
          <w:tcPr>
            <w:tcW w:w="10650" w:type="dxa"/>
            <w:tcBorders>
              <w:top w:val="nil"/>
              <w:left w:val="nil"/>
              <w:bottom w:val="nil"/>
              <w:right w:val="nil"/>
            </w:tcBorders>
          </w:tcPr>
          <w:p w:rsidR="00E8700E" w:rsidRPr="00A8786A" w:rsidRDefault="00E8700E" w:rsidP="00E8700E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b/>
                <w:noProof w:val="0"/>
                <w:lang w:eastAsia="en-US"/>
              </w:rPr>
            </w:pPr>
          </w:p>
          <w:p w:rsidR="00E8700E" w:rsidRPr="00A8786A" w:rsidRDefault="00E8700E" w:rsidP="00E8700E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b/>
                <w:noProof w:val="0"/>
                <w:lang w:eastAsia="en-US"/>
              </w:rPr>
            </w:pPr>
            <w:r w:rsidRPr="00A8786A">
              <w:rPr>
                <w:rFonts w:ascii="Calibri" w:hAnsi="Calibri" w:cs="Calibri"/>
                <w:b/>
                <w:noProof w:val="0"/>
                <w:lang w:eastAsia="en-US"/>
              </w:rPr>
              <w:t>DECLARAŢIE</w:t>
            </w:r>
          </w:p>
          <w:p w:rsidR="009125B1" w:rsidRPr="00A8786A" w:rsidRDefault="00E8700E" w:rsidP="00E8700E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b/>
                <w:noProof w:val="0"/>
                <w:lang w:eastAsia="en-US"/>
              </w:rPr>
            </w:pPr>
            <w:r w:rsidRPr="00A8786A">
              <w:rPr>
                <w:rFonts w:ascii="Calibri" w:hAnsi="Calibri" w:cs="Calibri"/>
                <w:b/>
                <w:noProof w:val="0"/>
                <w:lang w:eastAsia="en-US"/>
              </w:rPr>
              <w:t xml:space="preserve">privind eligibilitatea TVA </w:t>
            </w:r>
            <w:r w:rsidR="009125B1" w:rsidRPr="00A8786A">
              <w:rPr>
                <w:rFonts w:ascii="Calibri" w:hAnsi="Calibri" w:cs="Calibri"/>
                <w:b/>
                <w:noProof w:val="0"/>
                <w:lang w:eastAsia="en-US"/>
              </w:rPr>
              <w:t xml:space="preserve">în cazul operațiunii al cărei cost total este mai mic de 5.000.000.EUR </w:t>
            </w:r>
          </w:p>
          <w:p w:rsidR="00E8700E" w:rsidRPr="00A8786A" w:rsidRDefault="009125B1" w:rsidP="00E8700E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b/>
                <w:noProof w:val="0"/>
                <w:lang w:eastAsia="en-US"/>
              </w:rPr>
            </w:pPr>
            <w:r w:rsidRPr="00A8786A">
              <w:rPr>
                <w:rFonts w:ascii="Calibri" w:hAnsi="Calibri" w:cs="Calibri"/>
                <w:b/>
                <w:noProof w:val="0"/>
                <w:lang w:eastAsia="en-US"/>
              </w:rPr>
              <w:t>(inclusiv TVA)</w:t>
            </w:r>
          </w:p>
          <w:p w:rsidR="00E8700E" w:rsidRPr="00A8786A" w:rsidRDefault="00E8700E" w:rsidP="00E8700E">
            <w:pPr>
              <w:spacing w:before="100" w:beforeAutospacing="1" w:after="100" w:afterAutospacing="1"/>
              <w:jc w:val="both"/>
              <w:rPr>
                <w:rFonts w:ascii="Calibri" w:hAnsi="Calibri" w:cs="Calibri"/>
                <w:noProof w:val="0"/>
                <w:lang w:eastAsia="en-US"/>
              </w:rPr>
            </w:pPr>
          </w:p>
        </w:tc>
      </w:tr>
      <w:tr w:rsidR="00A8786A" w:rsidRPr="00A8786A" w:rsidTr="00E8700E">
        <w:trPr>
          <w:trHeight w:val="177"/>
          <w:jc w:val="center"/>
        </w:trPr>
        <w:tc>
          <w:tcPr>
            <w:tcW w:w="10650" w:type="dxa"/>
            <w:tcBorders>
              <w:top w:val="nil"/>
              <w:left w:val="nil"/>
              <w:bottom w:val="nil"/>
              <w:right w:val="nil"/>
            </w:tcBorders>
          </w:tcPr>
          <w:p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  <w:p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</w:tc>
      </w:tr>
      <w:tr w:rsidR="00E8700E" w:rsidRPr="00A8786A" w:rsidTr="00E8700E">
        <w:trPr>
          <w:trHeight w:val="166"/>
          <w:jc w:val="center"/>
        </w:trPr>
        <w:tc>
          <w:tcPr>
            <w:tcW w:w="10650" w:type="dxa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  <w:r w:rsidRPr="00A8786A">
              <w:rPr>
                <w:rFonts w:ascii="Calibri" w:hAnsi="Calibri" w:cs="Calibri"/>
                <w:noProof w:val="0"/>
                <w:lang w:eastAsia="en-US"/>
              </w:rPr>
              <w:t>    A. Datele de identificare a persoanei juridice</w:t>
            </w:r>
          </w:p>
        </w:tc>
      </w:tr>
      <w:tr w:rsidR="00E8700E" w:rsidRPr="00A8786A" w:rsidTr="00E8700E">
        <w:trPr>
          <w:trHeight w:val="4070"/>
          <w:jc w:val="center"/>
        </w:trPr>
        <w:tc>
          <w:tcPr>
            <w:tcW w:w="10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700E" w:rsidRPr="00A8786A" w:rsidRDefault="00E8700E" w:rsidP="00E8700E">
            <w:pPr>
              <w:rPr>
                <w:rFonts w:ascii="Calibri" w:hAnsi="Calibri" w:cs="Calibri"/>
                <w:noProof w:val="0"/>
                <w:lang w:eastAsia="en-US"/>
              </w:rPr>
            </w:pPr>
          </w:p>
          <w:tbl>
            <w:tblPr>
              <w:tblW w:w="8904" w:type="dxa"/>
              <w:tblBorders>
                <w:top w:val="outset" w:sz="2" w:space="0" w:color="auto"/>
                <w:left w:val="outset" w:sz="2" w:space="0" w:color="auto"/>
                <w:bottom w:val="outset" w:sz="2" w:space="0" w:color="auto"/>
                <w:right w:val="outset" w:sz="2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781"/>
              <w:gridCol w:w="182"/>
              <w:gridCol w:w="182"/>
              <w:gridCol w:w="182"/>
              <w:gridCol w:w="228"/>
              <w:gridCol w:w="228"/>
              <w:gridCol w:w="228"/>
              <w:gridCol w:w="228"/>
              <w:gridCol w:w="209"/>
              <w:gridCol w:w="228"/>
              <w:gridCol w:w="228"/>
            </w:tblGrid>
            <w:tr w:rsidR="00E8700E" w:rsidRPr="00A8786A">
              <w:trPr>
                <w:trHeight w:val="166"/>
              </w:trPr>
              <w:tc>
                <w:tcPr>
                  <w:tcW w:w="6781" w:type="dxa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  <w:hideMark/>
                </w:tcPr>
                <w:p w:rsidR="00E8700E" w:rsidRPr="00A8786A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  <w:r w:rsidRPr="00A8786A">
                    <w:rPr>
                      <w:rFonts w:ascii="Calibri" w:hAnsi="Calibri" w:cs="Calibri"/>
                      <w:noProof w:val="0"/>
                      <w:lang w:eastAsia="en-US"/>
                    </w:rPr>
                    <w:t>Codul de identificare</w:t>
                  </w:r>
                </w:p>
              </w:tc>
              <w:tc>
                <w:tcPr>
                  <w:tcW w:w="18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E8700E" w:rsidRPr="00A8786A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18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E8700E" w:rsidRPr="00A8786A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18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E8700E" w:rsidRPr="00A8786A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22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E8700E" w:rsidRPr="00A8786A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22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E8700E" w:rsidRPr="00A8786A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22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E8700E" w:rsidRPr="00A8786A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22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E8700E" w:rsidRPr="00A8786A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20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E8700E" w:rsidRPr="00A8786A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22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E8700E" w:rsidRPr="00A8786A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22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E8700E" w:rsidRPr="00A8786A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</w:tr>
          </w:tbl>
          <w:p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  <w:r w:rsidRPr="00A8786A">
              <w:rPr>
                <w:rFonts w:ascii="Calibri" w:hAnsi="Calibri" w:cs="Calibri"/>
                <w:noProof w:val="0"/>
                <w:lang w:eastAsia="en-US"/>
              </w:rPr>
              <w:t> </w:t>
            </w:r>
          </w:p>
          <w:tbl>
            <w:tblPr>
              <w:tblW w:w="10548" w:type="dxa"/>
              <w:tblBorders>
                <w:top w:val="outset" w:sz="2" w:space="0" w:color="auto"/>
                <w:left w:val="outset" w:sz="2" w:space="0" w:color="auto"/>
                <w:bottom w:val="outset" w:sz="2" w:space="0" w:color="auto"/>
                <w:right w:val="outset" w:sz="2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134"/>
              <w:gridCol w:w="8414"/>
            </w:tblGrid>
            <w:tr w:rsidR="00A8786A" w:rsidRPr="00A8786A">
              <w:trPr>
                <w:trHeight w:val="166"/>
              </w:trPr>
              <w:tc>
                <w:tcPr>
                  <w:tcW w:w="2134" w:type="dxa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  <w:hideMark/>
                </w:tcPr>
                <w:p w:rsidR="00E8700E" w:rsidRPr="00A8786A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  <w:r w:rsidRPr="00A8786A">
                    <w:rPr>
                      <w:rFonts w:ascii="Calibri" w:hAnsi="Calibri" w:cs="Calibri"/>
                      <w:noProof w:val="0"/>
                      <w:lang w:eastAsia="en-US"/>
                    </w:rPr>
                    <w:t>Denumirea</w:t>
                  </w:r>
                </w:p>
              </w:tc>
              <w:tc>
                <w:tcPr>
                  <w:tcW w:w="841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E8700E" w:rsidRPr="00A8786A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</w:tr>
          </w:tbl>
          <w:p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  <w:p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  <w:r w:rsidRPr="00A8786A">
              <w:rPr>
                <w:rFonts w:ascii="Calibri" w:hAnsi="Calibri" w:cs="Calibri"/>
                <w:noProof w:val="0"/>
                <w:lang w:eastAsia="en-US"/>
              </w:rPr>
              <w:t>Domiciliul fiscal</w:t>
            </w:r>
          </w:p>
          <w:tbl>
            <w:tblPr>
              <w:tblW w:w="10460" w:type="dxa"/>
              <w:tblBorders>
                <w:top w:val="outset" w:sz="2" w:space="0" w:color="auto"/>
                <w:left w:val="outset" w:sz="2" w:space="0" w:color="auto"/>
                <w:bottom w:val="outset" w:sz="2" w:space="0" w:color="auto"/>
                <w:right w:val="outset" w:sz="2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47"/>
              <w:gridCol w:w="1547"/>
              <w:gridCol w:w="2733"/>
              <w:gridCol w:w="1152"/>
              <w:gridCol w:w="2733"/>
              <w:gridCol w:w="1548"/>
            </w:tblGrid>
            <w:tr w:rsidR="00A8786A" w:rsidRPr="00A8786A">
              <w:trPr>
                <w:trHeight w:val="177"/>
              </w:trPr>
              <w:tc>
                <w:tcPr>
                  <w:tcW w:w="747" w:type="dxa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  <w:hideMark/>
                </w:tcPr>
                <w:p w:rsidR="00E8700E" w:rsidRPr="00A8786A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  <w:r w:rsidRPr="00A8786A">
                    <w:rPr>
                      <w:rFonts w:ascii="Calibri" w:hAnsi="Calibri" w:cs="Calibri"/>
                      <w:noProof w:val="0"/>
                      <w:lang w:eastAsia="en-US"/>
                    </w:rPr>
                    <w:t>Județul</w:t>
                  </w:r>
                </w:p>
              </w:tc>
              <w:tc>
                <w:tcPr>
                  <w:tcW w:w="154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E8700E" w:rsidRPr="00A8786A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2733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E8700E" w:rsidRPr="00A8786A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  <w:r w:rsidRPr="00A8786A">
                    <w:rPr>
                      <w:rFonts w:ascii="Calibri" w:hAnsi="Calibri" w:cs="Calibri"/>
                      <w:noProof w:val="0"/>
                      <w:lang w:eastAsia="en-US"/>
                    </w:rPr>
                    <w:t>                      Localitatea  </w:t>
                  </w:r>
                </w:p>
              </w:tc>
              <w:tc>
                <w:tcPr>
                  <w:tcW w:w="115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E8700E" w:rsidRPr="00A8786A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2733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E8700E" w:rsidRPr="00A8786A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  <w:r w:rsidRPr="00A8786A">
                    <w:rPr>
                      <w:rFonts w:ascii="Calibri" w:hAnsi="Calibri" w:cs="Calibri"/>
                      <w:noProof w:val="0"/>
                      <w:lang w:eastAsia="en-US"/>
                    </w:rPr>
                    <w:t>                              Strada</w:t>
                  </w:r>
                </w:p>
              </w:tc>
              <w:tc>
                <w:tcPr>
                  <w:tcW w:w="154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E8700E" w:rsidRPr="00A8786A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</w:tr>
          </w:tbl>
          <w:p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  <w:tbl>
            <w:tblPr>
              <w:tblW w:w="10461" w:type="dxa"/>
              <w:tblBorders>
                <w:top w:val="outset" w:sz="2" w:space="0" w:color="auto"/>
                <w:left w:val="outset" w:sz="2" w:space="0" w:color="auto"/>
                <w:bottom w:val="outset" w:sz="2" w:space="0" w:color="auto"/>
                <w:right w:val="outset" w:sz="2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68"/>
              <w:gridCol w:w="173"/>
              <w:gridCol w:w="1826"/>
              <w:gridCol w:w="586"/>
              <w:gridCol w:w="1207"/>
              <w:gridCol w:w="1207"/>
              <w:gridCol w:w="2447"/>
              <w:gridCol w:w="2447"/>
            </w:tblGrid>
            <w:tr w:rsidR="00A8786A" w:rsidRPr="00A8786A">
              <w:trPr>
                <w:trHeight w:val="166"/>
              </w:trPr>
              <w:tc>
                <w:tcPr>
                  <w:tcW w:w="568" w:type="dxa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  <w:hideMark/>
                </w:tcPr>
                <w:p w:rsidR="00E8700E" w:rsidRPr="00A8786A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  <w:r w:rsidRPr="00A8786A">
                    <w:rPr>
                      <w:rFonts w:ascii="Calibri" w:hAnsi="Calibri" w:cs="Calibri"/>
                      <w:noProof w:val="0"/>
                      <w:lang w:eastAsia="en-US"/>
                    </w:rPr>
                    <w:t>Ap.</w:t>
                  </w:r>
                </w:p>
              </w:tc>
              <w:tc>
                <w:tcPr>
                  <w:tcW w:w="17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E8700E" w:rsidRPr="00A8786A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1826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E8700E" w:rsidRPr="00A8786A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  <w:r w:rsidRPr="00A8786A">
                    <w:rPr>
                      <w:rFonts w:ascii="Calibri" w:hAnsi="Calibri" w:cs="Calibri"/>
                      <w:noProof w:val="0"/>
                      <w:lang w:eastAsia="en-US"/>
                    </w:rPr>
                    <w:t>    Codul poștal </w:t>
                  </w:r>
                </w:p>
              </w:tc>
              <w:tc>
                <w:tcPr>
                  <w:tcW w:w="58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E8700E" w:rsidRPr="00A8786A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1207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E8700E" w:rsidRPr="00A8786A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  <w:r w:rsidRPr="00A8786A">
                    <w:rPr>
                      <w:rFonts w:ascii="Calibri" w:hAnsi="Calibri" w:cs="Calibri"/>
                      <w:noProof w:val="0"/>
                      <w:lang w:eastAsia="en-US"/>
                    </w:rPr>
                    <w:t>    Sectorul</w:t>
                  </w:r>
                </w:p>
              </w:tc>
              <w:tc>
                <w:tcPr>
                  <w:tcW w:w="120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E8700E" w:rsidRPr="00A8786A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2447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E8700E" w:rsidRPr="00A8786A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  <w:r w:rsidRPr="00A8786A">
                    <w:rPr>
                      <w:rFonts w:ascii="Calibri" w:hAnsi="Calibri" w:cs="Calibri"/>
                      <w:noProof w:val="0"/>
                      <w:lang w:eastAsia="en-US"/>
                    </w:rPr>
                    <w:t>                    Telefon</w:t>
                  </w:r>
                </w:p>
              </w:tc>
              <w:tc>
                <w:tcPr>
                  <w:tcW w:w="244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E8700E" w:rsidRPr="00A8786A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</w:tr>
          </w:tbl>
          <w:p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  <w:tbl>
            <w:tblPr>
              <w:tblW w:w="10461" w:type="dxa"/>
              <w:tblBorders>
                <w:top w:val="outset" w:sz="2" w:space="0" w:color="auto"/>
                <w:left w:val="outset" w:sz="2" w:space="0" w:color="auto"/>
                <w:bottom w:val="outset" w:sz="2" w:space="0" w:color="auto"/>
                <w:right w:val="outset" w:sz="2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25"/>
              <w:gridCol w:w="1515"/>
              <w:gridCol w:w="2676"/>
              <w:gridCol w:w="2676"/>
              <w:gridCol w:w="2869"/>
            </w:tblGrid>
            <w:tr w:rsidR="00E8700E" w:rsidRPr="00A8786A">
              <w:trPr>
                <w:trHeight w:val="166"/>
              </w:trPr>
              <w:tc>
                <w:tcPr>
                  <w:tcW w:w="725" w:type="dxa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  <w:hideMark/>
                </w:tcPr>
                <w:p w:rsidR="00E8700E" w:rsidRPr="00A8786A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  <w:r w:rsidRPr="00A8786A">
                    <w:rPr>
                      <w:rFonts w:ascii="Calibri" w:hAnsi="Calibri" w:cs="Calibri"/>
                      <w:noProof w:val="0"/>
                      <w:lang w:eastAsia="en-US"/>
                    </w:rPr>
                    <w:t>Fax</w:t>
                  </w:r>
                </w:p>
              </w:tc>
              <w:tc>
                <w:tcPr>
                  <w:tcW w:w="151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E8700E" w:rsidRPr="00A8786A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2676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E8700E" w:rsidRPr="00A8786A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  <w:r w:rsidRPr="00A8786A">
                    <w:rPr>
                      <w:rFonts w:ascii="Calibri" w:hAnsi="Calibri" w:cs="Calibri"/>
                      <w:noProof w:val="0"/>
                      <w:lang w:eastAsia="en-US"/>
                    </w:rPr>
                    <w:t>                       E-mail  </w:t>
                  </w:r>
                </w:p>
              </w:tc>
              <w:tc>
                <w:tcPr>
                  <w:tcW w:w="267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E8700E" w:rsidRPr="00A8786A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2869" w:type="dxa"/>
                  <w:tcBorders>
                    <w:top w:val="nil"/>
                    <w:left w:val="single" w:sz="6" w:space="0" w:color="000000"/>
                    <w:bottom w:val="nil"/>
                    <w:right w:val="nil"/>
                  </w:tcBorders>
                  <w:hideMark/>
                </w:tcPr>
                <w:p w:rsidR="00E8700E" w:rsidRPr="00A8786A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  <w:r w:rsidRPr="00A8786A">
                    <w:rPr>
                      <w:rFonts w:ascii="Calibri" w:hAnsi="Calibri" w:cs="Calibri"/>
                      <w:noProof w:val="0"/>
                      <w:lang w:eastAsia="en-US"/>
                    </w:rPr>
                    <w:t>                               </w:t>
                  </w:r>
                </w:p>
              </w:tc>
            </w:tr>
          </w:tbl>
          <w:p w:rsidR="00E8700E" w:rsidRPr="00A8786A" w:rsidRDefault="00E8700E" w:rsidP="00E8700E">
            <w:pPr>
              <w:rPr>
                <w:rFonts w:ascii="Calibri" w:hAnsi="Calibri" w:cs="Calibri"/>
                <w:noProof w:val="0"/>
                <w:lang w:eastAsia="en-US"/>
              </w:rPr>
            </w:pPr>
          </w:p>
        </w:tc>
      </w:tr>
    </w:tbl>
    <w:p w:rsidR="00E8700E" w:rsidRPr="00A8786A" w:rsidRDefault="00E8700E" w:rsidP="00B463E2">
      <w:pPr>
        <w:tabs>
          <w:tab w:val="center" w:pos="4320"/>
          <w:tab w:val="right" w:pos="8640"/>
        </w:tabs>
        <w:rPr>
          <w:rFonts w:ascii="Calibri" w:hAnsi="Calibri" w:cs="Calibri"/>
          <w:noProof w:val="0"/>
          <w:lang w:eastAsia="en-US"/>
        </w:rPr>
      </w:pPr>
    </w:p>
    <w:p w:rsidR="00E8700E" w:rsidRPr="00A8786A" w:rsidRDefault="00E8700E" w:rsidP="00E8700E">
      <w:pPr>
        <w:rPr>
          <w:rFonts w:ascii="Calibri" w:hAnsi="Calibri" w:cs="Calibri"/>
          <w:noProof w:val="0"/>
          <w:lang w:eastAsia="en-US"/>
        </w:rPr>
      </w:pPr>
    </w:p>
    <w:tbl>
      <w:tblPr>
        <w:tblW w:w="10206" w:type="dxa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32"/>
        <w:gridCol w:w="2199"/>
        <w:gridCol w:w="1666"/>
        <w:gridCol w:w="688"/>
        <w:gridCol w:w="2538"/>
        <w:gridCol w:w="1983"/>
      </w:tblGrid>
      <w:tr w:rsidR="009B6183" w:rsidRPr="00A8786A" w:rsidTr="0018576E">
        <w:tc>
          <w:tcPr>
            <w:tcW w:w="10206" w:type="dxa"/>
            <w:gridSpan w:val="6"/>
            <w:tcBorders>
              <w:top w:val="nil"/>
              <w:left w:val="nil"/>
              <w:bottom w:val="nil"/>
              <w:right w:val="nil"/>
            </w:tcBorders>
            <w:hideMark/>
          </w:tcPr>
          <w:p w:rsidR="00E8700E" w:rsidRPr="00A8786A" w:rsidRDefault="00E8700E" w:rsidP="00B463E2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  <w:r w:rsidRPr="00A8786A">
              <w:rPr>
                <w:rFonts w:ascii="Calibri" w:hAnsi="Calibri" w:cs="Calibri"/>
                <w:noProof w:val="0"/>
                <w:lang w:eastAsia="en-US"/>
              </w:rPr>
              <w:br w:type="page"/>
              <w:t xml:space="preserve">    B. Datele de identificare a </w:t>
            </w:r>
            <w:r w:rsidR="00B463E2" w:rsidRPr="00A8786A">
              <w:rPr>
                <w:rFonts w:ascii="Calibri" w:hAnsi="Calibri" w:cs="Calibri"/>
                <w:noProof w:val="0"/>
                <w:lang w:eastAsia="en-US"/>
              </w:rPr>
              <w:t>operațiunii</w:t>
            </w:r>
          </w:p>
        </w:tc>
      </w:tr>
      <w:tr w:rsidR="009B6183" w:rsidRPr="00A8786A" w:rsidTr="0018576E">
        <w:tc>
          <w:tcPr>
            <w:tcW w:w="10206" w:type="dxa"/>
            <w:gridSpan w:val="6"/>
            <w:tcBorders>
              <w:top w:val="nil"/>
              <w:left w:val="nil"/>
              <w:bottom w:val="nil"/>
              <w:right w:val="nil"/>
            </w:tcBorders>
            <w:hideMark/>
          </w:tcPr>
          <w:tbl>
            <w:tblPr>
              <w:tblW w:w="10785" w:type="dxa"/>
              <w:tblBorders>
                <w:top w:val="outset" w:sz="2" w:space="0" w:color="auto"/>
                <w:left w:val="outset" w:sz="2" w:space="0" w:color="auto"/>
                <w:bottom w:val="outset" w:sz="2" w:space="0" w:color="auto"/>
                <w:right w:val="outset" w:sz="2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785"/>
            </w:tblGrid>
            <w:tr w:rsidR="00E8700E" w:rsidRPr="00A8786A">
              <w:trPr>
                <w:trHeight w:val="1300"/>
              </w:trPr>
              <w:tc>
                <w:tcPr>
                  <w:tcW w:w="10788" w:type="dxa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  <w:hideMark/>
                </w:tcPr>
                <w:tbl>
                  <w:tblPr>
                    <w:tblpPr w:leftFromText="180" w:rightFromText="180" w:vertAnchor="text" w:tblpY="1"/>
                    <w:tblOverlap w:val="never"/>
                    <w:tblW w:w="10065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0065"/>
                  </w:tblGrid>
                  <w:tr w:rsidR="00E8700E" w:rsidRPr="00A8786A">
                    <w:trPr>
                      <w:trHeight w:val="880"/>
                    </w:trPr>
                    <w:tc>
                      <w:tcPr>
                        <w:tcW w:w="1006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8700E" w:rsidRPr="00A8786A" w:rsidRDefault="00E8700E" w:rsidP="00E8700E">
                        <w:pPr>
                          <w:rPr>
                            <w:rFonts w:ascii="Calibri" w:hAnsi="Calibri" w:cs="Calibri"/>
                            <w:noProof w:val="0"/>
                            <w:lang w:eastAsia="ro-RO"/>
                          </w:rPr>
                        </w:pPr>
                      </w:p>
                      <w:p w:rsidR="00E8700E" w:rsidRPr="00A8786A" w:rsidRDefault="00E8700E" w:rsidP="00E8700E">
                        <w:pPr>
                          <w:rPr>
                            <w:rFonts w:ascii="Calibri" w:hAnsi="Calibri" w:cs="Calibri"/>
                            <w:noProof w:val="0"/>
                            <w:lang w:eastAsia="ro-RO"/>
                          </w:rPr>
                        </w:pPr>
                        <w:r w:rsidRPr="00A8786A">
                          <w:rPr>
                            <w:rFonts w:ascii="Calibri" w:hAnsi="Calibri" w:cs="Calibri"/>
                            <w:noProof w:val="0"/>
                            <w:lang w:eastAsia="ro-RO"/>
                          </w:rPr>
                          <w:t>Titlul proiectului</w:t>
                        </w:r>
                      </w:p>
                      <w:tbl>
                        <w:tblPr>
                          <w:tblpPr w:leftFromText="180" w:rightFromText="180" w:vertAnchor="text" w:horzAnchor="margin" w:tblpXSpec="right" w:tblpY="-311"/>
                          <w:tblOverlap w:val="never"/>
                          <w:tblW w:w="0" w:type="auto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Look w:val="01E0" w:firstRow="1" w:lastRow="1" w:firstColumn="1" w:lastColumn="1" w:noHBand="0" w:noVBand="0"/>
                        </w:tblPr>
                        <w:tblGrid>
                          <w:gridCol w:w="7355"/>
                        </w:tblGrid>
                        <w:tr w:rsidR="00E8700E" w:rsidRPr="00A8786A">
                          <w:trPr>
                            <w:trHeight w:val="117"/>
                          </w:trPr>
                          <w:tc>
                            <w:tcPr>
                              <w:tcW w:w="7355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</w:tcPr>
                            <w:p w:rsidR="00E8700E" w:rsidRPr="00A8786A" w:rsidRDefault="00E8700E" w:rsidP="00E8700E">
                              <w:pPr>
                                <w:rPr>
                                  <w:rFonts w:ascii="Calibri" w:hAnsi="Calibri" w:cs="Calibri"/>
                                  <w:noProof w:val="0"/>
                                  <w:lang w:eastAsia="ro-RO"/>
                                </w:rPr>
                              </w:pPr>
                            </w:p>
                          </w:tc>
                        </w:tr>
                      </w:tbl>
                      <w:p w:rsidR="00E8700E" w:rsidRPr="00A8786A" w:rsidRDefault="00E8700E" w:rsidP="00E8700E">
                        <w:pPr>
                          <w:ind w:right="676"/>
                          <w:rPr>
                            <w:rFonts w:ascii="Calibri" w:hAnsi="Calibri" w:cs="Calibri"/>
                            <w:noProof w:val="0"/>
                            <w:lang w:eastAsia="ro-RO"/>
                          </w:rPr>
                        </w:pPr>
                      </w:p>
                      <w:tbl>
                        <w:tblPr>
                          <w:tblpPr w:leftFromText="180" w:rightFromText="180" w:vertAnchor="text" w:tblpXSpec="right" w:tblpY="1"/>
                          <w:tblOverlap w:val="never"/>
                          <w:tblW w:w="0" w:type="auto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Look w:val="01E0" w:firstRow="1" w:lastRow="1" w:firstColumn="1" w:lastColumn="1" w:noHBand="0" w:noVBand="0"/>
                        </w:tblPr>
                        <w:tblGrid>
                          <w:gridCol w:w="6331"/>
                        </w:tblGrid>
                        <w:tr w:rsidR="00E8700E" w:rsidRPr="00A8786A">
                          <w:trPr>
                            <w:trHeight w:val="117"/>
                          </w:trPr>
                          <w:tc>
                            <w:tcPr>
                              <w:tcW w:w="6331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</w:tcPr>
                            <w:p w:rsidR="00E8700E" w:rsidRPr="00A8786A" w:rsidRDefault="00E8700E" w:rsidP="00E8700E">
                              <w:pPr>
                                <w:rPr>
                                  <w:rFonts w:ascii="Calibri" w:hAnsi="Calibri" w:cs="Calibri"/>
                                  <w:noProof w:val="0"/>
                                  <w:lang w:eastAsia="ro-RO"/>
                                </w:rPr>
                              </w:pPr>
                            </w:p>
                          </w:tc>
                        </w:tr>
                      </w:tbl>
                      <w:p w:rsidR="00E8700E" w:rsidRPr="00A8786A" w:rsidRDefault="00E8700E" w:rsidP="00E8700E">
                        <w:pPr>
                          <w:rPr>
                            <w:rFonts w:ascii="Calibri" w:hAnsi="Calibri" w:cs="Calibri"/>
                            <w:noProof w:val="0"/>
                            <w:lang w:eastAsia="ro-RO"/>
                          </w:rPr>
                        </w:pPr>
                        <w:r w:rsidRPr="00A8786A">
                          <w:rPr>
                            <w:rFonts w:ascii="Calibri" w:hAnsi="Calibri" w:cs="Calibri"/>
                            <w:noProof w:val="0"/>
                            <w:lang w:eastAsia="ro-RO"/>
                          </w:rPr>
                          <w:t xml:space="preserve">Numele programului </w:t>
                        </w:r>
                      </w:p>
                      <w:p w:rsidR="00E8700E" w:rsidRPr="00A8786A" w:rsidRDefault="00E8700E" w:rsidP="00E8700E">
                        <w:pPr>
                          <w:rPr>
                            <w:rFonts w:ascii="Calibri" w:hAnsi="Calibri" w:cs="Calibri"/>
                            <w:noProof w:val="0"/>
                            <w:lang w:eastAsia="ro-RO"/>
                          </w:rPr>
                        </w:pPr>
                      </w:p>
                      <w:tbl>
                        <w:tblPr>
                          <w:tblpPr w:leftFromText="180" w:rightFromText="180" w:vertAnchor="text" w:tblpXSpec="right" w:tblpY="1"/>
                          <w:tblOverlap w:val="never"/>
                          <w:tblW w:w="0" w:type="auto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Look w:val="01E0" w:firstRow="1" w:lastRow="1" w:firstColumn="1" w:lastColumn="1" w:noHBand="0" w:noVBand="0"/>
                        </w:tblPr>
                        <w:tblGrid>
                          <w:gridCol w:w="6740"/>
                        </w:tblGrid>
                        <w:tr w:rsidR="00E8700E" w:rsidRPr="00A8786A">
                          <w:trPr>
                            <w:trHeight w:val="117"/>
                          </w:trPr>
                          <w:tc>
                            <w:tcPr>
                              <w:tcW w:w="6740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</w:tcPr>
                            <w:p w:rsidR="00E8700E" w:rsidRPr="00A8786A" w:rsidRDefault="00E8700E" w:rsidP="00E8700E">
                              <w:pPr>
                                <w:rPr>
                                  <w:rFonts w:ascii="Calibri" w:hAnsi="Calibri" w:cs="Calibri"/>
                                  <w:noProof w:val="0"/>
                                  <w:lang w:eastAsia="ro-RO"/>
                                </w:rPr>
                              </w:pPr>
                            </w:p>
                          </w:tc>
                        </w:tr>
                      </w:tbl>
                      <w:p w:rsidR="00E8700E" w:rsidRPr="00A8786A" w:rsidRDefault="00E8700E" w:rsidP="00E8700E">
                        <w:pPr>
                          <w:rPr>
                            <w:rFonts w:ascii="Calibri" w:hAnsi="Calibri" w:cs="Calibri"/>
                            <w:noProof w:val="0"/>
                            <w:lang w:eastAsia="ro-RO"/>
                          </w:rPr>
                        </w:pPr>
                        <w:r w:rsidRPr="00A8786A">
                          <w:rPr>
                            <w:rFonts w:ascii="Calibri" w:hAnsi="Calibri" w:cs="Calibri"/>
                            <w:noProof w:val="0"/>
                            <w:lang w:eastAsia="ro-RO"/>
                          </w:rPr>
                          <w:t xml:space="preserve">Prioritate </w:t>
                        </w:r>
                      </w:p>
                      <w:p w:rsidR="00E8700E" w:rsidRPr="00A8786A" w:rsidRDefault="00E8700E" w:rsidP="00E8700E">
                        <w:pPr>
                          <w:rPr>
                            <w:rFonts w:ascii="Calibri" w:hAnsi="Calibri" w:cs="Calibri"/>
                            <w:noProof w:val="0"/>
                            <w:lang w:eastAsia="ro-RO"/>
                          </w:rPr>
                        </w:pPr>
                      </w:p>
                      <w:tbl>
                        <w:tblPr>
                          <w:tblpPr w:leftFromText="180" w:rightFromText="180" w:vertAnchor="text" w:tblpXSpec="right" w:tblpY="1"/>
                          <w:tblOverlap w:val="never"/>
                          <w:tblW w:w="0" w:type="auto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Look w:val="01E0" w:firstRow="1" w:lastRow="1" w:firstColumn="1" w:lastColumn="1" w:noHBand="0" w:noVBand="0"/>
                        </w:tblPr>
                        <w:tblGrid>
                          <w:gridCol w:w="6740"/>
                        </w:tblGrid>
                        <w:tr w:rsidR="00513A21" w:rsidRPr="00A8786A" w:rsidTr="009B4F77">
                          <w:trPr>
                            <w:trHeight w:val="117"/>
                          </w:trPr>
                          <w:tc>
                            <w:tcPr>
                              <w:tcW w:w="6740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</w:tcPr>
                            <w:p w:rsidR="00513A21" w:rsidRPr="00A8786A" w:rsidRDefault="00513A21" w:rsidP="00513A21">
                              <w:pPr>
                                <w:rPr>
                                  <w:rFonts w:ascii="Calibri" w:hAnsi="Calibri" w:cs="Calibri"/>
                                  <w:noProof w:val="0"/>
                                  <w:lang w:eastAsia="ro-RO"/>
                                </w:rPr>
                              </w:pPr>
                            </w:p>
                          </w:tc>
                        </w:tr>
                      </w:tbl>
                      <w:p w:rsidR="00513A21" w:rsidRPr="00A8786A" w:rsidRDefault="00513A21" w:rsidP="00E8700E">
                        <w:pPr>
                          <w:rPr>
                            <w:rFonts w:ascii="Calibri" w:hAnsi="Calibri" w:cs="Calibri"/>
                            <w:noProof w:val="0"/>
                            <w:lang w:eastAsia="ro-RO"/>
                          </w:rPr>
                        </w:pPr>
                        <w:r w:rsidRPr="00A8786A">
                          <w:rPr>
                            <w:rFonts w:ascii="Calibri" w:hAnsi="Calibri" w:cs="Calibri"/>
                            <w:noProof w:val="0"/>
                            <w:lang w:eastAsia="ro-RO"/>
                          </w:rPr>
                          <w:t>Acțiune/Intervenți</w:t>
                        </w:r>
                        <w:r w:rsidR="003B5F9A">
                          <w:rPr>
                            <w:rFonts w:ascii="Calibri" w:hAnsi="Calibri" w:cs="Calibri"/>
                            <w:noProof w:val="0"/>
                            <w:lang w:eastAsia="ro-RO"/>
                          </w:rPr>
                          <w:t>e</w:t>
                        </w:r>
                      </w:p>
                      <w:p w:rsidR="00513A21" w:rsidRPr="00A8786A" w:rsidRDefault="00513A21" w:rsidP="00E8700E">
                        <w:pPr>
                          <w:rPr>
                            <w:rFonts w:ascii="Calibri" w:hAnsi="Calibri" w:cs="Calibri"/>
                            <w:noProof w:val="0"/>
                            <w:lang w:eastAsia="ro-RO"/>
                          </w:rPr>
                        </w:pPr>
                      </w:p>
                      <w:tbl>
                        <w:tblPr>
                          <w:tblpPr w:leftFromText="180" w:rightFromText="180" w:vertAnchor="text" w:tblpX="3055" w:tblpY="1"/>
                          <w:tblOverlap w:val="never"/>
                          <w:tblW w:w="0" w:type="auto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Look w:val="01E0" w:firstRow="1" w:lastRow="1" w:firstColumn="1" w:lastColumn="1" w:noHBand="0" w:noVBand="0"/>
                        </w:tblPr>
                        <w:tblGrid>
                          <w:gridCol w:w="7021"/>
                        </w:tblGrid>
                        <w:tr w:rsidR="00E8700E" w:rsidRPr="00A8786A">
                          <w:trPr>
                            <w:trHeight w:val="117"/>
                          </w:trPr>
                          <w:tc>
                            <w:tcPr>
                              <w:tcW w:w="7021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</w:tcPr>
                            <w:p w:rsidR="00E8700E" w:rsidRPr="00A8786A" w:rsidRDefault="00E8700E" w:rsidP="00E8700E">
                              <w:pPr>
                                <w:rPr>
                                  <w:rFonts w:ascii="Calibri" w:hAnsi="Calibri" w:cs="Calibri"/>
                                  <w:noProof w:val="0"/>
                                  <w:lang w:eastAsia="ro-RO"/>
                                </w:rPr>
                              </w:pPr>
                            </w:p>
                          </w:tc>
                        </w:tr>
                      </w:tbl>
                      <w:p w:rsidR="00E8700E" w:rsidRPr="00A8786A" w:rsidRDefault="00E8700E" w:rsidP="00E8700E">
                        <w:pPr>
                          <w:rPr>
                            <w:rFonts w:ascii="Calibri" w:hAnsi="Calibri" w:cs="Calibri"/>
                            <w:noProof w:val="0"/>
                            <w:lang w:eastAsia="ro-RO"/>
                          </w:rPr>
                        </w:pPr>
                        <w:r w:rsidRPr="00A8786A">
                          <w:rPr>
                            <w:rFonts w:ascii="Calibri" w:hAnsi="Calibri" w:cs="Calibri"/>
                            <w:noProof w:val="0"/>
                            <w:lang w:eastAsia="ro-RO"/>
                          </w:rPr>
                          <w:t xml:space="preserve">Data depunerii operațiunii    </w:t>
                        </w:r>
                      </w:p>
                      <w:p w:rsidR="00E8700E" w:rsidRPr="00A8786A" w:rsidRDefault="00E8700E" w:rsidP="00E8700E">
                        <w:pPr>
                          <w:rPr>
                            <w:rFonts w:ascii="Calibri" w:hAnsi="Calibri" w:cs="Calibri"/>
                            <w:noProof w:val="0"/>
                            <w:lang w:eastAsia="ro-RO"/>
                          </w:rPr>
                        </w:pPr>
                      </w:p>
                    </w:tc>
                  </w:tr>
                </w:tbl>
                <w:p w:rsidR="00E8700E" w:rsidRPr="00A8786A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</w:tr>
            <w:tr w:rsidR="00E8700E" w:rsidRPr="00A8786A">
              <w:trPr>
                <w:trHeight w:val="97"/>
              </w:trPr>
              <w:tc>
                <w:tcPr>
                  <w:tcW w:w="10788" w:type="dxa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</w:tcPr>
                <w:p w:rsidR="00E8700E" w:rsidRPr="00A8786A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</w:tr>
          </w:tbl>
          <w:p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</w:tc>
      </w:tr>
      <w:tr w:rsidR="009B6183" w:rsidRPr="00A8786A" w:rsidTr="0018576E">
        <w:tc>
          <w:tcPr>
            <w:tcW w:w="10206" w:type="dxa"/>
            <w:gridSpan w:val="6"/>
            <w:tcBorders>
              <w:top w:val="nil"/>
              <w:left w:val="nil"/>
              <w:bottom w:val="nil"/>
              <w:right w:val="nil"/>
            </w:tcBorders>
            <w:hideMark/>
          </w:tcPr>
          <w:p w:rsidR="00B463E2" w:rsidRPr="00A8786A" w:rsidRDefault="00E8700E" w:rsidP="00B463E2">
            <w:pPr>
              <w:tabs>
                <w:tab w:val="left" w:pos="9990"/>
              </w:tabs>
              <w:ind w:right="90"/>
              <w:jc w:val="both"/>
              <w:rPr>
                <w:rFonts w:ascii="Calibri" w:hAnsi="Calibri" w:cs="Calibri"/>
                <w:noProof w:val="0"/>
                <w:lang w:eastAsia="en-US"/>
              </w:rPr>
            </w:pPr>
            <w:r w:rsidRPr="00A8786A">
              <w:rPr>
                <w:rFonts w:ascii="Calibri" w:hAnsi="Calibri" w:cs="Calibri"/>
                <w:b/>
                <w:noProof w:val="0"/>
                <w:lang w:eastAsia="en-US"/>
              </w:rPr>
              <w:t>C.</w:t>
            </w:r>
            <w:r w:rsidRPr="00A8786A">
              <w:rPr>
                <w:rFonts w:ascii="Calibri" w:hAnsi="Calibri" w:cs="Calibri"/>
                <w:noProof w:val="0"/>
                <w:lang w:eastAsia="en-US"/>
              </w:rPr>
              <w:t xml:space="preserve"> …………………………………………(</w:t>
            </w:r>
            <w:r w:rsidRPr="00A8786A">
              <w:rPr>
                <w:rFonts w:ascii="Calibri" w:hAnsi="Calibri" w:cs="Calibri"/>
                <w:i/>
                <w:noProof w:val="0"/>
                <w:lang w:eastAsia="en-US"/>
              </w:rPr>
              <w:t xml:space="preserve">numele </w:t>
            </w:r>
            <w:r w:rsidR="00B463E2" w:rsidRPr="00A8786A">
              <w:rPr>
                <w:rFonts w:ascii="Calibri" w:hAnsi="Calibri" w:cs="Calibri"/>
                <w:i/>
                <w:noProof w:val="0"/>
                <w:lang w:eastAsia="en-US"/>
              </w:rPr>
              <w:t>reprezentantului</w:t>
            </w:r>
            <w:r w:rsidRPr="00A8786A">
              <w:rPr>
                <w:rFonts w:ascii="Calibri" w:hAnsi="Calibri" w:cs="Calibri"/>
                <w:noProof w:val="0"/>
                <w:lang w:eastAsia="en-US"/>
              </w:rPr>
              <w:t xml:space="preserve">), </w:t>
            </w:r>
            <w:r w:rsidR="00B463E2" w:rsidRPr="00A8786A">
              <w:rPr>
                <w:rFonts w:ascii="Calibri" w:hAnsi="Calibri" w:cs="Calibri"/>
                <w:noProof w:val="0"/>
                <w:lang w:eastAsia="en-US"/>
              </w:rPr>
              <w:t>în calitate de reprezentant al .......................... (</w:t>
            </w:r>
            <w:r w:rsidR="00B463E2" w:rsidRPr="00A8786A">
              <w:rPr>
                <w:rFonts w:ascii="Calibri" w:hAnsi="Calibri" w:cs="Calibri"/>
                <w:i/>
                <w:noProof w:val="0"/>
                <w:lang w:eastAsia="en-US"/>
              </w:rPr>
              <w:t xml:space="preserve">numele și statutul juridic al </w:t>
            </w:r>
            <w:r w:rsidRPr="00A8786A">
              <w:rPr>
                <w:rFonts w:ascii="Calibri" w:hAnsi="Calibri" w:cs="Calibri"/>
                <w:i/>
                <w:noProof w:val="0"/>
                <w:lang w:eastAsia="en-US"/>
              </w:rPr>
              <w:t>solicitant</w:t>
            </w:r>
            <w:r w:rsidR="00B463E2" w:rsidRPr="00A8786A">
              <w:rPr>
                <w:rFonts w:ascii="Calibri" w:hAnsi="Calibri" w:cs="Calibri"/>
                <w:i/>
                <w:noProof w:val="0"/>
                <w:lang w:eastAsia="en-US"/>
              </w:rPr>
              <w:t>ului</w:t>
            </w:r>
            <w:r w:rsidRPr="00A8786A">
              <w:rPr>
                <w:rFonts w:ascii="Calibri" w:hAnsi="Calibri" w:cs="Calibri"/>
                <w:i/>
                <w:noProof w:val="0"/>
                <w:lang w:eastAsia="en-US"/>
              </w:rPr>
              <w:t xml:space="preserve"> de finanțare</w:t>
            </w:r>
            <w:r w:rsidR="00B463E2" w:rsidRPr="00A8786A">
              <w:rPr>
                <w:rFonts w:ascii="Calibri" w:hAnsi="Calibri" w:cs="Calibri"/>
                <w:i/>
                <w:noProof w:val="0"/>
                <w:lang w:eastAsia="en-US"/>
              </w:rPr>
              <w:t>/partener</w:t>
            </w:r>
            <w:r w:rsidR="00640E22">
              <w:rPr>
                <w:rFonts w:ascii="Calibri" w:hAnsi="Calibri" w:cs="Calibri"/>
                <w:i/>
                <w:noProof w:val="0"/>
                <w:lang w:eastAsia="en-US"/>
              </w:rPr>
              <w:t>ului</w:t>
            </w:r>
            <w:r w:rsidR="00B463E2" w:rsidRPr="00A8786A">
              <w:rPr>
                <w:rFonts w:ascii="Calibri" w:hAnsi="Calibri" w:cs="Calibri"/>
                <w:noProof w:val="0"/>
                <w:lang w:eastAsia="en-US"/>
              </w:rPr>
              <w:t>)</w:t>
            </w:r>
            <w:r w:rsidRPr="00A8786A">
              <w:rPr>
                <w:rFonts w:ascii="Calibri" w:hAnsi="Calibri" w:cs="Calibri"/>
                <w:noProof w:val="0"/>
                <w:lang w:eastAsia="en-US"/>
              </w:rPr>
              <w:t xml:space="preserve"> </w:t>
            </w:r>
            <w:r w:rsidR="00B463E2" w:rsidRPr="00A8786A">
              <w:rPr>
                <w:rFonts w:ascii="Calibri" w:hAnsi="Calibri" w:cs="Calibri"/>
                <w:noProof w:val="0"/>
                <w:lang w:eastAsia="en-US"/>
              </w:rPr>
              <w:t xml:space="preserve">solicitant de finanțare </w:t>
            </w:r>
            <w:r w:rsidRPr="00A8786A">
              <w:rPr>
                <w:rFonts w:ascii="Calibri" w:hAnsi="Calibri" w:cs="Calibri"/>
                <w:noProof w:val="0"/>
                <w:lang w:eastAsia="en-US"/>
              </w:rPr>
              <w:t>pentru operațiunea menționată mai sus, la</w:t>
            </w:r>
            <w:r w:rsidR="00B463E2" w:rsidRPr="00A8786A">
              <w:rPr>
                <w:rFonts w:ascii="Calibri" w:hAnsi="Calibri" w:cs="Calibri"/>
                <w:noProof w:val="0"/>
                <w:lang w:eastAsia="en-US"/>
              </w:rPr>
              <w:t xml:space="preserve"> ……………………………………..</w:t>
            </w:r>
            <w:r w:rsidRPr="00A8786A">
              <w:rPr>
                <w:rFonts w:ascii="Calibri" w:hAnsi="Calibri" w:cs="Calibri"/>
                <w:noProof w:val="0"/>
                <w:lang w:eastAsia="en-US"/>
              </w:rPr>
              <w:t>………………………(</w:t>
            </w:r>
            <w:r w:rsidRPr="00A8786A">
              <w:rPr>
                <w:rFonts w:ascii="Calibri" w:hAnsi="Calibri" w:cs="Calibri"/>
                <w:i/>
                <w:noProof w:val="0"/>
                <w:lang w:eastAsia="en-US"/>
              </w:rPr>
              <w:t>numele Autorității de Management</w:t>
            </w:r>
            <w:r w:rsidRPr="00A8786A">
              <w:rPr>
                <w:rFonts w:ascii="Calibri" w:hAnsi="Calibri" w:cs="Calibri"/>
                <w:noProof w:val="0"/>
                <w:lang w:eastAsia="en-US"/>
              </w:rPr>
              <w:t xml:space="preserve">), </w:t>
            </w:r>
            <w:r w:rsidR="00B463E2" w:rsidRPr="00A8786A">
              <w:rPr>
                <w:rFonts w:ascii="Calibri" w:hAnsi="Calibri" w:cs="Calibri"/>
                <w:noProof w:val="0"/>
                <w:lang w:eastAsia="en-US"/>
              </w:rPr>
              <w:t>sub sancțiunile aplicabile faptei de fals în declarații, declar că</w:t>
            </w:r>
            <w:r w:rsidR="003B5F9A">
              <w:rPr>
                <w:rFonts w:ascii="Calibri" w:hAnsi="Calibri" w:cs="Calibri"/>
                <w:noProof w:val="0"/>
                <w:lang w:eastAsia="en-US"/>
              </w:rPr>
              <w:t>,</w:t>
            </w:r>
            <w:r w:rsidR="00B463E2" w:rsidRPr="00A8786A">
              <w:rPr>
                <w:rFonts w:ascii="Calibri" w:hAnsi="Calibri" w:cs="Calibri"/>
                <w:noProof w:val="0"/>
                <w:lang w:eastAsia="en-US"/>
              </w:rPr>
              <w:t xml:space="preserve"> pentru achizițiile cuprinse </w:t>
            </w:r>
            <w:r w:rsidR="00033F57" w:rsidRPr="00A8786A">
              <w:rPr>
                <w:rFonts w:ascii="Calibri" w:hAnsi="Calibri" w:cs="Calibri"/>
                <w:noProof w:val="0"/>
                <w:lang w:eastAsia="en-US"/>
              </w:rPr>
              <w:t>în prezentul proiect</w:t>
            </w:r>
            <w:r w:rsidR="003B5F9A">
              <w:rPr>
                <w:rFonts w:ascii="Calibri" w:hAnsi="Calibri" w:cs="Calibri"/>
                <w:noProof w:val="0"/>
                <w:lang w:eastAsia="en-US"/>
              </w:rPr>
              <w:t xml:space="preserve">, </w:t>
            </w:r>
            <w:r w:rsidR="00033F57" w:rsidRPr="00A8786A">
              <w:rPr>
                <w:rFonts w:ascii="Calibri" w:hAnsi="Calibri" w:cs="Calibri"/>
                <w:noProof w:val="0"/>
                <w:lang w:eastAsia="en-US"/>
              </w:rPr>
              <w:t xml:space="preserve">TVA </w:t>
            </w:r>
            <w:r w:rsidR="003B5F9A">
              <w:rPr>
                <w:rFonts w:ascii="Calibri" w:hAnsi="Calibri" w:cs="Calibri"/>
                <w:noProof w:val="0"/>
                <w:lang w:eastAsia="en-US"/>
              </w:rPr>
              <w:t xml:space="preserve">aferentă </w:t>
            </w:r>
            <w:r w:rsidR="00033F57" w:rsidRPr="00A8786A">
              <w:rPr>
                <w:rFonts w:ascii="Calibri" w:hAnsi="Calibri" w:cs="Calibri"/>
                <w:noProof w:val="0"/>
                <w:lang w:eastAsia="en-US"/>
              </w:rPr>
              <w:t xml:space="preserve">nu a fost și nu va fi solicitată la rambursare conform legației naționale în domeniul fiscal. </w:t>
            </w:r>
          </w:p>
          <w:p w:rsidR="00B463E2" w:rsidRPr="00A8786A" w:rsidRDefault="00B463E2" w:rsidP="00B463E2">
            <w:pPr>
              <w:tabs>
                <w:tab w:val="left" w:pos="9990"/>
              </w:tabs>
              <w:ind w:right="90"/>
              <w:jc w:val="both"/>
              <w:rPr>
                <w:rFonts w:ascii="Calibri" w:hAnsi="Calibri" w:cs="Calibri"/>
                <w:noProof w:val="0"/>
                <w:lang w:eastAsia="en-US"/>
              </w:rPr>
            </w:pPr>
          </w:p>
          <w:p w:rsidR="00D01370" w:rsidRPr="00A8786A" w:rsidRDefault="00D01370" w:rsidP="00B463E2">
            <w:pPr>
              <w:tabs>
                <w:tab w:val="left" w:pos="9990"/>
              </w:tabs>
              <w:ind w:right="90"/>
              <w:jc w:val="both"/>
              <w:rPr>
                <w:rFonts w:ascii="Calibri" w:hAnsi="Calibri" w:cs="Calibri"/>
                <w:noProof w:val="0"/>
                <w:lang w:eastAsia="en-US"/>
              </w:rPr>
            </w:pPr>
          </w:p>
          <w:tbl>
            <w:tblPr>
              <w:tblW w:w="10080" w:type="dxa"/>
              <w:tblBorders>
                <w:top w:val="outset" w:sz="2" w:space="0" w:color="auto"/>
                <w:left w:val="outset" w:sz="2" w:space="0" w:color="auto"/>
                <w:bottom w:val="outset" w:sz="2" w:space="0" w:color="auto"/>
                <w:right w:val="outset" w:sz="2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905"/>
              <w:gridCol w:w="1666"/>
              <w:gridCol w:w="3226"/>
              <w:gridCol w:w="2283"/>
            </w:tblGrid>
            <w:tr w:rsidR="00746F91" w:rsidRPr="00A8786A" w:rsidTr="005E1667">
              <w:tc>
                <w:tcPr>
                  <w:tcW w:w="2905" w:type="dxa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  <w:hideMark/>
                </w:tcPr>
                <w:p w:rsidR="00D01370" w:rsidRPr="00A8786A" w:rsidRDefault="00640E22" w:rsidP="00D01370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  <w:r>
                    <w:rPr>
                      <w:rFonts w:ascii="Calibri" w:hAnsi="Calibri" w:cs="Calibri"/>
                      <w:noProof w:val="0"/>
                      <w:lang w:eastAsia="en-US"/>
                    </w:rPr>
                    <w:t xml:space="preserve">    Numele </w:t>
                  </w:r>
                  <w:proofErr w:type="spellStart"/>
                  <w:r>
                    <w:rPr>
                      <w:rFonts w:ascii="Calibri" w:hAnsi="Calibri" w:cs="Calibri"/>
                      <w:noProof w:val="0"/>
                      <w:lang w:eastAsia="en-US"/>
                    </w:rPr>
                    <w:t>şi</w:t>
                  </w:r>
                  <w:proofErr w:type="spellEnd"/>
                  <w:r>
                    <w:rPr>
                      <w:rFonts w:ascii="Calibri" w:hAnsi="Calibri" w:cs="Calibri"/>
                      <w:noProof w:val="0"/>
                      <w:lang w:eastAsia="en-US"/>
                    </w:rPr>
                    <w:t xml:space="preserve"> prenumele*</w:t>
                  </w:r>
                  <w:r w:rsidR="00D01370" w:rsidRPr="00A8786A">
                    <w:rPr>
                      <w:rFonts w:ascii="Calibri" w:hAnsi="Calibri" w:cs="Calibri"/>
                      <w:noProof w:val="0"/>
                      <w:lang w:eastAsia="en-US"/>
                    </w:rPr>
                    <w:t>:</w:t>
                  </w:r>
                </w:p>
              </w:tc>
              <w:tc>
                <w:tcPr>
                  <w:tcW w:w="166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D01370" w:rsidRPr="00A8786A" w:rsidRDefault="00D01370" w:rsidP="00D01370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3226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D01370" w:rsidRPr="00A8786A" w:rsidRDefault="00D01370" w:rsidP="00640E22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  <w:r w:rsidRPr="00A8786A">
                    <w:rPr>
                      <w:rFonts w:ascii="Calibri" w:hAnsi="Calibri" w:cs="Calibri"/>
                      <w:noProof w:val="0"/>
                      <w:lang w:eastAsia="en-US"/>
                    </w:rPr>
                    <w:t xml:space="preserve">      Semnătura </w:t>
                  </w:r>
                </w:p>
              </w:tc>
              <w:tc>
                <w:tcPr>
                  <w:tcW w:w="2283" w:type="dxa"/>
                  <w:tcBorders>
                    <w:top w:val="single" w:sz="6" w:space="0" w:color="000000"/>
                    <w:left w:val="single" w:sz="6" w:space="0" w:color="000000"/>
                    <w:bottom w:val="nil"/>
                    <w:right w:val="single" w:sz="6" w:space="0" w:color="000000"/>
                  </w:tcBorders>
                </w:tcPr>
                <w:p w:rsidR="00D01370" w:rsidRPr="00A8786A" w:rsidRDefault="00D01370" w:rsidP="00D01370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</w:tr>
            <w:tr w:rsidR="00746F91" w:rsidRPr="00A8786A" w:rsidTr="005E1667">
              <w:tc>
                <w:tcPr>
                  <w:tcW w:w="2905" w:type="dxa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  <w:hideMark/>
                </w:tcPr>
                <w:p w:rsidR="00D01370" w:rsidRPr="00A8786A" w:rsidRDefault="00D01370" w:rsidP="00D01370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  <w:r w:rsidRPr="00A8786A">
                    <w:rPr>
                      <w:rFonts w:ascii="Calibri" w:hAnsi="Calibri" w:cs="Calibri"/>
                      <w:noProof w:val="0"/>
                      <w:lang w:eastAsia="en-US"/>
                    </w:rPr>
                    <w:t>    Funcția:</w:t>
                  </w:r>
                </w:p>
              </w:tc>
              <w:tc>
                <w:tcPr>
                  <w:tcW w:w="166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D01370" w:rsidRPr="00A8786A" w:rsidRDefault="00D01370" w:rsidP="00D01370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3226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D01370" w:rsidRPr="00A8786A" w:rsidRDefault="00D01370" w:rsidP="00D01370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  <w:r w:rsidRPr="00A8786A">
                    <w:rPr>
                      <w:rFonts w:ascii="Calibri" w:hAnsi="Calibri" w:cs="Calibri"/>
                      <w:noProof w:val="0"/>
                      <w:lang w:eastAsia="en-US"/>
                    </w:rPr>
                    <w:t>                       </w:t>
                  </w:r>
                </w:p>
              </w:tc>
              <w:tc>
                <w:tcPr>
                  <w:tcW w:w="2283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D01370" w:rsidRPr="00A8786A" w:rsidRDefault="00D01370" w:rsidP="00D01370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</w:tr>
          </w:tbl>
          <w:p w:rsidR="00B463E2" w:rsidRPr="00A8786A" w:rsidRDefault="00B463E2" w:rsidP="00B463E2">
            <w:pPr>
              <w:tabs>
                <w:tab w:val="left" w:pos="9990"/>
              </w:tabs>
              <w:ind w:right="90"/>
              <w:jc w:val="both"/>
              <w:rPr>
                <w:rFonts w:ascii="Calibri" w:hAnsi="Calibri" w:cs="Calibri"/>
                <w:noProof w:val="0"/>
                <w:lang w:eastAsia="en-US"/>
              </w:rPr>
            </w:pPr>
          </w:p>
          <w:p w:rsidR="00D01370" w:rsidRPr="00A8786A" w:rsidRDefault="00D01370" w:rsidP="00B463E2">
            <w:pPr>
              <w:tabs>
                <w:tab w:val="left" w:pos="9990"/>
              </w:tabs>
              <w:ind w:right="90"/>
              <w:jc w:val="both"/>
              <w:rPr>
                <w:rFonts w:ascii="Calibri" w:hAnsi="Calibri" w:cs="Calibri"/>
                <w:noProof w:val="0"/>
                <w:lang w:eastAsia="en-US"/>
              </w:rPr>
            </w:pPr>
          </w:p>
          <w:p w:rsidR="00D01370" w:rsidRPr="00A8786A" w:rsidRDefault="00D01370" w:rsidP="00B463E2">
            <w:pPr>
              <w:tabs>
                <w:tab w:val="left" w:pos="9990"/>
              </w:tabs>
              <w:ind w:right="90"/>
              <w:jc w:val="both"/>
              <w:rPr>
                <w:rFonts w:ascii="Calibri" w:hAnsi="Calibri" w:cs="Calibri"/>
                <w:noProof w:val="0"/>
                <w:lang w:eastAsia="en-US"/>
              </w:rPr>
            </w:pPr>
          </w:p>
          <w:p w:rsidR="00D01370" w:rsidRPr="00A8786A" w:rsidRDefault="00D01370" w:rsidP="00B463E2">
            <w:pPr>
              <w:tabs>
                <w:tab w:val="left" w:pos="9990"/>
              </w:tabs>
              <w:ind w:right="90"/>
              <w:jc w:val="both"/>
              <w:rPr>
                <w:rFonts w:ascii="Calibri" w:hAnsi="Calibri" w:cs="Calibri"/>
                <w:noProof w:val="0"/>
                <w:lang w:eastAsia="en-US"/>
              </w:rPr>
            </w:pPr>
          </w:p>
          <w:p w:rsidR="00D01370" w:rsidRPr="00A8786A" w:rsidRDefault="00D01370" w:rsidP="00B463E2">
            <w:pPr>
              <w:tabs>
                <w:tab w:val="left" w:pos="9990"/>
              </w:tabs>
              <w:ind w:right="90"/>
              <w:jc w:val="both"/>
              <w:rPr>
                <w:rFonts w:ascii="Calibri" w:hAnsi="Calibri" w:cs="Calibri"/>
                <w:noProof w:val="0"/>
                <w:lang w:eastAsia="en-US"/>
              </w:rPr>
            </w:pPr>
          </w:p>
          <w:p w:rsidR="00D01370" w:rsidRPr="00A8786A" w:rsidRDefault="00D01370" w:rsidP="00B463E2">
            <w:pPr>
              <w:tabs>
                <w:tab w:val="left" w:pos="9990"/>
              </w:tabs>
              <w:ind w:right="90"/>
              <w:jc w:val="both"/>
              <w:rPr>
                <w:rFonts w:ascii="Calibri" w:hAnsi="Calibri" w:cs="Calibri"/>
                <w:noProof w:val="0"/>
                <w:lang w:eastAsia="en-US"/>
              </w:rPr>
            </w:pPr>
          </w:p>
          <w:p w:rsidR="00D01370" w:rsidRPr="00A8786A" w:rsidRDefault="00D01370" w:rsidP="00B463E2">
            <w:pPr>
              <w:tabs>
                <w:tab w:val="left" w:pos="9990"/>
              </w:tabs>
              <w:ind w:right="90"/>
              <w:jc w:val="both"/>
              <w:rPr>
                <w:rFonts w:ascii="Calibri" w:hAnsi="Calibri" w:cs="Calibri"/>
                <w:noProof w:val="0"/>
                <w:lang w:eastAsia="en-US"/>
              </w:rPr>
            </w:pPr>
          </w:p>
          <w:p w:rsidR="00D01370" w:rsidRPr="00A8786A" w:rsidRDefault="00D01370" w:rsidP="00B463E2">
            <w:pPr>
              <w:tabs>
                <w:tab w:val="left" w:pos="9990"/>
              </w:tabs>
              <w:ind w:right="90"/>
              <w:jc w:val="both"/>
              <w:rPr>
                <w:rFonts w:ascii="Calibri" w:hAnsi="Calibri" w:cs="Calibri"/>
                <w:noProof w:val="0"/>
                <w:lang w:eastAsia="en-US"/>
              </w:rPr>
            </w:pPr>
          </w:p>
          <w:p w:rsidR="00D01370" w:rsidRPr="00A8786A" w:rsidRDefault="00D01370" w:rsidP="00B463E2">
            <w:pPr>
              <w:tabs>
                <w:tab w:val="left" w:pos="9990"/>
              </w:tabs>
              <w:ind w:right="90"/>
              <w:jc w:val="both"/>
              <w:rPr>
                <w:rFonts w:ascii="Calibri" w:hAnsi="Calibri" w:cs="Calibri"/>
                <w:noProof w:val="0"/>
                <w:lang w:eastAsia="en-US"/>
              </w:rPr>
            </w:pPr>
          </w:p>
          <w:p w:rsidR="00D01370" w:rsidRDefault="00D01370" w:rsidP="00B463E2">
            <w:pPr>
              <w:tabs>
                <w:tab w:val="left" w:pos="9990"/>
              </w:tabs>
              <w:ind w:right="90"/>
              <w:jc w:val="both"/>
              <w:rPr>
                <w:rFonts w:ascii="Calibri" w:hAnsi="Calibri" w:cs="Calibri"/>
                <w:noProof w:val="0"/>
                <w:lang w:eastAsia="en-US"/>
              </w:rPr>
            </w:pPr>
          </w:p>
          <w:p w:rsidR="00A00996" w:rsidRDefault="00A00996" w:rsidP="00B463E2">
            <w:pPr>
              <w:tabs>
                <w:tab w:val="left" w:pos="9990"/>
              </w:tabs>
              <w:ind w:right="90"/>
              <w:jc w:val="both"/>
              <w:rPr>
                <w:rFonts w:ascii="Calibri" w:hAnsi="Calibri" w:cs="Calibri"/>
                <w:noProof w:val="0"/>
                <w:lang w:eastAsia="en-US"/>
              </w:rPr>
            </w:pPr>
          </w:p>
          <w:p w:rsidR="00A00996" w:rsidRDefault="00A00996" w:rsidP="00B463E2">
            <w:pPr>
              <w:tabs>
                <w:tab w:val="left" w:pos="9990"/>
              </w:tabs>
              <w:ind w:right="90"/>
              <w:jc w:val="both"/>
              <w:rPr>
                <w:rFonts w:ascii="Calibri" w:hAnsi="Calibri" w:cs="Calibri"/>
                <w:noProof w:val="0"/>
                <w:lang w:eastAsia="en-US"/>
              </w:rPr>
            </w:pPr>
          </w:p>
          <w:p w:rsidR="00A00996" w:rsidRDefault="00A00996" w:rsidP="00B463E2">
            <w:pPr>
              <w:tabs>
                <w:tab w:val="left" w:pos="9990"/>
              </w:tabs>
              <w:ind w:right="90"/>
              <w:jc w:val="both"/>
              <w:rPr>
                <w:rFonts w:ascii="Calibri" w:hAnsi="Calibri" w:cs="Calibri"/>
                <w:noProof w:val="0"/>
                <w:lang w:eastAsia="en-US"/>
              </w:rPr>
            </w:pPr>
          </w:p>
          <w:p w:rsidR="00A00996" w:rsidRDefault="00A00996" w:rsidP="00B463E2">
            <w:pPr>
              <w:tabs>
                <w:tab w:val="left" w:pos="9990"/>
              </w:tabs>
              <w:ind w:right="90"/>
              <w:jc w:val="both"/>
              <w:rPr>
                <w:rFonts w:ascii="Calibri" w:hAnsi="Calibri" w:cs="Calibri"/>
                <w:noProof w:val="0"/>
                <w:lang w:eastAsia="en-US"/>
              </w:rPr>
            </w:pPr>
          </w:p>
          <w:p w:rsidR="00A00996" w:rsidRDefault="00A00996" w:rsidP="00B463E2">
            <w:pPr>
              <w:tabs>
                <w:tab w:val="left" w:pos="9990"/>
              </w:tabs>
              <w:ind w:right="90"/>
              <w:jc w:val="both"/>
              <w:rPr>
                <w:rFonts w:ascii="Calibri" w:hAnsi="Calibri" w:cs="Calibri"/>
                <w:noProof w:val="0"/>
                <w:lang w:eastAsia="en-US"/>
              </w:rPr>
            </w:pPr>
          </w:p>
          <w:p w:rsidR="00A00996" w:rsidRPr="00A8786A" w:rsidRDefault="00A00996" w:rsidP="00B463E2">
            <w:pPr>
              <w:tabs>
                <w:tab w:val="left" w:pos="9990"/>
              </w:tabs>
              <w:ind w:right="90"/>
              <w:jc w:val="both"/>
              <w:rPr>
                <w:rFonts w:ascii="Calibri" w:hAnsi="Calibri" w:cs="Calibri"/>
                <w:noProof w:val="0"/>
                <w:lang w:eastAsia="en-US"/>
              </w:rPr>
            </w:pPr>
          </w:p>
          <w:p w:rsidR="00D01370" w:rsidRPr="00A8786A" w:rsidRDefault="00D01370" w:rsidP="00B463E2">
            <w:pPr>
              <w:tabs>
                <w:tab w:val="left" w:pos="9990"/>
              </w:tabs>
              <w:ind w:right="90"/>
              <w:jc w:val="both"/>
              <w:rPr>
                <w:rFonts w:ascii="Calibri" w:hAnsi="Calibri" w:cs="Calibri"/>
                <w:noProof w:val="0"/>
                <w:lang w:eastAsia="en-US"/>
              </w:rPr>
            </w:pPr>
          </w:p>
          <w:p w:rsidR="00D01370" w:rsidRPr="00A8786A" w:rsidRDefault="00D01370" w:rsidP="00B463E2">
            <w:pPr>
              <w:tabs>
                <w:tab w:val="left" w:pos="9990"/>
              </w:tabs>
              <w:ind w:right="90"/>
              <w:jc w:val="both"/>
              <w:rPr>
                <w:rFonts w:ascii="Calibri" w:hAnsi="Calibri" w:cs="Calibri"/>
                <w:noProof w:val="0"/>
                <w:lang w:eastAsia="en-US"/>
              </w:rPr>
            </w:pPr>
          </w:p>
          <w:p w:rsidR="00D01370" w:rsidRPr="00A8786A" w:rsidRDefault="00513A21" w:rsidP="00B463E2">
            <w:pPr>
              <w:tabs>
                <w:tab w:val="left" w:pos="9990"/>
              </w:tabs>
              <w:ind w:right="90"/>
              <w:jc w:val="both"/>
              <w:rPr>
                <w:rFonts w:ascii="Calibri" w:hAnsi="Calibri" w:cs="Calibri"/>
                <w:noProof w:val="0"/>
                <w:lang w:eastAsia="en-US"/>
              </w:rPr>
            </w:pPr>
            <w:r w:rsidRPr="00A8786A">
              <w:rPr>
                <w:rFonts w:ascii="Calibri" w:hAnsi="Calibri" w:cs="Calibri"/>
                <w:noProof w:val="0"/>
                <w:lang w:eastAsia="en-US"/>
              </w:rPr>
              <w:t>____________</w:t>
            </w:r>
          </w:p>
          <w:p w:rsidR="00D01370" w:rsidRPr="00A8786A" w:rsidRDefault="00513A21" w:rsidP="00B463E2">
            <w:pPr>
              <w:tabs>
                <w:tab w:val="left" w:pos="9990"/>
              </w:tabs>
              <w:ind w:right="90"/>
              <w:jc w:val="both"/>
              <w:rPr>
                <w:rFonts w:ascii="Calibri" w:hAnsi="Calibri" w:cs="Calibri"/>
                <w:noProof w:val="0"/>
                <w:lang w:eastAsia="en-US"/>
              </w:rPr>
            </w:pPr>
            <w:r w:rsidRPr="00A8786A">
              <w:rPr>
                <w:rFonts w:ascii="Calibri" w:hAnsi="Calibri" w:cs="Calibri"/>
                <w:noProof w:val="0"/>
                <w:lang w:eastAsia="en-US"/>
              </w:rPr>
              <w:t>    *) Se va completa de către repreze</w:t>
            </w:r>
            <w:r w:rsidR="00640E22">
              <w:rPr>
                <w:rFonts w:ascii="Calibri" w:hAnsi="Calibri" w:cs="Calibri"/>
                <w:noProof w:val="0"/>
                <w:lang w:eastAsia="en-US"/>
              </w:rPr>
              <w:t>ntantul legal al solicitantului/parten</w:t>
            </w:r>
            <w:r w:rsidR="009A6FE2">
              <w:rPr>
                <w:rFonts w:ascii="Calibri" w:hAnsi="Calibri" w:cs="Calibri"/>
                <w:noProof w:val="0"/>
                <w:lang w:eastAsia="en-US"/>
              </w:rPr>
              <w:t>e</w:t>
            </w:r>
            <w:r w:rsidR="00640E22">
              <w:rPr>
                <w:rFonts w:ascii="Calibri" w:hAnsi="Calibri" w:cs="Calibri"/>
                <w:noProof w:val="0"/>
                <w:lang w:eastAsia="en-US"/>
              </w:rPr>
              <w:t>rului.</w:t>
            </w:r>
          </w:p>
          <w:p w:rsidR="005B7C92" w:rsidRDefault="005B7C92" w:rsidP="00B463E2">
            <w:pPr>
              <w:tabs>
                <w:tab w:val="left" w:pos="9990"/>
              </w:tabs>
              <w:ind w:right="90"/>
              <w:jc w:val="both"/>
              <w:rPr>
                <w:rFonts w:ascii="Calibri" w:hAnsi="Calibri" w:cs="Calibri"/>
                <w:noProof w:val="0"/>
                <w:lang w:eastAsia="en-US"/>
              </w:rPr>
            </w:pPr>
          </w:p>
          <w:p w:rsidR="00A00996" w:rsidRPr="00A8786A" w:rsidRDefault="00A00996" w:rsidP="00B463E2">
            <w:pPr>
              <w:tabs>
                <w:tab w:val="left" w:pos="9990"/>
              </w:tabs>
              <w:ind w:right="90"/>
              <w:jc w:val="both"/>
              <w:rPr>
                <w:rFonts w:ascii="Calibri" w:hAnsi="Calibri" w:cs="Calibri"/>
                <w:noProof w:val="0"/>
                <w:lang w:eastAsia="en-US"/>
              </w:rPr>
            </w:pPr>
          </w:p>
          <w:p w:rsidR="009B6183" w:rsidRPr="00A8786A" w:rsidRDefault="009B6183" w:rsidP="009B6183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b/>
                <w:lang w:eastAsia="en-US"/>
              </w:rPr>
            </w:pPr>
            <w:r w:rsidRPr="00A8786A">
              <w:rPr>
                <w:rFonts w:ascii="Calibri" w:hAnsi="Calibri" w:cs="Calibri"/>
                <w:b/>
                <w:lang w:eastAsia="en-US"/>
              </w:rPr>
              <w:lastRenderedPageBreak/>
              <w:t>DECLARAŢIE</w:t>
            </w:r>
          </w:p>
          <w:p w:rsidR="009B6183" w:rsidRPr="00A8786A" w:rsidRDefault="009B6183" w:rsidP="009B6183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b/>
                <w:lang w:eastAsia="en-US"/>
              </w:rPr>
            </w:pPr>
            <w:r w:rsidRPr="00A8786A">
              <w:rPr>
                <w:rFonts w:ascii="Calibri" w:hAnsi="Calibri" w:cs="Calibri"/>
                <w:b/>
                <w:lang w:eastAsia="en-US"/>
              </w:rPr>
              <w:t>privind eligibilitatea TVA aferentă cheltuielilor efectuate în cadrul operațiunii al cărei cost total este mai mare de 5.000.000 EUR (inclusiv TVA)</w:t>
            </w:r>
          </w:p>
          <w:p w:rsidR="00E8700E" w:rsidRPr="00A8786A" w:rsidRDefault="00E8700E" w:rsidP="00B463E2">
            <w:pPr>
              <w:tabs>
                <w:tab w:val="left" w:pos="9990"/>
              </w:tabs>
              <w:ind w:right="90"/>
              <w:jc w:val="both"/>
              <w:rPr>
                <w:rFonts w:ascii="Calibri" w:hAnsi="Calibri" w:cs="Calibri"/>
                <w:noProof w:val="0"/>
                <w:lang w:eastAsia="en-US"/>
              </w:rPr>
            </w:pPr>
          </w:p>
        </w:tc>
      </w:tr>
      <w:tr w:rsidR="009B6183" w:rsidRPr="00A8786A" w:rsidTr="0018576E">
        <w:tblPrEx>
          <w:jc w:val="center"/>
        </w:tblPrEx>
        <w:trPr>
          <w:trHeight w:val="166"/>
          <w:jc w:val="center"/>
        </w:trPr>
        <w:tc>
          <w:tcPr>
            <w:tcW w:w="10206" w:type="dxa"/>
            <w:gridSpan w:val="6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9B6183" w:rsidRPr="00A8786A" w:rsidRDefault="009B6183" w:rsidP="00640E22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  <w:r w:rsidRPr="00A8786A">
              <w:rPr>
                <w:rFonts w:ascii="Calibri" w:hAnsi="Calibri" w:cs="Calibri"/>
                <w:noProof w:val="0"/>
                <w:lang w:eastAsia="en-US"/>
              </w:rPr>
              <w:lastRenderedPageBreak/>
              <w:t>    A. Date de identificare a persoanei juridice</w:t>
            </w:r>
          </w:p>
        </w:tc>
      </w:tr>
      <w:tr w:rsidR="009B6183" w:rsidRPr="00A8786A" w:rsidTr="0018576E">
        <w:tblPrEx>
          <w:jc w:val="center"/>
        </w:tblPrEx>
        <w:trPr>
          <w:trHeight w:val="4070"/>
          <w:jc w:val="center"/>
        </w:trPr>
        <w:tc>
          <w:tcPr>
            <w:tcW w:w="10206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B6183" w:rsidRPr="00A8786A" w:rsidRDefault="009B6183" w:rsidP="009B4F77">
            <w:pPr>
              <w:rPr>
                <w:rFonts w:ascii="Calibri" w:hAnsi="Calibri" w:cs="Calibri"/>
                <w:noProof w:val="0"/>
                <w:lang w:eastAsia="en-US"/>
              </w:rPr>
            </w:pPr>
          </w:p>
          <w:tbl>
            <w:tblPr>
              <w:tblW w:w="8904" w:type="dxa"/>
              <w:tblBorders>
                <w:top w:val="outset" w:sz="2" w:space="0" w:color="auto"/>
                <w:left w:val="outset" w:sz="2" w:space="0" w:color="auto"/>
                <w:bottom w:val="outset" w:sz="2" w:space="0" w:color="auto"/>
                <w:right w:val="outset" w:sz="2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781"/>
              <w:gridCol w:w="182"/>
              <w:gridCol w:w="182"/>
              <w:gridCol w:w="182"/>
              <w:gridCol w:w="228"/>
              <w:gridCol w:w="228"/>
              <w:gridCol w:w="228"/>
              <w:gridCol w:w="228"/>
              <w:gridCol w:w="209"/>
              <w:gridCol w:w="228"/>
              <w:gridCol w:w="228"/>
            </w:tblGrid>
            <w:tr w:rsidR="009B6183" w:rsidRPr="00A8786A" w:rsidTr="009B4F77">
              <w:trPr>
                <w:trHeight w:val="166"/>
              </w:trPr>
              <w:tc>
                <w:tcPr>
                  <w:tcW w:w="6781" w:type="dxa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  <w:hideMark/>
                </w:tcPr>
                <w:p w:rsidR="009B6183" w:rsidRPr="00A8786A" w:rsidRDefault="009B6183" w:rsidP="009B4F77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  <w:r w:rsidRPr="00A8786A">
                    <w:rPr>
                      <w:rFonts w:ascii="Calibri" w:hAnsi="Calibri" w:cs="Calibri"/>
                      <w:noProof w:val="0"/>
                      <w:lang w:eastAsia="en-US"/>
                    </w:rPr>
                    <w:t>Codul de identificare</w:t>
                  </w:r>
                </w:p>
              </w:tc>
              <w:tc>
                <w:tcPr>
                  <w:tcW w:w="18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9B6183" w:rsidRPr="00A8786A" w:rsidRDefault="009B6183" w:rsidP="009B4F77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18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9B6183" w:rsidRPr="00A8786A" w:rsidRDefault="009B6183" w:rsidP="009B4F77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18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9B6183" w:rsidRPr="00A8786A" w:rsidRDefault="009B6183" w:rsidP="009B4F77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22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9B6183" w:rsidRPr="00A8786A" w:rsidRDefault="009B6183" w:rsidP="009B4F77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22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9B6183" w:rsidRPr="00A8786A" w:rsidRDefault="009B6183" w:rsidP="009B4F77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22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9B6183" w:rsidRPr="00A8786A" w:rsidRDefault="009B6183" w:rsidP="009B4F77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22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9B6183" w:rsidRPr="00A8786A" w:rsidRDefault="009B6183" w:rsidP="009B4F77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20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9B6183" w:rsidRPr="00A8786A" w:rsidRDefault="009B6183" w:rsidP="009B4F77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22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9B6183" w:rsidRPr="00A8786A" w:rsidRDefault="009B6183" w:rsidP="009B4F77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22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9B6183" w:rsidRPr="00A8786A" w:rsidRDefault="009B6183" w:rsidP="009B4F77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</w:tr>
          </w:tbl>
          <w:p w:rsidR="009B6183" w:rsidRPr="00A8786A" w:rsidRDefault="009B6183" w:rsidP="009B4F77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  <w:r w:rsidRPr="00A8786A">
              <w:rPr>
                <w:rFonts w:ascii="Calibri" w:hAnsi="Calibri" w:cs="Calibri"/>
                <w:noProof w:val="0"/>
                <w:lang w:eastAsia="en-US"/>
              </w:rPr>
              <w:t> </w:t>
            </w:r>
          </w:p>
          <w:tbl>
            <w:tblPr>
              <w:tblW w:w="9771" w:type="dxa"/>
              <w:tblBorders>
                <w:top w:val="outset" w:sz="2" w:space="0" w:color="auto"/>
                <w:left w:val="outset" w:sz="2" w:space="0" w:color="auto"/>
                <w:bottom w:val="outset" w:sz="2" w:space="0" w:color="auto"/>
                <w:right w:val="outset" w:sz="2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134"/>
              <w:gridCol w:w="7637"/>
            </w:tblGrid>
            <w:tr w:rsidR="009B6183" w:rsidRPr="00A8786A" w:rsidTr="0018576E">
              <w:trPr>
                <w:trHeight w:val="166"/>
              </w:trPr>
              <w:tc>
                <w:tcPr>
                  <w:tcW w:w="2134" w:type="dxa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  <w:hideMark/>
                </w:tcPr>
                <w:p w:rsidR="009B6183" w:rsidRPr="00A8786A" w:rsidRDefault="009B6183" w:rsidP="009B4F77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  <w:r w:rsidRPr="00A8786A">
                    <w:rPr>
                      <w:rFonts w:ascii="Calibri" w:hAnsi="Calibri" w:cs="Calibri"/>
                      <w:noProof w:val="0"/>
                      <w:lang w:eastAsia="en-US"/>
                    </w:rPr>
                    <w:t>Denumirea</w:t>
                  </w:r>
                </w:p>
              </w:tc>
              <w:tc>
                <w:tcPr>
                  <w:tcW w:w="76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9B6183" w:rsidRPr="00A8786A" w:rsidRDefault="009B6183" w:rsidP="009B4F77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</w:tr>
          </w:tbl>
          <w:p w:rsidR="009B6183" w:rsidRPr="00A8786A" w:rsidRDefault="009B6183" w:rsidP="009B4F77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  <w:p w:rsidR="009B6183" w:rsidRPr="00A8786A" w:rsidRDefault="009B6183" w:rsidP="009B4F77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  <w:r w:rsidRPr="00A8786A">
              <w:rPr>
                <w:rFonts w:ascii="Calibri" w:hAnsi="Calibri" w:cs="Calibri"/>
                <w:noProof w:val="0"/>
                <w:lang w:eastAsia="en-US"/>
              </w:rPr>
              <w:t>Domiciliul fiscal</w:t>
            </w:r>
          </w:p>
          <w:tbl>
            <w:tblPr>
              <w:tblW w:w="9771" w:type="dxa"/>
              <w:tblBorders>
                <w:top w:val="outset" w:sz="2" w:space="0" w:color="auto"/>
                <w:left w:val="outset" w:sz="2" w:space="0" w:color="auto"/>
                <w:bottom w:val="outset" w:sz="2" w:space="0" w:color="auto"/>
                <w:right w:val="outset" w:sz="2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47"/>
              <w:gridCol w:w="1547"/>
              <w:gridCol w:w="2733"/>
              <w:gridCol w:w="1484"/>
              <w:gridCol w:w="1701"/>
              <w:gridCol w:w="1559"/>
            </w:tblGrid>
            <w:tr w:rsidR="009B6183" w:rsidRPr="00A8786A" w:rsidTr="0018576E">
              <w:trPr>
                <w:trHeight w:val="177"/>
              </w:trPr>
              <w:tc>
                <w:tcPr>
                  <w:tcW w:w="747" w:type="dxa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  <w:hideMark/>
                </w:tcPr>
                <w:p w:rsidR="009B6183" w:rsidRPr="00A8786A" w:rsidRDefault="009B6183" w:rsidP="009B4F77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  <w:r w:rsidRPr="00A8786A">
                    <w:rPr>
                      <w:rFonts w:ascii="Calibri" w:hAnsi="Calibri" w:cs="Calibri"/>
                      <w:noProof w:val="0"/>
                      <w:lang w:eastAsia="en-US"/>
                    </w:rPr>
                    <w:t>Județul</w:t>
                  </w:r>
                </w:p>
              </w:tc>
              <w:tc>
                <w:tcPr>
                  <w:tcW w:w="154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9B6183" w:rsidRPr="00A8786A" w:rsidRDefault="009B6183" w:rsidP="009B4F77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2733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9B6183" w:rsidRPr="00A8786A" w:rsidRDefault="009B6183" w:rsidP="009B4F77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  <w:r w:rsidRPr="00A8786A">
                    <w:rPr>
                      <w:rFonts w:ascii="Calibri" w:hAnsi="Calibri" w:cs="Calibri"/>
                      <w:noProof w:val="0"/>
                      <w:lang w:eastAsia="en-US"/>
                    </w:rPr>
                    <w:t>                      Localitatea  </w:t>
                  </w:r>
                </w:p>
              </w:tc>
              <w:tc>
                <w:tcPr>
                  <w:tcW w:w="148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9B6183" w:rsidRPr="00A8786A" w:rsidRDefault="009B6183" w:rsidP="009B4F77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1701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9B6183" w:rsidRPr="00A8786A" w:rsidRDefault="009B6183" w:rsidP="009B4F77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  <w:r w:rsidRPr="00A8786A">
                    <w:rPr>
                      <w:rFonts w:ascii="Calibri" w:hAnsi="Calibri" w:cs="Calibri"/>
                      <w:noProof w:val="0"/>
                      <w:lang w:eastAsia="en-US"/>
                    </w:rPr>
                    <w:t>               Strada</w:t>
                  </w:r>
                </w:p>
              </w:tc>
              <w:tc>
                <w:tcPr>
                  <w:tcW w:w="155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9B6183" w:rsidRPr="00A8786A" w:rsidRDefault="009B6183" w:rsidP="009B4F77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</w:tr>
          </w:tbl>
          <w:p w:rsidR="009B6183" w:rsidRPr="00A8786A" w:rsidRDefault="009B6183" w:rsidP="009B4F77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  <w:tbl>
            <w:tblPr>
              <w:tblW w:w="9771" w:type="dxa"/>
              <w:tblBorders>
                <w:top w:val="outset" w:sz="2" w:space="0" w:color="auto"/>
                <w:left w:val="outset" w:sz="2" w:space="0" w:color="auto"/>
                <w:bottom w:val="outset" w:sz="2" w:space="0" w:color="auto"/>
                <w:right w:val="outset" w:sz="2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68"/>
              <w:gridCol w:w="173"/>
              <w:gridCol w:w="1826"/>
              <w:gridCol w:w="586"/>
              <w:gridCol w:w="1207"/>
              <w:gridCol w:w="1207"/>
              <w:gridCol w:w="2447"/>
              <w:gridCol w:w="1757"/>
            </w:tblGrid>
            <w:tr w:rsidR="009B6183" w:rsidRPr="00A8786A" w:rsidTr="0018576E">
              <w:trPr>
                <w:trHeight w:val="166"/>
              </w:trPr>
              <w:tc>
                <w:tcPr>
                  <w:tcW w:w="568" w:type="dxa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  <w:hideMark/>
                </w:tcPr>
                <w:p w:rsidR="009B6183" w:rsidRPr="00A8786A" w:rsidRDefault="009B6183" w:rsidP="009B4F77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  <w:r w:rsidRPr="00A8786A">
                    <w:rPr>
                      <w:rFonts w:ascii="Calibri" w:hAnsi="Calibri" w:cs="Calibri"/>
                      <w:noProof w:val="0"/>
                      <w:lang w:eastAsia="en-US"/>
                    </w:rPr>
                    <w:t>Ap.</w:t>
                  </w:r>
                </w:p>
              </w:tc>
              <w:tc>
                <w:tcPr>
                  <w:tcW w:w="17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9B6183" w:rsidRPr="00A8786A" w:rsidRDefault="009B6183" w:rsidP="009B4F77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1826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9B6183" w:rsidRPr="00A8786A" w:rsidRDefault="009B6183" w:rsidP="009B4F77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  <w:r w:rsidRPr="00A8786A">
                    <w:rPr>
                      <w:rFonts w:ascii="Calibri" w:hAnsi="Calibri" w:cs="Calibri"/>
                      <w:noProof w:val="0"/>
                      <w:lang w:eastAsia="en-US"/>
                    </w:rPr>
                    <w:t>    Codul poștal </w:t>
                  </w:r>
                </w:p>
              </w:tc>
              <w:tc>
                <w:tcPr>
                  <w:tcW w:w="58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9B6183" w:rsidRPr="00A8786A" w:rsidRDefault="009B6183" w:rsidP="009B4F77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1207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9B6183" w:rsidRPr="00A8786A" w:rsidRDefault="009B6183" w:rsidP="009B4F77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  <w:r w:rsidRPr="00A8786A">
                    <w:rPr>
                      <w:rFonts w:ascii="Calibri" w:hAnsi="Calibri" w:cs="Calibri"/>
                      <w:noProof w:val="0"/>
                      <w:lang w:eastAsia="en-US"/>
                    </w:rPr>
                    <w:t>    Sectorul</w:t>
                  </w:r>
                </w:p>
              </w:tc>
              <w:tc>
                <w:tcPr>
                  <w:tcW w:w="120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9B6183" w:rsidRPr="00A8786A" w:rsidRDefault="009B6183" w:rsidP="009B4F77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2447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9B6183" w:rsidRPr="00A8786A" w:rsidRDefault="009B6183" w:rsidP="009B4F77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  <w:r w:rsidRPr="00A8786A">
                    <w:rPr>
                      <w:rFonts w:ascii="Calibri" w:hAnsi="Calibri" w:cs="Calibri"/>
                      <w:noProof w:val="0"/>
                      <w:lang w:eastAsia="en-US"/>
                    </w:rPr>
                    <w:t>                    Telefon</w:t>
                  </w:r>
                </w:p>
              </w:tc>
              <w:tc>
                <w:tcPr>
                  <w:tcW w:w="175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9B6183" w:rsidRPr="00A8786A" w:rsidRDefault="009B6183" w:rsidP="009B4F77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</w:tr>
          </w:tbl>
          <w:p w:rsidR="009B6183" w:rsidRPr="00A8786A" w:rsidRDefault="009B6183" w:rsidP="009B4F77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  <w:tbl>
            <w:tblPr>
              <w:tblW w:w="10461" w:type="dxa"/>
              <w:tblBorders>
                <w:top w:val="outset" w:sz="2" w:space="0" w:color="auto"/>
                <w:left w:val="outset" w:sz="2" w:space="0" w:color="auto"/>
                <w:bottom w:val="outset" w:sz="2" w:space="0" w:color="auto"/>
                <w:right w:val="outset" w:sz="2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25"/>
              <w:gridCol w:w="1515"/>
              <w:gridCol w:w="2676"/>
              <w:gridCol w:w="2676"/>
              <w:gridCol w:w="2869"/>
            </w:tblGrid>
            <w:tr w:rsidR="009B6183" w:rsidRPr="00A8786A" w:rsidTr="009B4F77">
              <w:trPr>
                <w:trHeight w:val="166"/>
              </w:trPr>
              <w:tc>
                <w:tcPr>
                  <w:tcW w:w="725" w:type="dxa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  <w:hideMark/>
                </w:tcPr>
                <w:p w:rsidR="009B6183" w:rsidRPr="00A8786A" w:rsidRDefault="009B6183" w:rsidP="009B4F77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  <w:r w:rsidRPr="00A8786A">
                    <w:rPr>
                      <w:rFonts w:ascii="Calibri" w:hAnsi="Calibri" w:cs="Calibri"/>
                      <w:noProof w:val="0"/>
                      <w:lang w:eastAsia="en-US"/>
                    </w:rPr>
                    <w:t>Fax</w:t>
                  </w:r>
                </w:p>
              </w:tc>
              <w:tc>
                <w:tcPr>
                  <w:tcW w:w="151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9B6183" w:rsidRPr="00A8786A" w:rsidRDefault="009B6183" w:rsidP="009B4F77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2676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9B6183" w:rsidRPr="00A8786A" w:rsidRDefault="009B6183" w:rsidP="009B4F77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  <w:r w:rsidRPr="00A8786A">
                    <w:rPr>
                      <w:rFonts w:ascii="Calibri" w:hAnsi="Calibri" w:cs="Calibri"/>
                      <w:noProof w:val="0"/>
                      <w:lang w:eastAsia="en-US"/>
                    </w:rPr>
                    <w:t>                       E-mail  </w:t>
                  </w:r>
                </w:p>
              </w:tc>
              <w:tc>
                <w:tcPr>
                  <w:tcW w:w="267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9B6183" w:rsidRPr="00A8786A" w:rsidRDefault="009B6183" w:rsidP="009B4F77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2869" w:type="dxa"/>
                  <w:tcBorders>
                    <w:top w:val="nil"/>
                    <w:left w:val="single" w:sz="6" w:space="0" w:color="000000"/>
                    <w:bottom w:val="nil"/>
                    <w:right w:val="nil"/>
                  </w:tcBorders>
                  <w:hideMark/>
                </w:tcPr>
                <w:p w:rsidR="009B6183" w:rsidRPr="00A8786A" w:rsidRDefault="009B6183" w:rsidP="009B4F77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  <w:r w:rsidRPr="00A8786A">
                    <w:rPr>
                      <w:rFonts w:ascii="Calibri" w:hAnsi="Calibri" w:cs="Calibri"/>
                      <w:noProof w:val="0"/>
                      <w:lang w:eastAsia="en-US"/>
                    </w:rPr>
                    <w:t>                               </w:t>
                  </w:r>
                </w:p>
              </w:tc>
            </w:tr>
          </w:tbl>
          <w:p w:rsidR="009B6183" w:rsidRPr="00A8786A" w:rsidRDefault="009B6183" w:rsidP="009B4F77">
            <w:pPr>
              <w:rPr>
                <w:rFonts w:ascii="Calibri" w:hAnsi="Calibri" w:cs="Calibri"/>
                <w:noProof w:val="0"/>
                <w:lang w:eastAsia="en-US"/>
              </w:rPr>
            </w:pPr>
          </w:p>
        </w:tc>
      </w:tr>
      <w:tr w:rsidR="00E8700E" w:rsidRPr="00A8786A" w:rsidTr="0018576E">
        <w:tc>
          <w:tcPr>
            <w:tcW w:w="10206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E8700E" w:rsidRPr="00A8786A" w:rsidRDefault="00E8700E" w:rsidP="00E8700E">
            <w:pPr>
              <w:ind w:right="720"/>
              <w:jc w:val="both"/>
              <w:rPr>
                <w:rFonts w:ascii="Calibri" w:hAnsi="Calibri" w:cs="Calibri"/>
                <w:noProof w:val="0"/>
                <w:color w:val="FF0000"/>
                <w:lang w:eastAsia="en-US"/>
              </w:rPr>
            </w:pPr>
          </w:p>
          <w:p w:rsidR="00B67CDD" w:rsidRPr="00A8786A" w:rsidRDefault="00B67CDD" w:rsidP="00E8700E">
            <w:pPr>
              <w:ind w:right="720"/>
              <w:jc w:val="both"/>
              <w:rPr>
                <w:rFonts w:ascii="Calibri" w:hAnsi="Calibri" w:cs="Calibri"/>
                <w:noProof w:val="0"/>
                <w:color w:val="FF0000"/>
                <w:lang w:eastAsia="en-US"/>
              </w:rPr>
            </w:pPr>
          </w:p>
        </w:tc>
      </w:tr>
      <w:tr w:rsidR="00B67CDD" w:rsidRPr="00A8786A" w:rsidTr="0018576E">
        <w:tblPrEx>
          <w:tblLook w:val="0000" w:firstRow="0" w:lastRow="0" w:firstColumn="0" w:lastColumn="0" w:noHBand="0" w:noVBand="0"/>
        </w:tblPrEx>
        <w:tc>
          <w:tcPr>
            <w:tcW w:w="10206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B67CDD" w:rsidRPr="00A8786A" w:rsidRDefault="00B67CDD" w:rsidP="00640E22">
            <w:pPr>
              <w:spacing w:before="100" w:beforeAutospacing="1" w:after="100" w:afterAutospacing="1"/>
              <w:rPr>
                <w:rFonts w:ascii="Calibri" w:hAnsi="Calibri" w:cs="Calibri"/>
                <w:lang w:eastAsia="en-US"/>
              </w:rPr>
            </w:pPr>
            <w:r w:rsidRPr="00A8786A">
              <w:rPr>
                <w:rFonts w:ascii="Calibri" w:hAnsi="Calibri" w:cs="Calibri"/>
                <w:lang w:eastAsia="en-US"/>
              </w:rPr>
              <w:t xml:space="preserve">    B. Date de identificare a </w:t>
            </w:r>
            <w:r w:rsidR="002A5AC7" w:rsidRPr="00A8786A">
              <w:rPr>
                <w:rFonts w:ascii="Calibri" w:hAnsi="Calibri" w:cs="Calibri"/>
                <w:lang w:eastAsia="en-US"/>
              </w:rPr>
              <w:t>operațiunii</w:t>
            </w:r>
          </w:p>
        </w:tc>
      </w:tr>
      <w:tr w:rsidR="00B67CDD" w:rsidRPr="00A8786A" w:rsidTr="0018576E">
        <w:tblPrEx>
          <w:tblLook w:val="0000" w:firstRow="0" w:lastRow="0" w:firstColumn="0" w:lastColumn="0" w:noHBand="0" w:noVBand="0"/>
        </w:tblPrEx>
        <w:tc>
          <w:tcPr>
            <w:tcW w:w="10206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10485" w:type="dxa"/>
              <w:tblBorders>
                <w:top w:val="outset" w:sz="2" w:space="0" w:color="auto"/>
                <w:left w:val="outset" w:sz="2" w:space="0" w:color="auto"/>
                <w:bottom w:val="outset" w:sz="2" w:space="0" w:color="auto"/>
                <w:right w:val="outset" w:sz="2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0080"/>
              <w:gridCol w:w="405"/>
            </w:tblGrid>
            <w:tr w:rsidR="00B67CDD" w:rsidRPr="00A8786A" w:rsidTr="002A5AC7">
              <w:trPr>
                <w:trHeight w:val="1300"/>
              </w:trPr>
              <w:tc>
                <w:tcPr>
                  <w:tcW w:w="10485" w:type="dxa"/>
                  <w:gridSpan w:val="2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</w:tcPr>
                <w:tbl>
                  <w:tblPr>
                    <w:tblpPr w:leftFromText="180" w:rightFromText="180" w:vertAnchor="text" w:tblpY="1"/>
                    <w:tblOverlap w:val="never"/>
                    <w:tblW w:w="10186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0186"/>
                  </w:tblGrid>
                  <w:tr w:rsidR="00B67CDD" w:rsidRPr="00A8786A" w:rsidTr="00A8786A">
                    <w:trPr>
                      <w:trHeight w:val="880"/>
                    </w:trPr>
                    <w:tc>
                      <w:tcPr>
                        <w:tcW w:w="10186" w:type="dxa"/>
                      </w:tcPr>
                      <w:p w:rsidR="00B67CDD" w:rsidRPr="00A8786A" w:rsidRDefault="00B67CDD" w:rsidP="00A8786A">
                        <w:pPr>
                          <w:ind w:right="277"/>
                          <w:rPr>
                            <w:rFonts w:ascii="Calibri" w:hAnsi="Calibri" w:cs="Calibri"/>
                            <w:lang w:eastAsia="ro-RO"/>
                          </w:rPr>
                        </w:pPr>
                      </w:p>
                      <w:p w:rsidR="00B67CDD" w:rsidRPr="00A8786A" w:rsidRDefault="00B67CDD" w:rsidP="00A8786A">
                        <w:pPr>
                          <w:ind w:right="277"/>
                          <w:rPr>
                            <w:rFonts w:ascii="Calibri" w:hAnsi="Calibri" w:cs="Calibri"/>
                            <w:lang w:eastAsia="ro-RO"/>
                          </w:rPr>
                        </w:pPr>
                        <w:r w:rsidRPr="00A8786A">
                          <w:rPr>
                            <w:rFonts w:ascii="Calibri" w:hAnsi="Calibri" w:cs="Calibri"/>
                            <w:lang w:eastAsia="ro-RO"/>
                          </w:rPr>
                          <w:t>Titlul proiectului</w:t>
                        </w:r>
                      </w:p>
                      <w:tbl>
                        <w:tblPr>
                          <w:tblpPr w:leftFromText="180" w:rightFromText="180" w:vertAnchor="text" w:horzAnchor="margin" w:tblpXSpec="right" w:tblpY="-311"/>
                          <w:tblOverlap w:val="never"/>
                          <w:tblW w:w="0" w:type="auto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Look w:val="01E0" w:firstRow="1" w:lastRow="1" w:firstColumn="1" w:lastColumn="1" w:noHBand="0" w:noVBand="0"/>
                        </w:tblPr>
                        <w:tblGrid>
                          <w:gridCol w:w="7355"/>
                        </w:tblGrid>
                        <w:tr w:rsidR="00B67CDD" w:rsidRPr="00A8786A" w:rsidTr="009B4F77">
                          <w:trPr>
                            <w:trHeight w:val="117"/>
                          </w:trPr>
                          <w:tc>
                            <w:tcPr>
                              <w:tcW w:w="7355" w:type="dxa"/>
                            </w:tcPr>
                            <w:p w:rsidR="00B67CDD" w:rsidRPr="00A8786A" w:rsidRDefault="00B67CDD" w:rsidP="00A8786A">
                              <w:pPr>
                                <w:ind w:right="277"/>
                                <w:rPr>
                                  <w:rFonts w:ascii="Calibri" w:hAnsi="Calibri" w:cs="Calibri"/>
                                  <w:lang w:eastAsia="ro-RO"/>
                                </w:rPr>
                              </w:pPr>
                            </w:p>
                          </w:tc>
                        </w:tr>
                      </w:tbl>
                      <w:p w:rsidR="00B67CDD" w:rsidRPr="00A8786A" w:rsidRDefault="00B67CDD" w:rsidP="00A8786A">
                        <w:pPr>
                          <w:ind w:right="277"/>
                          <w:rPr>
                            <w:rFonts w:ascii="Calibri" w:hAnsi="Calibri" w:cs="Calibri"/>
                            <w:lang w:eastAsia="ro-RO"/>
                          </w:rPr>
                        </w:pPr>
                      </w:p>
                      <w:tbl>
                        <w:tblPr>
                          <w:tblpPr w:leftFromText="180" w:rightFromText="180" w:vertAnchor="text" w:tblpXSpec="right" w:tblpY="1"/>
                          <w:tblOverlap w:val="never"/>
                          <w:tblW w:w="0" w:type="auto"/>
                          <w:jc w:val="right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Look w:val="01E0" w:firstRow="1" w:lastRow="1" w:firstColumn="1" w:lastColumn="1" w:noHBand="0" w:noVBand="0"/>
                        </w:tblPr>
                        <w:tblGrid>
                          <w:gridCol w:w="6331"/>
                        </w:tblGrid>
                        <w:tr w:rsidR="00B67CDD" w:rsidRPr="00A8786A" w:rsidTr="009B4F77">
                          <w:trPr>
                            <w:trHeight w:val="117"/>
                            <w:jc w:val="right"/>
                          </w:trPr>
                          <w:tc>
                            <w:tcPr>
                              <w:tcW w:w="6331" w:type="dxa"/>
                            </w:tcPr>
                            <w:p w:rsidR="00B67CDD" w:rsidRPr="00A8786A" w:rsidRDefault="00B67CDD" w:rsidP="00A8786A">
                              <w:pPr>
                                <w:ind w:right="277"/>
                                <w:rPr>
                                  <w:rFonts w:ascii="Calibri" w:hAnsi="Calibri" w:cs="Calibri"/>
                                  <w:lang w:eastAsia="ro-RO"/>
                                </w:rPr>
                              </w:pPr>
                            </w:p>
                          </w:tc>
                        </w:tr>
                      </w:tbl>
                      <w:p w:rsidR="00B67CDD" w:rsidRPr="00A8786A" w:rsidRDefault="00B67CDD" w:rsidP="00A8786A">
                        <w:pPr>
                          <w:ind w:right="277"/>
                          <w:rPr>
                            <w:rFonts w:ascii="Calibri" w:hAnsi="Calibri" w:cs="Calibri"/>
                            <w:lang w:eastAsia="ro-RO"/>
                          </w:rPr>
                        </w:pPr>
                        <w:r w:rsidRPr="00A8786A">
                          <w:rPr>
                            <w:rFonts w:ascii="Calibri" w:hAnsi="Calibri" w:cs="Calibri"/>
                            <w:lang w:eastAsia="ro-RO"/>
                          </w:rPr>
                          <w:t xml:space="preserve">Numele programului </w:t>
                        </w:r>
                      </w:p>
                      <w:p w:rsidR="00B67CDD" w:rsidRPr="00A8786A" w:rsidRDefault="00B67CDD" w:rsidP="00A8786A">
                        <w:pPr>
                          <w:ind w:right="277"/>
                          <w:rPr>
                            <w:rFonts w:ascii="Calibri" w:hAnsi="Calibri" w:cs="Calibri"/>
                            <w:lang w:eastAsia="ro-RO"/>
                          </w:rPr>
                        </w:pPr>
                      </w:p>
                      <w:tbl>
                        <w:tblPr>
                          <w:tblpPr w:leftFromText="180" w:rightFromText="180" w:vertAnchor="text" w:tblpXSpec="right" w:tblpY="1"/>
                          <w:tblOverlap w:val="never"/>
                          <w:tblW w:w="0" w:type="auto"/>
                          <w:jc w:val="right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Look w:val="01E0" w:firstRow="1" w:lastRow="1" w:firstColumn="1" w:lastColumn="1" w:noHBand="0" w:noVBand="0"/>
                        </w:tblPr>
                        <w:tblGrid>
                          <w:gridCol w:w="6740"/>
                        </w:tblGrid>
                        <w:tr w:rsidR="00B67CDD" w:rsidRPr="00A8786A" w:rsidTr="009B4F77">
                          <w:trPr>
                            <w:trHeight w:val="117"/>
                            <w:jc w:val="right"/>
                          </w:trPr>
                          <w:tc>
                            <w:tcPr>
                              <w:tcW w:w="6740" w:type="dxa"/>
                              <w:shd w:val="clear" w:color="auto" w:fill="auto"/>
                            </w:tcPr>
                            <w:p w:rsidR="00B67CDD" w:rsidRPr="00A8786A" w:rsidRDefault="00B67CDD" w:rsidP="00A8786A">
                              <w:pPr>
                                <w:ind w:right="277"/>
                                <w:rPr>
                                  <w:rFonts w:ascii="Calibri" w:hAnsi="Calibri" w:cs="Calibri"/>
                                  <w:lang w:eastAsia="ro-RO"/>
                                </w:rPr>
                              </w:pPr>
                            </w:p>
                          </w:tc>
                        </w:tr>
                      </w:tbl>
                      <w:p w:rsidR="00B67CDD" w:rsidRPr="00A8786A" w:rsidRDefault="00B67CDD" w:rsidP="00A8786A">
                        <w:pPr>
                          <w:ind w:right="277"/>
                          <w:rPr>
                            <w:rFonts w:ascii="Calibri" w:hAnsi="Calibri" w:cs="Calibri"/>
                            <w:lang w:eastAsia="ro-RO"/>
                          </w:rPr>
                        </w:pPr>
                        <w:r w:rsidRPr="00A8786A">
                          <w:rPr>
                            <w:rFonts w:ascii="Calibri" w:hAnsi="Calibri" w:cs="Calibri"/>
                            <w:lang w:eastAsia="ro-RO"/>
                          </w:rPr>
                          <w:t xml:space="preserve">Prioritate </w:t>
                        </w:r>
                      </w:p>
                      <w:p w:rsidR="00B67CDD" w:rsidRPr="00A8786A" w:rsidRDefault="00B67CDD" w:rsidP="00A8786A">
                        <w:pPr>
                          <w:ind w:right="277"/>
                          <w:rPr>
                            <w:rFonts w:ascii="Calibri" w:hAnsi="Calibri" w:cs="Calibri"/>
                            <w:lang w:eastAsia="ro-RO"/>
                          </w:rPr>
                        </w:pPr>
                      </w:p>
                      <w:tbl>
                        <w:tblPr>
                          <w:tblpPr w:leftFromText="180" w:rightFromText="180" w:vertAnchor="text" w:tblpXSpec="right" w:tblpY="1"/>
                          <w:tblOverlap w:val="never"/>
                          <w:tblW w:w="0" w:type="auto"/>
                          <w:jc w:val="right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Look w:val="01E0" w:firstRow="1" w:lastRow="1" w:firstColumn="1" w:lastColumn="1" w:noHBand="0" w:noVBand="0"/>
                        </w:tblPr>
                        <w:tblGrid>
                          <w:gridCol w:w="6746"/>
                        </w:tblGrid>
                        <w:tr w:rsidR="00B67CDD" w:rsidRPr="00A8786A" w:rsidTr="009B4F77">
                          <w:trPr>
                            <w:trHeight w:val="117"/>
                            <w:jc w:val="right"/>
                          </w:trPr>
                          <w:tc>
                            <w:tcPr>
                              <w:tcW w:w="6746" w:type="dxa"/>
                            </w:tcPr>
                            <w:p w:rsidR="00B67CDD" w:rsidRPr="00A8786A" w:rsidRDefault="00B67CDD" w:rsidP="00A8786A">
                              <w:pPr>
                                <w:ind w:right="277"/>
                                <w:rPr>
                                  <w:rFonts w:ascii="Calibri" w:hAnsi="Calibri" w:cs="Calibri"/>
                                  <w:lang w:eastAsia="ro-RO"/>
                                </w:rPr>
                              </w:pPr>
                            </w:p>
                          </w:tc>
                        </w:tr>
                      </w:tbl>
                      <w:p w:rsidR="00B67CDD" w:rsidRPr="00A8786A" w:rsidRDefault="00B67CDD" w:rsidP="00A8786A">
                        <w:pPr>
                          <w:ind w:right="277"/>
                          <w:rPr>
                            <w:rFonts w:ascii="Calibri" w:hAnsi="Calibri" w:cs="Calibri"/>
                            <w:lang w:eastAsia="ro-RO"/>
                          </w:rPr>
                        </w:pPr>
                        <w:r w:rsidRPr="00A8786A">
                          <w:rPr>
                            <w:rFonts w:ascii="Calibri" w:hAnsi="Calibri" w:cs="Calibri"/>
                            <w:lang w:eastAsia="ro-RO"/>
                          </w:rPr>
                          <w:t>Acțiunea</w:t>
                        </w:r>
                        <w:r w:rsidR="002A5AC7" w:rsidRPr="00A8786A">
                          <w:rPr>
                            <w:rFonts w:ascii="Calibri" w:hAnsi="Calibri" w:cs="Calibri"/>
                            <w:lang w:eastAsia="ro-RO"/>
                          </w:rPr>
                          <w:t>/Intervenția</w:t>
                        </w:r>
                      </w:p>
                      <w:p w:rsidR="00B67CDD" w:rsidRPr="00A8786A" w:rsidRDefault="00B67CDD" w:rsidP="00A8786A">
                        <w:pPr>
                          <w:ind w:right="277"/>
                          <w:rPr>
                            <w:rFonts w:ascii="Calibri" w:hAnsi="Calibri" w:cs="Calibri"/>
                            <w:lang w:eastAsia="ro-RO"/>
                          </w:rPr>
                        </w:pPr>
                      </w:p>
                      <w:tbl>
                        <w:tblPr>
                          <w:tblpPr w:leftFromText="180" w:rightFromText="180" w:vertAnchor="text" w:tblpX="3055" w:tblpY="1"/>
                          <w:tblOverlap w:val="never"/>
                          <w:tblW w:w="0" w:type="auto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Look w:val="01E0" w:firstRow="1" w:lastRow="1" w:firstColumn="1" w:lastColumn="1" w:noHBand="0" w:noVBand="0"/>
                        </w:tblPr>
                        <w:tblGrid>
                          <w:gridCol w:w="7021"/>
                        </w:tblGrid>
                        <w:tr w:rsidR="00B67CDD" w:rsidRPr="00A8786A" w:rsidTr="009B4F77">
                          <w:trPr>
                            <w:trHeight w:val="117"/>
                          </w:trPr>
                          <w:tc>
                            <w:tcPr>
                              <w:tcW w:w="7021" w:type="dxa"/>
                            </w:tcPr>
                            <w:p w:rsidR="00B67CDD" w:rsidRPr="00A8786A" w:rsidRDefault="00B67CDD" w:rsidP="00A8786A">
                              <w:pPr>
                                <w:ind w:right="277"/>
                                <w:rPr>
                                  <w:rFonts w:ascii="Calibri" w:hAnsi="Calibri" w:cs="Calibri"/>
                                  <w:lang w:eastAsia="ro-RO"/>
                                </w:rPr>
                              </w:pPr>
                            </w:p>
                          </w:tc>
                        </w:tr>
                      </w:tbl>
                      <w:p w:rsidR="00B67CDD" w:rsidRPr="00A8786A" w:rsidRDefault="00B67CDD" w:rsidP="00A8786A">
                        <w:pPr>
                          <w:ind w:right="277"/>
                          <w:rPr>
                            <w:rFonts w:ascii="Calibri" w:hAnsi="Calibri" w:cs="Calibri"/>
                            <w:lang w:eastAsia="ro-RO"/>
                          </w:rPr>
                        </w:pPr>
                        <w:r w:rsidRPr="00A8786A">
                          <w:rPr>
                            <w:rFonts w:ascii="Calibri" w:hAnsi="Calibri" w:cs="Calibri"/>
                            <w:lang w:eastAsia="ro-RO"/>
                          </w:rPr>
                          <w:t xml:space="preserve">Data depunerii operațiunii    </w:t>
                        </w:r>
                      </w:p>
                      <w:p w:rsidR="00B67CDD" w:rsidRPr="00A8786A" w:rsidRDefault="00B67CDD" w:rsidP="00A8786A">
                        <w:pPr>
                          <w:ind w:right="277"/>
                          <w:rPr>
                            <w:rFonts w:ascii="Calibri" w:hAnsi="Calibri" w:cs="Calibri"/>
                            <w:lang w:eastAsia="ro-RO"/>
                          </w:rPr>
                        </w:pPr>
                      </w:p>
                    </w:tc>
                  </w:tr>
                </w:tbl>
                <w:p w:rsidR="00B67CDD" w:rsidRPr="00A8786A" w:rsidRDefault="00B67CDD" w:rsidP="00A8786A">
                  <w:pPr>
                    <w:spacing w:before="100" w:beforeAutospacing="1" w:after="100" w:afterAutospacing="1"/>
                    <w:ind w:right="277"/>
                    <w:rPr>
                      <w:rFonts w:ascii="Calibri" w:hAnsi="Calibri" w:cs="Calibri"/>
                      <w:lang w:eastAsia="en-US"/>
                    </w:rPr>
                  </w:pPr>
                </w:p>
              </w:tc>
            </w:tr>
            <w:tr w:rsidR="002A5AC7" w:rsidRPr="00A8786A" w:rsidTr="002A5AC7">
              <w:trPr>
                <w:trHeight w:val="97"/>
              </w:trPr>
              <w:tc>
                <w:tcPr>
                  <w:tcW w:w="1048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A5AC7" w:rsidRDefault="002A5AC7" w:rsidP="00A8786A">
                  <w:pPr>
                    <w:tabs>
                      <w:tab w:val="left" w:pos="9990"/>
                    </w:tabs>
                    <w:ind w:right="277"/>
                    <w:jc w:val="both"/>
                    <w:rPr>
                      <w:rFonts w:ascii="Calibri" w:hAnsi="Calibri" w:cs="Calibri"/>
                      <w:b/>
                      <w:lang w:eastAsia="en-US"/>
                    </w:rPr>
                  </w:pPr>
                </w:p>
                <w:p w:rsidR="00A8786A" w:rsidRDefault="00A8786A" w:rsidP="00A8786A">
                  <w:pPr>
                    <w:tabs>
                      <w:tab w:val="left" w:pos="9990"/>
                    </w:tabs>
                    <w:ind w:right="277"/>
                    <w:jc w:val="both"/>
                    <w:rPr>
                      <w:rFonts w:ascii="Calibri" w:hAnsi="Calibri" w:cs="Calibri"/>
                      <w:b/>
                      <w:lang w:eastAsia="en-US"/>
                    </w:rPr>
                  </w:pPr>
                </w:p>
                <w:p w:rsidR="00A8786A" w:rsidRPr="00A8786A" w:rsidRDefault="00A8786A" w:rsidP="00A8786A">
                  <w:pPr>
                    <w:tabs>
                      <w:tab w:val="left" w:pos="9990"/>
                    </w:tabs>
                    <w:ind w:right="277"/>
                    <w:jc w:val="both"/>
                    <w:rPr>
                      <w:rFonts w:ascii="Calibri" w:hAnsi="Calibri" w:cs="Calibri"/>
                      <w:b/>
                      <w:lang w:eastAsia="en-US"/>
                    </w:rPr>
                  </w:pPr>
                </w:p>
                <w:p w:rsidR="002A5AC7" w:rsidRPr="00A8786A" w:rsidRDefault="002A5AC7" w:rsidP="00640E22">
                  <w:pPr>
                    <w:tabs>
                      <w:tab w:val="left" w:pos="9990"/>
                    </w:tabs>
                    <w:ind w:right="420"/>
                    <w:jc w:val="both"/>
                    <w:rPr>
                      <w:rFonts w:ascii="Calibri" w:hAnsi="Calibri" w:cs="Calibri"/>
                      <w:lang w:eastAsia="en-US"/>
                    </w:rPr>
                  </w:pPr>
                  <w:r w:rsidRPr="00A8786A">
                    <w:rPr>
                      <w:rFonts w:ascii="Calibri" w:hAnsi="Calibri" w:cs="Calibri"/>
                      <w:b/>
                      <w:lang w:eastAsia="en-US"/>
                    </w:rPr>
                    <w:lastRenderedPageBreak/>
                    <w:t>C.</w:t>
                  </w:r>
                  <w:r w:rsidRPr="00A8786A">
                    <w:rPr>
                      <w:rFonts w:ascii="Calibri" w:hAnsi="Calibri" w:cs="Calibri"/>
                      <w:lang w:eastAsia="en-US"/>
                    </w:rPr>
                    <w:t xml:space="preserve"> …………………………………………(</w:t>
                  </w:r>
                  <w:r w:rsidRPr="00A8786A">
                    <w:rPr>
                      <w:rFonts w:ascii="Calibri" w:hAnsi="Calibri" w:cs="Calibri"/>
                      <w:i/>
                      <w:lang w:eastAsia="en-US"/>
                    </w:rPr>
                    <w:t xml:space="preserve">numele şi statutul juridic al </w:t>
                  </w:r>
                  <w:r w:rsidR="00640E22">
                    <w:rPr>
                      <w:rFonts w:ascii="Calibri" w:hAnsi="Calibri" w:cs="Calibri"/>
                      <w:i/>
                      <w:lang w:eastAsia="en-US"/>
                    </w:rPr>
                    <w:t>solicitantu</w:t>
                  </w:r>
                  <w:r w:rsidRPr="00A8786A">
                    <w:rPr>
                      <w:rFonts w:ascii="Calibri" w:hAnsi="Calibri" w:cs="Calibri"/>
                      <w:i/>
                      <w:lang w:eastAsia="en-US"/>
                    </w:rPr>
                    <w:t>lu</w:t>
                  </w:r>
                  <w:r w:rsidR="00640E22">
                    <w:rPr>
                      <w:rFonts w:ascii="Calibri" w:hAnsi="Calibri" w:cs="Calibri"/>
                      <w:i/>
                      <w:lang w:eastAsia="en-US"/>
                    </w:rPr>
                    <w:t>i</w:t>
                  </w:r>
                  <w:r w:rsidRPr="00A8786A">
                    <w:rPr>
                      <w:rFonts w:ascii="Calibri" w:hAnsi="Calibri" w:cs="Calibri"/>
                      <w:i/>
                      <w:lang w:eastAsia="en-US"/>
                    </w:rPr>
                    <w:t>/partenerului</w:t>
                  </w:r>
                  <w:r w:rsidRPr="00A8786A">
                    <w:rPr>
                      <w:rFonts w:ascii="Calibri" w:hAnsi="Calibri" w:cs="Calibri"/>
                      <w:lang w:eastAsia="en-US"/>
                    </w:rPr>
                    <w:t>), solicitant de finanțare pentru operațiunea mențion</w:t>
                  </w:r>
                  <w:r w:rsidR="00640E22">
                    <w:rPr>
                      <w:rFonts w:ascii="Calibri" w:hAnsi="Calibri" w:cs="Calibri"/>
                      <w:lang w:eastAsia="en-US"/>
                    </w:rPr>
                    <w:t>ată mai sus, la……………………………………..</w:t>
                  </w:r>
                  <w:r w:rsidRPr="00A8786A">
                    <w:rPr>
                      <w:rFonts w:ascii="Calibri" w:hAnsi="Calibri" w:cs="Calibri"/>
                      <w:lang w:eastAsia="en-US"/>
                    </w:rPr>
                    <w:t>………………………(</w:t>
                  </w:r>
                  <w:r w:rsidRPr="00A8786A">
                    <w:rPr>
                      <w:rFonts w:ascii="Calibri" w:hAnsi="Calibri" w:cs="Calibri"/>
                      <w:i/>
                      <w:lang w:eastAsia="en-US"/>
                    </w:rPr>
                    <w:t>numele Autorității de Management</w:t>
                  </w:r>
                  <w:r w:rsidRPr="00A8786A">
                    <w:rPr>
                      <w:rFonts w:ascii="Calibri" w:hAnsi="Calibri" w:cs="Calibri"/>
                      <w:lang w:eastAsia="en-US"/>
                    </w:rPr>
                    <w:t>), în conformitate cu prevederile Legii nr. 227/2015 privind Codul fiscal, cu modificările şi completările ulterioare, declar că mă încadrez în următoarea categorie de persoane din punct de vedere al regimului de TVA aplicabil:</w:t>
                  </w:r>
                </w:p>
              </w:tc>
            </w:tr>
            <w:tr w:rsidR="002A5AC7" w:rsidRPr="00A8786A" w:rsidTr="002A5AC7">
              <w:trPr>
                <w:gridAfter w:val="1"/>
                <w:wAfter w:w="405" w:type="dxa"/>
              </w:trPr>
              <w:tc>
                <w:tcPr>
                  <w:tcW w:w="1008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A5AC7" w:rsidRPr="00A8786A" w:rsidRDefault="002A5AC7" w:rsidP="00A8786A">
                  <w:pPr>
                    <w:ind w:right="277"/>
                    <w:jc w:val="both"/>
                    <w:rPr>
                      <w:rFonts w:ascii="Calibri" w:hAnsi="Calibri" w:cs="Calibri"/>
                      <w:lang w:eastAsia="en-US"/>
                    </w:rPr>
                  </w:pPr>
                </w:p>
              </w:tc>
            </w:tr>
          </w:tbl>
          <w:p w:rsidR="00B67CDD" w:rsidRPr="00A8786A" w:rsidRDefault="00B67CDD" w:rsidP="00A8786A">
            <w:pPr>
              <w:spacing w:before="100" w:beforeAutospacing="1" w:after="100" w:afterAutospacing="1"/>
              <w:ind w:right="277"/>
              <w:rPr>
                <w:rFonts w:ascii="Calibri" w:hAnsi="Calibri" w:cs="Calibri"/>
                <w:lang w:eastAsia="en-US"/>
              </w:rPr>
            </w:pPr>
          </w:p>
        </w:tc>
      </w:tr>
      <w:tr w:rsidR="00E8700E" w:rsidRPr="00A8786A" w:rsidTr="0018576E">
        <w:tc>
          <w:tcPr>
            <w:tcW w:w="10206" w:type="dxa"/>
            <w:gridSpan w:val="6"/>
            <w:tcBorders>
              <w:top w:val="nil"/>
              <w:left w:val="nil"/>
              <w:bottom w:val="nil"/>
              <w:right w:val="nil"/>
            </w:tcBorders>
            <w:hideMark/>
          </w:tcPr>
          <w:p w:rsidR="00E8700E" w:rsidRPr="00A8786A" w:rsidRDefault="00E8700E" w:rsidP="00A8786A">
            <w:pPr>
              <w:ind w:right="277"/>
              <w:jc w:val="both"/>
              <w:rPr>
                <w:rFonts w:ascii="Calibri" w:hAnsi="Calibri" w:cs="Calibri"/>
                <w:noProof w:val="0"/>
                <w:lang w:eastAsia="en-US"/>
              </w:rPr>
            </w:pPr>
            <w:r w:rsidRPr="00A8786A">
              <w:rPr>
                <w:rFonts w:ascii="Calibri" w:hAnsi="Calibri" w:cs="Calibri"/>
                <w:noProof w:val="0"/>
                <w:lang w:eastAsia="en-US"/>
              </w:rPr>
              <w:lastRenderedPageBreak/>
              <w:t xml:space="preserve"> [ ] persoană neînregistrată în scopuri de TVA, conform </w:t>
            </w:r>
            <w:r w:rsidR="002A5AC7" w:rsidRPr="00A8786A">
              <w:rPr>
                <w:rFonts w:ascii="Calibri" w:hAnsi="Calibri" w:cs="Calibri"/>
                <w:noProof w:val="0"/>
                <w:lang w:eastAsia="en-US"/>
              </w:rPr>
              <w:t>art. 316 din Legea nr. 227/2015, cu modifică</w:t>
            </w:r>
            <w:r w:rsidR="00DE5BC1" w:rsidRPr="00A8786A">
              <w:rPr>
                <w:rFonts w:ascii="Calibri" w:hAnsi="Calibri" w:cs="Calibri"/>
                <w:noProof w:val="0"/>
                <w:lang w:eastAsia="en-US"/>
              </w:rPr>
              <w:t>rile și completările ulterioare</w:t>
            </w:r>
          </w:p>
        </w:tc>
      </w:tr>
      <w:tr w:rsidR="00E8700E" w:rsidRPr="00A8786A" w:rsidTr="0018576E">
        <w:trPr>
          <w:trHeight w:val="666"/>
        </w:trPr>
        <w:tc>
          <w:tcPr>
            <w:tcW w:w="10206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E8700E" w:rsidRPr="00A8786A" w:rsidRDefault="002A5AC7" w:rsidP="00A8786A">
            <w:pPr>
              <w:ind w:right="277"/>
              <w:jc w:val="both"/>
              <w:rPr>
                <w:rFonts w:ascii="Calibri" w:hAnsi="Calibri" w:cs="Calibri"/>
                <w:noProof w:val="0"/>
                <w:lang w:eastAsia="en-US"/>
              </w:rPr>
            </w:pPr>
            <w:r w:rsidRPr="00A8786A">
              <w:rPr>
                <w:rFonts w:ascii="Calibri" w:hAnsi="Calibri" w:cs="Calibri"/>
                <w:noProof w:val="0"/>
                <w:lang w:eastAsia="en-US"/>
              </w:rPr>
              <w:t xml:space="preserve"> </w:t>
            </w:r>
            <w:r w:rsidR="00E8700E" w:rsidRPr="00A8786A">
              <w:rPr>
                <w:rFonts w:ascii="Calibri" w:hAnsi="Calibri" w:cs="Calibri"/>
                <w:noProof w:val="0"/>
                <w:lang w:eastAsia="en-US"/>
              </w:rPr>
              <w:t xml:space="preserve">[ ] persoană înregistrată în scopuri de TVA, </w:t>
            </w:r>
            <w:r w:rsidR="00DE5BC1" w:rsidRPr="00A8786A">
              <w:rPr>
                <w:rFonts w:ascii="Calibri" w:hAnsi="Calibri" w:cs="Calibri"/>
                <w:noProof w:val="0"/>
                <w:lang w:eastAsia="en-US"/>
              </w:rPr>
              <w:t>conform art. 316 din Legea nr. 227/2015, cu modificările și completările ulterioare.</w:t>
            </w:r>
          </w:p>
          <w:p w:rsidR="00E8700E" w:rsidRPr="00A8786A" w:rsidRDefault="00E8700E" w:rsidP="00A8786A">
            <w:pPr>
              <w:ind w:right="277"/>
              <w:jc w:val="both"/>
              <w:rPr>
                <w:rFonts w:ascii="Calibri" w:hAnsi="Calibri" w:cs="Calibri"/>
                <w:noProof w:val="0"/>
                <w:lang w:eastAsia="en-US"/>
              </w:rPr>
            </w:pPr>
          </w:p>
          <w:p w:rsidR="001F163E" w:rsidRPr="00A8786A" w:rsidRDefault="001F163E" w:rsidP="00A8786A">
            <w:pPr>
              <w:ind w:right="277"/>
              <w:jc w:val="both"/>
              <w:rPr>
                <w:rFonts w:ascii="Calibri" w:hAnsi="Calibri" w:cs="Calibri"/>
                <w:noProof w:val="0"/>
                <w:lang w:eastAsia="en-US"/>
              </w:rPr>
            </w:pPr>
          </w:p>
        </w:tc>
      </w:tr>
      <w:tr w:rsidR="00E8700E" w:rsidRPr="00A8786A" w:rsidTr="0018576E">
        <w:tc>
          <w:tcPr>
            <w:tcW w:w="10206" w:type="dxa"/>
            <w:gridSpan w:val="6"/>
            <w:tcBorders>
              <w:top w:val="nil"/>
              <w:left w:val="nil"/>
              <w:bottom w:val="nil"/>
              <w:right w:val="nil"/>
            </w:tcBorders>
            <w:hideMark/>
          </w:tcPr>
          <w:p w:rsidR="00E8700E" w:rsidRPr="00A8786A" w:rsidRDefault="00E8700E" w:rsidP="00A8786A">
            <w:pPr>
              <w:ind w:right="135"/>
              <w:jc w:val="both"/>
              <w:rPr>
                <w:rFonts w:ascii="Calibri" w:hAnsi="Calibri" w:cs="Calibri"/>
                <w:noProof w:val="0"/>
                <w:lang w:eastAsia="en-US"/>
              </w:rPr>
            </w:pPr>
            <w:r w:rsidRPr="00A8786A">
              <w:rPr>
                <w:rFonts w:ascii="Calibri" w:hAnsi="Calibri" w:cs="Calibri"/>
                <w:b/>
                <w:noProof w:val="0"/>
                <w:lang w:eastAsia="en-US"/>
              </w:rPr>
              <w:t>D</w:t>
            </w:r>
            <w:r w:rsidRPr="00A8786A">
              <w:rPr>
                <w:rFonts w:ascii="Calibri" w:hAnsi="Calibri" w:cs="Calibri"/>
                <w:noProof w:val="0"/>
                <w:lang w:eastAsia="en-US"/>
              </w:rPr>
              <w:t>. ……………………………………………………………………</w:t>
            </w:r>
            <w:r w:rsidR="00640E22">
              <w:rPr>
                <w:rFonts w:ascii="Calibri" w:hAnsi="Calibri" w:cs="Calibri"/>
                <w:noProof w:val="0"/>
                <w:lang w:eastAsia="en-US"/>
              </w:rPr>
              <w:t xml:space="preserve"> </w:t>
            </w:r>
            <w:r w:rsidRPr="00A8786A">
              <w:rPr>
                <w:rFonts w:ascii="Calibri" w:hAnsi="Calibri" w:cs="Calibri"/>
                <w:noProof w:val="0"/>
                <w:lang w:eastAsia="en-US"/>
              </w:rPr>
              <w:t>(</w:t>
            </w:r>
            <w:r w:rsidRPr="00A8786A">
              <w:rPr>
                <w:rFonts w:ascii="Calibri" w:hAnsi="Calibri" w:cs="Calibri"/>
                <w:i/>
                <w:noProof w:val="0"/>
                <w:lang w:eastAsia="en-US"/>
              </w:rPr>
              <w:t xml:space="preserve">numele </w:t>
            </w:r>
            <w:r w:rsidR="00DE5BC1" w:rsidRPr="00A8786A">
              <w:rPr>
                <w:rFonts w:ascii="Calibri" w:hAnsi="Calibri" w:cs="Calibri"/>
                <w:i/>
                <w:noProof w:val="0"/>
                <w:lang w:eastAsia="en-US"/>
              </w:rPr>
              <w:t>reprezentantului</w:t>
            </w:r>
            <w:r w:rsidRPr="00A8786A">
              <w:rPr>
                <w:rFonts w:ascii="Calibri" w:hAnsi="Calibri" w:cs="Calibri"/>
                <w:noProof w:val="0"/>
                <w:lang w:eastAsia="en-US"/>
              </w:rPr>
              <w:t xml:space="preserve">), </w:t>
            </w:r>
            <w:r w:rsidR="00DE5BC1" w:rsidRPr="00A8786A">
              <w:rPr>
                <w:rFonts w:ascii="Calibri" w:hAnsi="Calibri" w:cs="Calibri"/>
                <w:noProof w:val="0"/>
                <w:lang w:eastAsia="en-US"/>
              </w:rPr>
              <w:t>în calitate de reprezentant al ............................... (</w:t>
            </w:r>
            <w:r w:rsidR="00DE5BC1" w:rsidRPr="00A8786A">
              <w:rPr>
                <w:rFonts w:ascii="Calibri" w:hAnsi="Calibri" w:cs="Calibri"/>
                <w:i/>
                <w:noProof w:val="0"/>
                <w:lang w:eastAsia="en-US"/>
              </w:rPr>
              <w:t>numele și statutul juridic al solicitantului/partenerului</w:t>
            </w:r>
            <w:r w:rsidR="00DE5BC1" w:rsidRPr="00A8786A">
              <w:rPr>
                <w:rFonts w:ascii="Calibri" w:hAnsi="Calibri" w:cs="Calibri"/>
                <w:noProof w:val="0"/>
                <w:lang w:eastAsia="en-US"/>
              </w:rPr>
              <w:t xml:space="preserve">), </w:t>
            </w:r>
            <w:r w:rsidRPr="00A8786A">
              <w:rPr>
                <w:rFonts w:ascii="Calibri" w:hAnsi="Calibri" w:cs="Calibri"/>
                <w:noProof w:val="0"/>
                <w:lang w:eastAsia="en-US"/>
              </w:rPr>
              <w:t>solicitant de finanțare pentru operațiunea menționată mai sus, la</w:t>
            </w:r>
            <w:r w:rsidR="00DE5BC1" w:rsidRPr="00A8786A">
              <w:rPr>
                <w:rFonts w:ascii="Calibri" w:hAnsi="Calibri" w:cs="Calibri"/>
                <w:noProof w:val="0"/>
                <w:lang w:eastAsia="en-US"/>
              </w:rPr>
              <w:t xml:space="preserve"> </w:t>
            </w:r>
            <w:r w:rsidRPr="00A8786A">
              <w:rPr>
                <w:rFonts w:ascii="Calibri" w:hAnsi="Calibri" w:cs="Calibri"/>
                <w:noProof w:val="0"/>
                <w:lang w:eastAsia="en-US"/>
              </w:rPr>
              <w:t>……………………………………………………………………………… (</w:t>
            </w:r>
            <w:r w:rsidRPr="00A8786A">
              <w:rPr>
                <w:rFonts w:ascii="Calibri" w:hAnsi="Calibri" w:cs="Calibri"/>
                <w:i/>
                <w:noProof w:val="0"/>
                <w:lang w:eastAsia="en-US"/>
              </w:rPr>
              <w:t>numele Autorității de Management)</w:t>
            </w:r>
            <w:r w:rsidRPr="00A8786A">
              <w:rPr>
                <w:rFonts w:ascii="Calibri" w:hAnsi="Calibri" w:cs="Calibri"/>
                <w:noProof w:val="0"/>
                <w:lang w:eastAsia="en-US"/>
              </w:rPr>
              <w:t xml:space="preserve">, </w:t>
            </w:r>
            <w:r w:rsidR="00DE5BC1" w:rsidRPr="00A8786A">
              <w:rPr>
                <w:rFonts w:ascii="Calibri" w:hAnsi="Calibri" w:cs="Calibri"/>
                <w:noProof w:val="0"/>
                <w:lang w:eastAsia="en-US"/>
              </w:rPr>
              <w:t xml:space="preserve">sub sancțiunile </w:t>
            </w:r>
            <w:r w:rsidR="00A8786A" w:rsidRPr="00A8786A">
              <w:rPr>
                <w:rFonts w:ascii="Calibri" w:hAnsi="Calibri" w:cs="Calibri"/>
                <w:noProof w:val="0"/>
                <w:lang w:eastAsia="en-US"/>
              </w:rPr>
              <w:t>aplicabile</w:t>
            </w:r>
            <w:r w:rsidR="00DE5BC1" w:rsidRPr="00A8786A">
              <w:rPr>
                <w:rFonts w:ascii="Calibri" w:hAnsi="Calibri" w:cs="Calibri"/>
                <w:noProof w:val="0"/>
                <w:lang w:eastAsia="en-US"/>
              </w:rPr>
              <w:t xml:space="preserve"> faptei de fals în declarații, declar că pentru achizițiile din cadrul operațiunii, cuprinse în tabelul de mai jos, TVA e</w:t>
            </w:r>
            <w:r w:rsidRPr="00A8786A">
              <w:rPr>
                <w:rFonts w:ascii="Calibri" w:hAnsi="Calibri" w:cs="Calibri"/>
                <w:noProof w:val="0"/>
                <w:lang w:eastAsia="en-US"/>
              </w:rPr>
              <w:t xml:space="preserve">ste nedeductibilă </w:t>
            </w:r>
            <w:r w:rsidR="00DE5BC1" w:rsidRPr="00A8786A">
              <w:rPr>
                <w:rFonts w:ascii="Calibri" w:hAnsi="Calibri" w:cs="Calibri"/>
                <w:noProof w:val="0"/>
                <w:lang w:eastAsia="en-US"/>
              </w:rPr>
              <w:t>conform</w:t>
            </w:r>
            <w:r w:rsidRPr="00A8786A">
              <w:rPr>
                <w:rFonts w:ascii="Calibri" w:hAnsi="Calibri" w:cs="Calibri"/>
                <w:noProof w:val="0"/>
                <w:lang w:eastAsia="en-US"/>
              </w:rPr>
              <w:t xml:space="preserve"> legislației naționale în domeniul </w:t>
            </w:r>
            <w:r w:rsidR="00DE5BC1" w:rsidRPr="00A8786A">
              <w:rPr>
                <w:rFonts w:ascii="Calibri" w:hAnsi="Calibri" w:cs="Calibri"/>
                <w:noProof w:val="0"/>
                <w:lang w:eastAsia="en-US"/>
              </w:rPr>
              <w:t>TVA</w:t>
            </w:r>
            <w:r w:rsidRPr="00A8786A">
              <w:rPr>
                <w:rFonts w:ascii="Calibri" w:hAnsi="Calibri" w:cs="Calibri"/>
                <w:noProof w:val="0"/>
                <w:lang w:eastAsia="en-US"/>
              </w:rPr>
              <w:t xml:space="preserve"> și </w:t>
            </w:r>
            <w:r w:rsidR="00DE5BC1" w:rsidRPr="00A8786A">
              <w:rPr>
                <w:rFonts w:ascii="Calibri" w:hAnsi="Calibri" w:cs="Calibri"/>
                <w:noProof w:val="0"/>
                <w:lang w:eastAsia="en-US"/>
              </w:rPr>
              <w:t>eligibilă respectând</w:t>
            </w:r>
            <w:r w:rsidRPr="00A8786A">
              <w:rPr>
                <w:rFonts w:ascii="Calibri" w:hAnsi="Calibri" w:cs="Calibri"/>
                <w:noProof w:val="0"/>
                <w:lang w:eastAsia="en-US"/>
              </w:rPr>
              <w:t xml:space="preserve"> </w:t>
            </w:r>
            <w:r w:rsidR="00DE5BC1" w:rsidRPr="00A8786A">
              <w:rPr>
                <w:rFonts w:ascii="Calibri" w:hAnsi="Calibri" w:cs="Calibri"/>
                <w:noProof w:val="0"/>
                <w:lang w:eastAsia="en-US"/>
              </w:rPr>
              <w:t>prevederile</w:t>
            </w:r>
            <w:r w:rsidRPr="00A8786A">
              <w:rPr>
                <w:rFonts w:ascii="Calibri" w:hAnsi="Calibri" w:cs="Calibri"/>
                <w:noProof w:val="0"/>
                <w:lang w:eastAsia="en-US"/>
              </w:rPr>
              <w:t xml:space="preserve"> art. 64 alin. (1), litera c) din Regulamentul (UE) nr. 2021</w:t>
            </w:r>
            <w:r w:rsidR="00DE5BC1" w:rsidRPr="00A8786A">
              <w:rPr>
                <w:rFonts w:ascii="Calibri" w:hAnsi="Calibri" w:cs="Calibri"/>
                <w:noProof w:val="0"/>
                <w:lang w:eastAsia="en-US"/>
              </w:rPr>
              <w:t>/1060</w:t>
            </w:r>
            <w:r w:rsidRPr="00A8786A">
              <w:rPr>
                <w:rFonts w:ascii="Calibri" w:hAnsi="Calibri" w:cs="Calibri"/>
                <w:noProof w:val="0"/>
                <w:lang w:eastAsia="en-US"/>
              </w:rPr>
              <w:t>.</w:t>
            </w:r>
          </w:p>
        </w:tc>
      </w:tr>
      <w:tr w:rsidR="00E8700E" w:rsidRPr="00A8786A" w:rsidTr="0018576E">
        <w:tc>
          <w:tcPr>
            <w:tcW w:w="1132" w:type="dxa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color w:val="FF0000"/>
                <w:lang w:eastAsia="en-US"/>
              </w:rPr>
            </w:pPr>
          </w:p>
        </w:tc>
        <w:tc>
          <w:tcPr>
            <w:tcW w:w="4553" w:type="dxa"/>
            <w:gridSpan w:val="3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</w:tc>
        <w:tc>
          <w:tcPr>
            <w:tcW w:w="4521" w:type="dxa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</w:tc>
      </w:tr>
      <w:tr w:rsidR="00E8700E" w:rsidRPr="00A8786A" w:rsidTr="0018576E"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  <w:r w:rsidRPr="00A8786A">
              <w:rPr>
                <w:rFonts w:ascii="Calibri" w:hAnsi="Calibri" w:cs="Calibri"/>
                <w:noProof w:val="0"/>
                <w:lang w:eastAsia="en-US"/>
              </w:rPr>
              <w:t>Nr. crt.</w:t>
            </w:r>
          </w:p>
        </w:tc>
        <w:tc>
          <w:tcPr>
            <w:tcW w:w="455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  <w:r w:rsidRPr="00A8786A">
              <w:rPr>
                <w:rFonts w:ascii="Calibri" w:hAnsi="Calibri" w:cs="Calibri"/>
                <w:noProof w:val="0"/>
                <w:lang w:eastAsia="en-US"/>
              </w:rPr>
              <w:t>Achiziția</w:t>
            </w:r>
          </w:p>
        </w:tc>
        <w:tc>
          <w:tcPr>
            <w:tcW w:w="45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  <w:r w:rsidRPr="00A8786A">
              <w:rPr>
                <w:rFonts w:ascii="Calibri" w:hAnsi="Calibri" w:cs="Calibri"/>
                <w:noProof w:val="0"/>
                <w:lang w:eastAsia="en-US"/>
              </w:rPr>
              <w:t>Scopul achiziției/Activitatea prevăzută în cadrul proiectului</w:t>
            </w:r>
          </w:p>
        </w:tc>
      </w:tr>
      <w:tr w:rsidR="00E8700E" w:rsidRPr="00A8786A" w:rsidTr="0018576E">
        <w:tc>
          <w:tcPr>
            <w:tcW w:w="10206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  <w:r w:rsidRPr="00A8786A">
              <w:rPr>
                <w:rFonts w:ascii="Calibri" w:hAnsi="Calibri" w:cs="Calibri"/>
                <w:noProof w:val="0"/>
                <w:lang w:eastAsia="en-US"/>
              </w:rPr>
              <w:t>    1) Atenție! Se va completa cu aceleași informații corespunzătoare din cererea de finanțare.</w:t>
            </w:r>
          </w:p>
        </w:tc>
      </w:tr>
      <w:tr w:rsidR="00E8700E" w:rsidRPr="00A8786A" w:rsidTr="0018576E"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color w:val="FF0000"/>
                <w:lang w:eastAsia="en-US"/>
              </w:rPr>
            </w:pPr>
          </w:p>
        </w:tc>
        <w:tc>
          <w:tcPr>
            <w:tcW w:w="455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</w:tc>
        <w:tc>
          <w:tcPr>
            <w:tcW w:w="45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</w:tc>
      </w:tr>
      <w:tr w:rsidR="00E8700E" w:rsidRPr="00A8786A" w:rsidTr="0018576E"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color w:val="FF0000"/>
                <w:lang w:eastAsia="en-US"/>
              </w:rPr>
            </w:pPr>
          </w:p>
        </w:tc>
        <w:tc>
          <w:tcPr>
            <w:tcW w:w="455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</w:tc>
        <w:tc>
          <w:tcPr>
            <w:tcW w:w="45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</w:tc>
      </w:tr>
      <w:tr w:rsidR="00E8700E" w:rsidRPr="00A8786A" w:rsidTr="0018576E"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color w:val="FF0000"/>
                <w:lang w:eastAsia="en-US"/>
              </w:rPr>
            </w:pPr>
          </w:p>
        </w:tc>
        <w:tc>
          <w:tcPr>
            <w:tcW w:w="455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</w:tc>
        <w:tc>
          <w:tcPr>
            <w:tcW w:w="45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</w:tc>
      </w:tr>
      <w:tr w:rsidR="00E8700E" w:rsidRPr="00A8786A" w:rsidTr="0018576E"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color w:val="FF0000"/>
                <w:lang w:eastAsia="en-US"/>
              </w:rPr>
            </w:pPr>
          </w:p>
        </w:tc>
        <w:tc>
          <w:tcPr>
            <w:tcW w:w="455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</w:tc>
        <w:tc>
          <w:tcPr>
            <w:tcW w:w="45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</w:tc>
      </w:tr>
      <w:tr w:rsidR="00E8700E" w:rsidRPr="00A8786A" w:rsidTr="0018576E"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color w:val="FF0000"/>
                <w:lang w:eastAsia="en-US"/>
              </w:rPr>
            </w:pPr>
          </w:p>
        </w:tc>
        <w:tc>
          <w:tcPr>
            <w:tcW w:w="455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</w:tc>
        <w:tc>
          <w:tcPr>
            <w:tcW w:w="45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</w:tc>
      </w:tr>
      <w:tr w:rsidR="00114F9E" w:rsidRPr="00A8786A" w:rsidTr="0018576E">
        <w:trPr>
          <w:trHeight w:val="441"/>
        </w:trPr>
        <w:tc>
          <w:tcPr>
            <w:tcW w:w="3331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114F9E" w:rsidRPr="00A8786A" w:rsidRDefault="00114F9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</w:tc>
        <w:tc>
          <w:tcPr>
            <w:tcW w:w="1666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114F9E" w:rsidRPr="00A8786A" w:rsidRDefault="00114F9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</w:tc>
        <w:tc>
          <w:tcPr>
            <w:tcW w:w="3226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114F9E" w:rsidRPr="00A8786A" w:rsidRDefault="00114F9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</w:tc>
        <w:tc>
          <w:tcPr>
            <w:tcW w:w="1983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114F9E" w:rsidRPr="00A8786A" w:rsidRDefault="00114F9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color w:val="FF0000"/>
                <w:lang w:eastAsia="en-US"/>
              </w:rPr>
            </w:pPr>
          </w:p>
        </w:tc>
      </w:tr>
      <w:tr w:rsidR="00E8700E" w:rsidRPr="00A8786A" w:rsidTr="0018576E">
        <w:tc>
          <w:tcPr>
            <w:tcW w:w="3331" w:type="dxa"/>
            <w:gridSpan w:val="2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hideMark/>
          </w:tcPr>
          <w:p w:rsidR="00E8700E" w:rsidRPr="00A8786A" w:rsidRDefault="00E8700E" w:rsidP="00640E22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  <w:r w:rsidRPr="00A8786A">
              <w:rPr>
                <w:rFonts w:ascii="Calibri" w:hAnsi="Calibri" w:cs="Calibri"/>
                <w:noProof w:val="0"/>
                <w:lang w:eastAsia="en-US"/>
              </w:rPr>
              <w:t xml:space="preserve">    Numele </w:t>
            </w:r>
            <w:proofErr w:type="spellStart"/>
            <w:r w:rsidRPr="00A8786A">
              <w:rPr>
                <w:rFonts w:ascii="Calibri" w:hAnsi="Calibri" w:cs="Calibri"/>
                <w:noProof w:val="0"/>
                <w:lang w:eastAsia="en-US"/>
              </w:rPr>
              <w:t>şi</w:t>
            </w:r>
            <w:proofErr w:type="spellEnd"/>
            <w:r w:rsidRPr="00A8786A">
              <w:rPr>
                <w:rFonts w:ascii="Calibri" w:hAnsi="Calibri" w:cs="Calibri"/>
                <w:noProof w:val="0"/>
                <w:lang w:eastAsia="en-US"/>
              </w:rPr>
              <w:t xml:space="preserve"> prenumele*:</w:t>
            </w:r>
          </w:p>
        </w:tc>
        <w:tc>
          <w:tcPr>
            <w:tcW w:w="1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</w:tc>
        <w:tc>
          <w:tcPr>
            <w:tcW w:w="3226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  <w:r w:rsidRPr="00A8786A">
              <w:rPr>
                <w:rFonts w:ascii="Calibri" w:hAnsi="Calibri" w:cs="Calibri"/>
                <w:noProof w:val="0"/>
                <w:lang w:eastAsia="en-US"/>
              </w:rPr>
              <w:t xml:space="preserve">      Semnătura </w:t>
            </w:r>
            <w:proofErr w:type="spellStart"/>
            <w:r w:rsidRPr="00A8786A">
              <w:rPr>
                <w:rFonts w:ascii="Calibri" w:hAnsi="Calibri" w:cs="Calibri"/>
                <w:noProof w:val="0"/>
                <w:lang w:eastAsia="en-US"/>
              </w:rPr>
              <w:t>şi</w:t>
            </w:r>
            <w:proofErr w:type="spellEnd"/>
            <w:r w:rsidRPr="00A8786A">
              <w:rPr>
                <w:rFonts w:ascii="Calibri" w:hAnsi="Calibri" w:cs="Calibri"/>
                <w:noProof w:val="0"/>
                <w:lang w:eastAsia="en-US"/>
              </w:rPr>
              <w:t> ștampila      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color w:val="FF0000"/>
                <w:lang w:eastAsia="en-US"/>
              </w:rPr>
            </w:pPr>
          </w:p>
        </w:tc>
      </w:tr>
      <w:tr w:rsidR="00E8700E" w:rsidRPr="00A8786A" w:rsidTr="0018576E">
        <w:tc>
          <w:tcPr>
            <w:tcW w:w="3331" w:type="dxa"/>
            <w:gridSpan w:val="2"/>
            <w:tcBorders>
              <w:top w:val="nil"/>
              <w:left w:val="nil"/>
              <w:bottom w:val="nil"/>
              <w:right w:val="single" w:sz="6" w:space="0" w:color="000000"/>
            </w:tcBorders>
            <w:hideMark/>
          </w:tcPr>
          <w:p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  <w:r w:rsidRPr="00A8786A">
              <w:rPr>
                <w:rFonts w:ascii="Calibri" w:hAnsi="Calibri" w:cs="Calibri"/>
                <w:noProof w:val="0"/>
                <w:lang w:eastAsia="en-US"/>
              </w:rPr>
              <w:t>    Funcția:</w:t>
            </w:r>
          </w:p>
        </w:tc>
        <w:tc>
          <w:tcPr>
            <w:tcW w:w="1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</w:tc>
        <w:tc>
          <w:tcPr>
            <w:tcW w:w="322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  <w:r w:rsidRPr="00A8786A">
              <w:rPr>
                <w:rFonts w:ascii="Calibri" w:hAnsi="Calibri" w:cs="Calibri"/>
                <w:noProof w:val="0"/>
                <w:lang w:eastAsia="en-US"/>
              </w:rPr>
              <w:t>                       </w:t>
            </w:r>
          </w:p>
        </w:tc>
        <w:tc>
          <w:tcPr>
            <w:tcW w:w="198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color w:val="FF0000"/>
                <w:lang w:eastAsia="en-US"/>
              </w:rPr>
            </w:pPr>
          </w:p>
        </w:tc>
      </w:tr>
      <w:tr w:rsidR="00E8700E" w:rsidRPr="00A8786A" w:rsidTr="0018576E">
        <w:tc>
          <w:tcPr>
            <w:tcW w:w="3331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DE5BC1" w:rsidRPr="00A8786A" w:rsidRDefault="00DE5BC1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  <w:p w:rsidR="00DE5BC1" w:rsidRPr="00A8786A" w:rsidRDefault="00DE5BC1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  <w:p w:rsidR="00DE5BC1" w:rsidRPr="00A8786A" w:rsidRDefault="00DE5BC1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  <w:p w:rsidR="00DE5BC1" w:rsidRPr="00A8786A" w:rsidRDefault="00DE5BC1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  <w:p w:rsidR="00E8700E" w:rsidRPr="00A8786A" w:rsidRDefault="00A8786A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  <w:r>
              <w:rPr>
                <w:rFonts w:ascii="Calibri" w:hAnsi="Calibri" w:cs="Calibri"/>
                <w:noProof w:val="0"/>
                <w:lang w:eastAsia="en-US"/>
              </w:rPr>
              <w:t>__________</w:t>
            </w:r>
            <w:r w:rsidR="00E8700E" w:rsidRPr="00A8786A">
              <w:rPr>
                <w:rFonts w:ascii="Calibri" w:hAnsi="Calibri" w:cs="Calibri"/>
                <w:noProof w:val="0"/>
                <w:lang w:eastAsia="en-US"/>
              </w:rPr>
              <w:t>_</w:t>
            </w:r>
          </w:p>
        </w:tc>
        <w:tc>
          <w:tcPr>
            <w:tcW w:w="1666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</w:tc>
        <w:tc>
          <w:tcPr>
            <w:tcW w:w="32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</w:tc>
        <w:tc>
          <w:tcPr>
            <w:tcW w:w="1983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color w:val="FF0000"/>
                <w:lang w:eastAsia="en-US"/>
              </w:rPr>
            </w:pPr>
          </w:p>
        </w:tc>
      </w:tr>
      <w:tr w:rsidR="00E8700E" w:rsidRPr="00A8786A" w:rsidTr="0018576E">
        <w:trPr>
          <w:trHeight w:val="115"/>
        </w:trPr>
        <w:tc>
          <w:tcPr>
            <w:tcW w:w="10206" w:type="dxa"/>
            <w:gridSpan w:val="6"/>
            <w:tcBorders>
              <w:top w:val="nil"/>
              <w:left w:val="nil"/>
              <w:bottom w:val="nil"/>
              <w:right w:val="nil"/>
            </w:tcBorders>
            <w:hideMark/>
          </w:tcPr>
          <w:p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  <w:r w:rsidRPr="00A8786A">
              <w:rPr>
                <w:rFonts w:ascii="Calibri" w:hAnsi="Calibri" w:cs="Calibri"/>
                <w:noProof w:val="0"/>
                <w:lang w:eastAsia="en-US"/>
              </w:rPr>
              <w:t>    *) Se va completa de către reprezentantul legal al solicitantului</w:t>
            </w:r>
            <w:r w:rsidR="00640E22">
              <w:rPr>
                <w:rFonts w:ascii="Calibri" w:hAnsi="Calibri" w:cs="Calibri"/>
                <w:noProof w:val="0"/>
                <w:lang w:eastAsia="en-US"/>
              </w:rPr>
              <w:t>/partenerului</w:t>
            </w:r>
            <w:r w:rsidRPr="00A8786A">
              <w:rPr>
                <w:rFonts w:ascii="Calibri" w:hAnsi="Calibri" w:cs="Calibri"/>
                <w:noProof w:val="0"/>
                <w:lang w:eastAsia="en-US"/>
              </w:rPr>
              <w:t>.</w:t>
            </w:r>
          </w:p>
        </w:tc>
      </w:tr>
    </w:tbl>
    <w:p w:rsidR="00B73711" w:rsidRPr="00A8786A" w:rsidRDefault="00B73711" w:rsidP="00A8786A">
      <w:pPr>
        <w:pStyle w:val="Titlu3"/>
        <w:rPr>
          <w:rFonts w:ascii="Calibri" w:hAnsi="Calibri" w:cs="Calibri"/>
          <w:color w:val="FF0000"/>
          <w:sz w:val="24"/>
          <w:szCs w:val="24"/>
        </w:rPr>
      </w:pPr>
    </w:p>
    <w:sectPr w:rsidR="00B73711" w:rsidRPr="00A8786A" w:rsidSect="0018576E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993" w:right="991" w:bottom="1843" w:left="1247" w:header="851" w:footer="68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2347" w:rsidRDefault="00D82347">
      <w:r>
        <w:separator/>
      </w:r>
    </w:p>
  </w:endnote>
  <w:endnote w:type="continuationSeparator" w:id="0">
    <w:p w:rsidR="00D82347" w:rsidRDefault="00D823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210"/>
    </w:tblGrid>
    <w:tr w:rsidR="002B3BB9">
      <w:trPr>
        <w:cantSplit/>
        <w:trHeight w:hRule="exact" w:val="340"/>
        <w:hidden/>
      </w:trPr>
      <w:tc>
        <w:tcPr>
          <w:tcW w:w="9210" w:type="dxa"/>
        </w:tcPr>
        <w:p w:rsidR="002B3BB9" w:rsidRDefault="002B3BB9">
          <w:pPr>
            <w:pStyle w:val="Subsol"/>
            <w:rPr>
              <w:vanish/>
              <w:sz w:val="20"/>
            </w:rPr>
          </w:pPr>
        </w:p>
      </w:tc>
    </w:tr>
  </w:tbl>
  <w:p w:rsidR="00F12E7F" w:rsidRDefault="00537500" w:rsidP="00F12E7F">
    <w:pPr>
      <w:pStyle w:val="Subsol"/>
    </w:pPr>
    <w:r>
      <w:rPr>
        <w:lang w:val="en-US" w:eastAsia="en-US"/>
      </w:rPr>
      <w:drawing>
        <wp:anchor distT="0" distB="0" distL="114300" distR="114300" simplePos="0" relativeHeight="251664384" behindDoc="0" locked="0" layoutInCell="1" allowOverlap="1">
          <wp:simplePos x="0" y="0"/>
          <wp:positionH relativeFrom="column">
            <wp:posOffset>2227580</wp:posOffset>
          </wp:positionH>
          <wp:positionV relativeFrom="paragraph">
            <wp:posOffset>-504190</wp:posOffset>
          </wp:positionV>
          <wp:extent cx="1952625" cy="156845"/>
          <wp:effectExtent l="0" t="0" r="0" b="0"/>
          <wp:wrapNone/>
          <wp:docPr id="25" name="Picture 25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4" descr="Untitl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547" r="-500" b="17809"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15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lang w:val="en-US" w:eastAsia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304165</wp:posOffset>
              </wp:positionH>
              <wp:positionV relativeFrom="paragraph">
                <wp:posOffset>-23495</wp:posOffset>
              </wp:positionV>
              <wp:extent cx="2390140" cy="309245"/>
              <wp:effectExtent l="0" t="0" r="1270" b="0"/>
              <wp:wrapNone/>
              <wp:docPr id="10" name="Text Box 3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90140" cy="309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12E7F" w:rsidRPr="00C9311C" w:rsidRDefault="00F12E7F" w:rsidP="00F12E7F">
                          <w:pPr>
                            <w:rPr>
                              <w:rFonts w:ascii="Calibri" w:hAnsi="Calibri" w:cs="Calibri"/>
                              <w:sz w:val="28"/>
                            </w:rPr>
                          </w:pPr>
                          <w:r w:rsidRPr="00C9311C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  <w:t xml:space="preserve">Autoritate de Management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3" o:spid="_x0000_s1029" type="#_x0000_t202" style="position:absolute;margin-left:23.95pt;margin-top:-1.85pt;width:188.2pt;height:24.3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EOpJtwIAAMI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Cb2D8gjaQo8e2WDQnRzQZGLr03c6AbeHDhzNAOfg67jq7l4WXzUSclVTsWW3Ssm+ZrSE/EJ70z+7&#10;OuJoC7LpP8gS4tCdkQ5oqFRriwflQIAOiTydemNzKeAwmsRBSMBUgG0SxBGZuhA0Od7ulDbvmGyR&#10;XaRYQe8dOt3fa2OzocnRxQYTMudN4/rfiIsDcBxPIDZctTabhWvnjziI14v1gngkmq09EmSZd5uv&#10;iDfLw/k0m2SrVRb+tHFDktS8LJmwYY7SCsmfte4g8lEUJ3Fp2fDSwtmUtNpuVo1CewrSzt13KMiZ&#10;m3+ZhisCcHlBKYxIcBfFXj5bzD2Sk6kXz4OFF4TxXTwLSEyy/JLSPRfs3ymhPsXxNJqOYvott8B9&#10;r7nRpOUGhkfD2xQvTk40sRJci9K11lDejOuzUtj0n0sB7T422gnWanRUqxk2w/g2bHQr5o0sn0DB&#10;SoLAQIsw+GBRS/Udox6GSIr1tx1VDKPmvYBXEIfESta4DZnOI9ioc8vm3EJFAVApNhiNy5UZJ9Wu&#10;U3xbQ6Tx3Ql5Cy+n4k7Uz1kd3hsMCsftMNTsJDrfO6/n0bv8BQAA//8DAFBLAwQUAAYACAAAACEA&#10;8kzj690AAAAIAQAADwAAAGRycy9kb3ducmV2LnhtbEyPzU7DMBCE70i8g7VI3No1bUppiFMhEFcQ&#10;5Ufi5sbbJCJeR7HbhLdnOcFtVjOa+bbYTr5TJxpiG9jA1VyDIq6Ca7k28Pb6OLsBFZNlZ7vAZOCb&#10;ImzL87PC5i6M/EKnXaqVlHDMrYEmpT5HjFVD3sZ56InFO4TB2yTnUKMb7CjlvsOF1tfobcuy0Nie&#10;7huqvnZHb+D96fD5kenn+sGv+jFMGtlv0JjLi+nuFlSiKf2F4Rdf0KEUpn04souqM5CtN5I0MFuu&#10;QYmfLbIlqL2IlQYsC/z/QPkDAAD//wMAUEsBAi0AFAAGAAgAAAAhALaDOJL+AAAA4QEAABMAAAAA&#10;AAAAAAAAAAAAAAAAAFtDb250ZW50X1R5cGVzXS54bWxQSwECLQAUAAYACAAAACEAOP0h/9YAAACU&#10;AQAACwAAAAAAAAAAAAAAAAAvAQAAX3JlbHMvLnJlbHNQSwECLQAUAAYACAAAACEAfBDqSbcCAADC&#10;BQAADgAAAAAAAAAAAAAAAAAuAgAAZHJzL2Uyb0RvYy54bWxQSwECLQAUAAYACAAAACEA8kzj690A&#10;AAAIAQAADwAAAAAAAAAAAAAAAAARBQAAZHJzL2Rvd25yZXYueG1sUEsFBgAAAAAEAAQA8wAAABsG&#10;AAAAAA==&#10;" filled="f" stroked="f">
              <v:textbox>
                <w:txbxContent>
                  <w:p w:rsidR="00F12E7F" w:rsidRPr="00C9311C" w:rsidRDefault="00F12E7F" w:rsidP="00F12E7F">
                    <w:pPr>
                      <w:rPr>
                        <w:rFonts w:ascii="Calibri" w:hAnsi="Calibri" w:cs="Calibri"/>
                        <w:sz w:val="28"/>
                      </w:rPr>
                    </w:pPr>
                    <w:r w:rsidRPr="00C9311C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  <w:t xml:space="preserve">Autoritate de Management </w:t>
                    </w:r>
                  </w:p>
                </w:txbxContent>
              </v:textbox>
            </v:shape>
          </w:pict>
        </mc:Fallback>
      </mc:AlternateContent>
    </w:r>
    <w:r>
      <w:rPr>
        <w:lang w:val="en-US" w:eastAsia="en-US"/>
      </w:rPr>
      <mc:AlternateContent>
        <mc:Choice Requires="wpg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-534035</wp:posOffset>
              </wp:positionH>
              <wp:positionV relativeFrom="paragraph">
                <wp:posOffset>-137795</wp:posOffset>
              </wp:positionV>
              <wp:extent cx="3075940" cy="778510"/>
              <wp:effectExtent l="0" t="0" r="1270" b="0"/>
              <wp:wrapNone/>
              <wp:docPr id="7" name="Group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75940" cy="778510"/>
                        <a:chOff x="406" y="15495"/>
                        <a:chExt cx="4844" cy="1226"/>
                      </a:xfrm>
                    </wpg:grpSpPr>
                    <pic:pic xmlns:pic="http://schemas.openxmlformats.org/drawingml/2006/picture">
                      <pic:nvPicPr>
                        <pic:cNvPr id="8" name="Picture 31" descr="LOGO_romana_bun"/>
                        <pic:cNvPicPr preferRelativeResize="0">
                          <a:picLocks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06" y="15495"/>
                          <a:ext cx="1335" cy="10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9" name="Text Box 32"/>
                      <wps:cNvSpPr txBox="1">
                        <a:spLocks noChangeArrowheads="1"/>
                      </wps:cNvSpPr>
                      <wps:spPr bwMode="auto">
                        <a:xfrm>
                          <a:off x="1741" y="16024"/>
                          <a:ext cx="3509" cy="69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12E7F" w:rsidRPr="00F914B7" w:rsidRDefault="00F12E7F" w:rsidP="00F12E7F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F914B7"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  <w:t>Programul Regiunea Centru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group id="Group 30" o:spid="_x0000_s1030" style="position:absolute;margin-left:-42.05pt;margin-top:-10.85pt;width:242.2pt;height:61.3pt;z-index:251662336" coordorigin="406,15495" coordsize="4844,122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wIJut0BAAAhwwAAA4AAABkcnMvZTJvRG9jLnhtbOxXWW/cNhB+L9D/&#10;QOhdWUlLrQ54Hdh7GAGc2nDS54ArUSsiEqmS3MMp+t87Q2kPH2iMpI9ZwALP4cz3zTekL97v24Zs&#10;uTZCyakXvgs8wmWhSiHXU+/Pz0s/9YixTJasUZJPvUduvPeXv/92setyHqlaNSXXBIxIk++6qVdb&#10;2+WjkSlq3jLzTnVcwmSldMssdPV6VGq2A+ttM4qCYDLaKV12WhXcGBid95PepbNfVbywd1VluCXN&#10;1APfrPtq913hd3R5wfK1Zl0tisEN9gNetExIOPRoas4sIxstXphqRaGVUZV9V6h2pKpKFNzFANGE&#10;wbNobrTadC6Wdb5bd0eYANpnOP2w2eKP7b0mopx6iUcka4EidyoZO2x23TqHJTe6+9Td6z5AaN6q&#10;4qsB6EbP57G/7heT1e6jKsEe21jlsNlXukUTEDXZOwoejxTwvSUFDI6DJM4oMFXAXJKkcThwVNRA&#10;JG6jwcQjMBnGNIt7/op6MWynKaX93jCKJjg7Ynl/rvN18O3yohNFDn8DpNB6Aen3Uw922Y3m3mCk&#10;fZONlumvm84H9jtmxUo0wj66TAaI0Cm5vRcFQo2dEzsgo54dmMVDyTj0SMlNAbl8e3dz90Wrlkn2&#10;ZbWRGPVhM5oineYV1w+8gQO3/IEb8Q1oCRwnsNCRSaSa1Uyu+ZXWaldzVhqA2AF4bgvwxO4TJ1eN&#10;6JaiaZBabA9wgGPPkvQVRHsBzFWxabm0vaK1c1RJU4vOeETnvF1xSFD9oQydz5Art8bicZg1TmV/&#10;R+lVEGTRtT+Lg5lPg2ThX2U08ZNgkdCApuEsnP2Du0OabwyHmFkz78TgK4y+8PZVSQ3FpxerEz3Z&#10;Mlda+lQDh1zKHVyE7ENI0FejiwcoR7AO2lZzW9TYrAC5YRwWHycczCdkEXQDCvyuqF5RB4KE0grH&#10;43jQRpAmT7TB8k4be8NVC8lioEhq8NRhzbYAdR/bYQl6LRUy7mJp5JMBCKIfOUBwzlIWZIt0kVKf&#10;RpMFsDSf+1fLGfUnyzCJ5+P5bDYPDyzVoiy5xGN+niSHuWpEechTo9erWaN78pbuNwBiTstGmCwn&#10;Nw7EojHEtE+8LIxocB1l/nKSJj5d0tjPkiD1gzC7ziYBzeh8+TSkWyH5z4dEdlMvi6PYsXTmNCba&#10;WWyB+72MjeWtsHDzNqKdeulxEctR+gtZOmotE03fPoMC3T9BAXQfiHYpi0k6FAnIWbyG4V43h5oA&#10;vbfpDG/1127ETzXrOISMZk/FMTsUx8/Iy7Xak3GEIQ+r8Ooidg/jWNJcLvQ32H8UvbOtvZ03qS9M&#10;KJRlvJwmQUTRhT5V3M0WB+AnXmuT7Jf6fqnv/1YfZmyvPmzZ/WrvnnVHIaxU+Qg60ArKO7yv4M0O&#10;jVrpbx7Zwft36pm/NgxfM80HCSrNQorPMOs6NE4i6OjzmdX5DJMFmJp61iN9c2ahB1s2nRbrGk7q&#10;hSfVFbwGK+GuFPSz9woqBnagULiWe+26GjO8zPE5fd53q07/P1z+CwAA//8DAFBLAwQUAAYACAAA&#10;ACEAWGCzG7oAAAAiAQAAGQAAAGRycy9fcmVscy9lMm9Eb2MueG1sLnJlbHOEj8sKwjAQRfeC/xBm&#10;b9O6EJGmbkRwK/UDhmSaRpsHSRT79wbcKAgu517uOUy7f9qJPSgm452ApqqBkZNeGacFXPrjagss&#10;ZXQKJ+9IwEwJ9t1y0Z5pwlxGaTQhsUJxScCYc9hxnuRIFlPlA7nSDD5azOWMmgeUN9TE13W94fGT&#10;Ad0Xk52UgHhSDbB+DsX8n+2HwUg6eHm35PIPBTe2uAsQo6YswJIy+A6b6hpIA+9a/vVZ9wIAAP//&#10;AwBQSwMEFAAGAAgAAAAhABrMs4vhAAAACwEAAA8AAABkcnMvZG93bnJldi54bWxMj8FOwzAMhu9I&#10;vENkJG5bkm3AKE2naQJO0yQ2JMTNa722WpNUTdZ2b485wc2WP/3+/nQ12kb01IXaOwN6qkCQy31R&#10;u9LA5+FtsgQRIroCG+/IwJUCrLLbmxSTwg/ug/p9LAWHuJCggSrGNpEy5BVZDFPfkuPbyXcWI69d&#10;KYsOBw63jZwp9Sgt1o4/VNjSpqL8vL9YA+8DDuu5fu2359Pm+n142H1tNRlzfzeuX0BEGuMfDL/6&#10;rA4ZOx39xRVBNAYmy4VmlIeZfgLBxEKpOYgjo0o9g8xS+b9D9gMAAP//AwBQSwMECgAAAAAAAAAh&#10;AK29qqXihwEA4ocBABUAAABkcnMvbWVkaWEvaW1hZ2UxLmpwZWf/2P/gABBKRklGAAEBAQEsASwA&#10;AP/uAA5BZG9iZQBkAAAAAAD/2wBDACMYGh4aFiMeHB4nJSMpNFc4NDAwNGpMUD9Xfm+EgnxveneL&#10;nMipi5S9lnd6ru2wvc7V4OLgh6f1//PZ/8jb4Nf/wAAUCAZwBwYEQxEATREAWREASxEA/8QAGgAB&#10;AAMBAQEAAAAAAAAAAAAAAAQFBgMCAf/EAEgQAQACAQIBBgcMCQQCAgMBAAABAgMEEQUSEyExQVEG&#10;FCJhcbHRFjI0NUJSVHJzgaHBFSMzU5GSk6LhYmSCo7LwQ0QkY/El/9oADgRDAE0AWQBLAAA/AL1e&#10;r1egAAAAAAAAAAAAAAAAAAAAAAAAAAAAAAAAAAAAAAAAAAAAAAAAAAAAAAAAAAAAAAAAAAAAAAAA&#10;AAAAAAAAAAAAAAAACv1fGNLpt4rbnb/Np7XDLq8WPoieVPdAKbV8Z1Wo3rS3NU7qdf8AFDy6zLk6&#10;InkR3QC84Pk53h2KZneYjb+CbpLcrT1nu6ATXY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JmIjeZ2iO2Tq6wVmr43p8G9cX66/m6Ij70bLrcdOinlz5uoFHq+&#10;JanV7xkvtSfkV6IQsupyZei1to7o6gRHIABo/BzJytLkx/NssOHW3xWr3SC3Sw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JmIjeZ2iO06usFXrON6fBvXD+uv5ve&#10;x96Nm1uOnRTy583UCj1fENTrJ/W38n5leiEHLqMmb31ujujqBFcwAAAAXHg5k21OTHv76u/8Evh1&#10;tslq98A0Sw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FbreM6f&#10;T71xzzuTujqj70fNrMePor5VvN1AotXxHUayZ5y8xT5leiEHLqMmafKttHdHUCI5AAAAAAACdwfJ&#10;zfEsXdbyZdtHbk6ivn6Aaxag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ha7ien0cTFp5eT5lev7+5xzanHh6Jne3dAKDW8U1Gs3rNuRj+ZX8+9AzarJm6N+TXugEFxAA&#10;AAAAAAAAdNPfm9Rjv820S9Y55OSs90g2sTvET3rmOmAfQ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HHU6rDpacrNkivdHbPoh4yZaYq73tEAoNdxvNn3pg/VY+/5U+xBza29&#10;94x+TX8QVaKD4AAAAAAAAAAAAA2ehyc7o8N++sLjBblYaW74B3ew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Hy1q0rNrTFax1zM9T5MxEbzO0Aptdx2td8ekjlT+8nq+5Ez66I3&#10;ri6Z+dIKLLlyZrzfLeb2ntmUG17XtyrTMz5weHwAAAAAAAAAAAAAAAangWTl8OrHbWZhZ6G3K08R&#10;3TsCxS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QdfxXBot6/tMvzInq9M9j&#10;hn1VMPR763dAM7rdfn1t98ltq9lI6oV+bPfNPlT0dkR1AiuYAAAAAAAAAAAAAAAAAC+8Gsnk5sfn&#10;iydw63Rev3gvE0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B4zZseDHOTLaK1jrm&#10;Xm960rNrTtEAoNfxzJl3x6XfHT53yp9iDn1tr71xeTHf2yComZmd5neUTrB8AAAAAAAAAAAAAAAA&#10;AAABaeD+Tka+a9l6yk6C22fbvgGmWQ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K7&#10;iHF8Ok3pTbJl7o6o9KPqNXTF5NfKv3dwM7qtXm1eTl5rb90R1Qr8uW+W295+4HB4AAAAAAAAAAAA&#10;AAAAAAAAAASuG5Oa1+G2/wArZ001uTnpPnBsFu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8ZctMOOcmS0VrHXMvlrVpWbWnaI7QUHEeN3zb49LvSnbbtn2IGo1s38nFvWvf2yCoRAfAAAA&#10;AAAAAAAAAAAAAAAAAAAAeqW5F627p3Ina0T3A22O0Xx1tHbESuqzvWJ74B6fQ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BE13EcOir5c8rJPVSOufY5Z9RTDHT027IgGZ1uuza3Jysttqx1Ujq&#10;hW5s981t7T0dkdkAjOYAAAAAAAAAAAAAAAAAAAAAAAAAAA1/CsnOcOwz2xXZbaW3K09J82wJbq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BMxEbz0QApuI8brSJxaSeVbqm/ZHoQ9RrYrvXF0z84&#10;FBe9slpte02tPXMzvMoEzNp3tMzM9sg8gAAAAAAAAAAAAAAAAAAAAAAAAAAAANL4O5OVorU+ZZY8&#10;PtvhmO6QWqUAAAAAAAAAAAAAAAAAAAAAAAAAAAAAAAAAAAAAAAAAAAAAAAAAAAAAAAAAAAAAAAAA&#10;AAAAAAAAAAAAAAAAAAAAAAAAAAAAAAAAAAAAAAAAAAAAAAAAAAAAAAAAAAAAAAAAAAAAAAAAAAAA&#10;AAAAAAAAAAAAAAAAAAAAAAAAAAAAAAAAAAAAAAAAAAAAAAAAAAAAAAAAAAAAAAAAAAAAAAAAAAAA&#10;AAAAAAAAAAAAAAAAAAAAAAAAAAAAAAAAAAAAAAAAAAAAAAOefPj0+OcmW8VrHbLze9cdeVeYiAZv&#10;iXF8mr3x4t8eHu7belXajV2y71r5NPWCtRwAAAAAAAAAAAAAAAAAAAAAAAAAAAAAABdeDeTbLmx9&#10;8RMJnDreVevm3BoE8AAAAAAAAAAAAAAAAAAAAAAAAAAAAAAAAAAAAAAAAAAAAAAAAAAAAAAAAAAA&#10;AAAAAAAAAAAAAAAAAAAAAAAAAAAAAAAAAAAAAAAAAAAAAAAAAAAAAAAAAAAAAAAAAAAAAAAAAAAA&#10;AAAAAAAAAAAAAAAAAAAAAAAAAAAAAAAAAAAAAAAAAAAAAAAAAAAAAAAAAAAAAAAAAAAAAAAAAAAA&#10;AAAAAAAAAAAAAAAAAAAAAAAAAAAAAAAAAAAAAAAAAAAAAAAAAABE1/EMOhp5c8rJMeTSOufY5Z9R&#10;TDHT02nqgGY1mszazLy8s9XVWOqFZmzXzW5V59EdwI7wAAAAAAAAAAAAAAAAAAAAAAAAAAAAAAAA&#10;Cw4Hk5viVI39/E1d9Fbk6iPP0A1S0AAAAAAAAAAAAAAAAAAAAAAAAAAAAAAAAAAAAAAAAAAAAAAA&#10;AAAAAAAAAAAAAAAAAAAAAAAAAAAAAAAAAAAAAAAAAAAAAAAAAAAAAAAAAAAAAAAAAAAAAAAAAAAA&#10;AAAAAAAAAAAAAAAAAAAAAAAAAAAAAAAAAAAAAAAAAAAAAAAAAAAAAAAAAAAAAAAAAAAAAAAAAAAA&#10;AAAAAAAAAAAAAAAAAAAAAAAAAAAAAAAAAAAAAAAAAAAAAAAAAAAAAAAAAAAAAAAZnj+Kaa/ldO16&#10;xMK3X1muffsmAVaMAAAAAAAAAAAAAAAAAAAAAAAAAAAAAAAAAA7aO/N6vFfutD1htyctJ7pBtIne&#10;N1yAAAAAAAAAAAAAAAAAAAAAAAAAAAAAAAAAAAAAAAAAAAAAAAAAAAAAAAAAAAAAAAAAAAAAAAAA&#10;AAAAAAAAAAAAAAAAAAAAAAAAAAAAAAAAAAAAAAAAAAAAAAAAAAAAAAAAAAAAAAAAAAAAAAAAAAAA&#10;AAAAAAAAAAAAAAAAAAAAAAAAAAAAAAAAAAAAAAAAAAAAAAAAAAAAAAAAAAAAAAAAAAAAAAAAAAAA&#10;AAAAAAAAAAAAAAAAAAAAAAAAAAAAAAAAAAAAAqfCHBy9JTLEdOO3T6JROIU5WKLfNkGbV4AAAAAA&#10;AAAAAAAAAAAAAAAAAAAAAAAAAAAD6A2mlvzumxX+dWJXOK3Kx1t3wDq9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46zDz+ly4vnV6PS8Zac5itXvgGMmNpmO5Tg+AAAAAAAAAAAAAAAAAAAAAAAAAAA&#10;AAAAAAADV8Eyc5w3H/p3qtNFblaevm6AT3cAAAAAAAAAAAAAAAAAAAAAAAAAAAAAAAAAAAAAAAAA&#10;AAAAAAAAAAAAAAAAAAAAAAAAAAAAAAAAAAAAAAAAAAAAAAAAAAAAAAAAAAAAAAAAAAAAAAAAAAAA&#10;AAAAAAAAAAAAAAAAAAAAAAAAAAAAAAAAAAAAAAAAAAAAAAAAAAAAAAAAAAAAAAAAAAAAAAAAAAAA&#10;AAAAAAAAAAAAAAAAAAAAAAAAAAAAAAAAAAAAAAAAAAAAAAAAAAAAAAAAAAAAAAAAAAAABkeK4eY4&#10;hlrEdEzyo+9U6qnIz2js33BDcgAAAAAAAAAAAAAAAAAAAAAAAAAAAAAAAAAGh8G8m+DLj7rbp/Dr&#10;eRavdILlMAAAAAAAAAAAAAAAAAAAAAAAAAAAAAAAAAAAAAAAAAAAAAAAAAAAAAAAAAAAAAAAAAAA&#10;AAAAAAAAAAAAAAAAAAAAAAAAAAAAAAAAAAAAAAAAAAAAAAAAAAAAAAAAAAAAAAAAAAAAAAAAAAAA&#10;AAAAAAAAAAAAAAAAAAAAAAAAAAAAAAAAAAAAAAAAAAAAAAAAAAAAAAAAAAAAAAAAAAAAAAAAAAAA&#10;AAAAAAAAAAAAAAAAAAAAAAAAAAAAAAAAAAAAAAAAAAAUXhJg6cWePqyg8Rp01v8AdIKJCAAAAAAA&#10;AAAAAAAAAAAAAAAAAAAAAAAAAAAW/g7k5OsvT51fUlcPttmmO+AaNYg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IXF8PP8AD8sdtY5Ufc46unL09o7Y6QZJVAAAAAAAAAAAAAAAAAAAAAAAAAAAAAAA&#10;AAAJnCcnN8Rwz2TO0uultydRSfPsDXLYAAAAAAAAAAAAAAAAAAAAAAAAAAAAAAAAAAAAAAAAAAAA&#10;AAAAAAAAAAAAAAAAAAAAAAAAAAAAAAAAAAAAAAAAAAAAAAAAAAAAAAAAAAAAAAAAAAAAAAAAAAAA&#10;AAAAAAAAAAAAAAAAAAAAAAAAAAAAAAAAAAAAAAAAAAAAAAAAAAAAAAAAAAAAAAAAAAAAAAAAAAAA&#10;AAAAAAAAAAAAAAAAAAAAAAAAAAAAAAAAAAAAAAAAAAAAAAAAAAAAAAAAAAAAAAAAAB8tEWrNZ6pj&#10;aSY3jaQYvU4pwanJin5NphTZa8jJavdIOTyAAAAAAAAAAAAAAAAAAAAAAAAAAAAAAAAD3ivzeWl/&#10;m2iX2k8m8T3TuDbVnlUie+N1zE7xEg+voAAAAAAAAAAAAAAAAAAAAAAAAAAAAAAAAAAAAAAAAAAA&#10;AAAAAAAAAAAAAAAAAAAAAAAAAAAAAAAAAAAAAAAAAAAAAAAAAAAAAAAAAAAAAAAAAAAAAAAAAAAA&#10;AAAAAAAAAAAAAAAAAAAAAAAAAAAAAAAAAAAAAAAAAAAAAAAAAAAAAAAAAAAAAAAAAAAAAAAAAAAA&#10;AAAAAAAAAAAAAAAAAAAAAAAAAAAAAAAAAAAAAAAAAAAAAAAAAAAAAAAAAAAAAAAAAADNeEODm9ZG&#10;SI6MlfxhXcQpyc0W+dAKpFAAAAAAAAAAAAAAAAAAAAAAAAAAAAAAAAAAbHh2TndDhv2zWN1vp7cr&#10;BSfMCS6AAAAAAAAAAAAAAAAAAAAAAAAAAAAAAAAAAAAAAAAAAAAAAAAAAAAAAAAAAAAAAAAAAAAA&#10;AAAAAAAAAAAAAAAAAAAAAAAAAAAAAAAAAAAAAAAAAAAAAAAAAAAAAAAAAAAAAAAAAAAAAAAAAAAA&#10;AAAAAAAAAAAAAAAAAAAAAAAAAAAAAAAAAAAAAAAAAAAAAAAAAAAAAAAAAAAAAAAAAAAAAAAAAAAA&#10;AAAAAAAAAAAAAAAAAAAAAAAAAAAAAAAAAAAAAAAAAKvwgw85oYyRHTjtv90o2vpysHK7ayDMq0AA&#10;AAAAAAAAAAAAAAAAAAAAAAAAAAAAAAABp+AZOXw/k/MtMLLQW3wbd0gs0k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Bz1GKM2nyYp+VWYecleXjtXvgGKtE1tNZ64nZTTG0zAPgAAAAAAAAAAAAAAAA&#10;AAAAAAAAAAAAAAAAC98G8nTmx+iybw63v6/eC9TgAAAAAAAAAAAAAAAAAAAAAAAAAAAAAAAAAAAA&#10;AAAAAAAAAAAAAAAAAAAAAAAAAAAAAAAAAAAAAAAAAAAAAAAAAAAAAAAAAAAAAAAAAAAAAAAAAAAA&#10;AAAAAAAAAAAAAAAAAAAAAAAAAAAAAAAAAAAAAAAAAAAAAAAAAAAAAAAAAAAAAAAAAAAAAAAAAAAA&#10;AAAAAAAAAAAAAAAAAAAAAAAAAAAAAAAAAAAAAAAAAAAAAAAAAAAAAAAAAAAAAAAAAAAAAAAAAABk&#10;+MYOZ4hk26r+VH3qrWU5Got3T0gguIAAAAAAAAAAAAAAAAAAAAAAAAAAAAAAAALLgOTkcQivZasw&#10;kaC22o274BqFmAAAAAAAAAAAAAAAAAAAAAAAAAAAAAAAAAAAAAAAAAAAAAAAAAAAAAAAAAAAAAAA&#10;AAAAAAAAAAAAAAAAAAAAAAAAAAAAAAAAAAAAAAAAAAAAAAAAAAAAAAAAAAAAAAAAAAAAAAAAAAAA&#10;AAAAAAAAAAAAAAAAAAAAAAAAAAAAAAAAAAAAAAAAAAAAAAAAAAAAAAAAAAAAAAAAAAAAAAAAAAAA&#10;AAAAAAAAAAAAAAAAAAAAAAAAAAAAAAAAAAAAAAAAAAAAAAAAKTwkw70xZ4jqnkz+X5oXEadFb/cC&#10;gQQAAAAAAAAAAAAAAAAAAAAAAAAAAAAAAAASNBk5rXYb91oe8FuTnpPnBslw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IvE8PP6DLTbpiOVH3OWppy8F4824MgqQfAAAAAAAAAAAAAAAAAAAAAAAA&#10;AAAAAAAAfazNbRMdcTuRO07g22C/OYaXjtrErmk8qlZ74B7eg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CY3jaQGM1uHxfV5cXzbdHoU+anN5bV7pBweAAAAAAAAAAAAAAAAAAAAAAAAAAAAAAAAAa3&#10;hGTnOHYZ36o2/gtdJblaenmjYE12AAAAAAAAAAAAAAAAAAAAAAAAAAAAAAAAAAAAAAAAAAAAAAAA&#10;AAAAAAAAAAAAAAAAAAAAAAAAAAAAAAAAAAAAAAAAAAAAAAAAAAAAAAAAAAAAAAAAAAAAAAAAAAAA&#10;AAAAAAAAAAAAAAAAAAAAAAAAAAAAAAAAAAAAAAAAAAAAAAAAAAAAAAAAAAAAAAAAAAAAAAAAAAAA&#10;AAAAAAAAAAAAAAAAAAAAAAAAAAAAAAAAAAAAAAAAAAAAAAAAAAAAAAAAAAAAAAAGd8IsPI1NM0R0&#10;XrtPphX8Qptkrf50Ap0QAAAAAAAAAAAAAAAAAAAAAAAAAAAAAAAAGj8HMnK0l6fNssOH23xWr3SC&#10;3SwAAAAAAAAAAAAAAAAAAAAAAAAAAAAAAAAAAAAAAAAAAAAAAAAAAAAAAAAAAAAAAAAAAAAAAAAA&#10;AAAAAAAAAAAAAAAAAAAAAAAAAAAAAAAAAAAAAAAAAAAAAAAAAAAAAAAAAAAAAAAAAAAAAAAAAAAA&#10;AAAAAAAAAAAAAAAAAAAAAAAAAAAAAAAAAAAAAAAAAAAAAAAAAAAAAAAAAAAAAAAAAAAAAAAAAAAA&#10;AAAAAAAAAB8tMVrNrTEREbzM9hMxEbzO0QDnp9Rj1WKMuKd6zMw848lcteVSd4B1egAAAAAAAAAA&#10;AAAAAAAAAAAAAAV3HcPO8Pm0R0455SPrqcrBM9tZ3BllYAAAAAAAAAAAAAAAAAAAAAAAAAAAAAAA&#10;AC58HMm2oy49/fV3/gl8OttktXvgGhWAAAAAAAAAAAAAAAAAAAAAAAAAAAAAAAAAAAAAAAAAAAAA&#10;AAAAAAAAAAAAAAAAAAAAAAAAAAAAAAAAAAAAAAAAAAAAAAAAAAAAAAAAAAAAAAAAAAAAAAAAAAAA&#10;AAAAAAAAAAAAAAAAAAAAAAAAAAAAAAAAAAAAAAAAAAAAAAAAAAAAAAAAAAAAAAAAAAAAAAAAAAAA&#10;AAAAAAAAAAAAAAAAAAAAAAAAAAAAAAAAAAAAAAAz3G+J87NtLhnyIny7d89yv1up5czip72Oue8D&#10;wd1XIzX01p6L+VX0/wDvqOH5drzjn5XTHpBoVgAAAAAAAAAAAAAAAAAAAAAAAADxlxxlxXxz1WiY&#10;fL15VZrPbGwMXkpOPJak9dZ2U1o5NpieyQeHwAAAAAAAAAAAAAAAAAAAAAAAAAAAAAAAT+DZOb4l&#10;j/1b1dtHbk6ivn6AatagAAAAAAAAAAAAAAAAAAAAAAAAAAAAAAAAAAAAAAAAAAAAAAAAAAAAAAAA&#10;AAAAAAAAAAAAAAAAAAAAAAAAAAAAAAAAAAAAAAAAAAAAAAAAAAAAAAAAAAAAAAAAAAAAAAAAAAAA&#10;AAAAAAAAAAAAAAAAAAAAAAAAAAAAAAAAAAAAAAAAAAAAAAAAAAAAAAAAAAAAAAAAAAAAAAAAAAAA&#10;AAAAAAAAAAAAAAAAAAAAAAAAAKbjnEuarOlw28u0eXMdkdyHrdRyY5qk9M9c9wM8gA6YctsOamWn&#10;vqzvD7S00vFo64ncGywZa58NMtPe2jeFxS0XpFo6pjcHR6AAAAAAAAAAAAAAAAAAAAAAAABluOYe&#10;Z4heY6skcpV62nI1Ez2W6QVzgAAAAAAAAAAAAAAAAAAAAAAAAAAAAAAAOumvzepx37rRL1jtyclZ&#10;7pBtIneInvXMdMA+gAAAAAAAAAAAAAAAAAAAAAAAAAAAAAAAAAAAAAAAAAAAAAAAAAAAAAAAAAAA&#10;AAAAAAAAAAAAAAAAAAAAAAAAAAAAAAAAAAAAAAAAAAAAAAAAAAAAAAAAAAAAAAAAAAAAAAAAAAAA&#10;AAAAAAAAAAAAAAAAAAAAAAAAAAAAAAAAAAAAAAAAAAAAAAAAAAAAAAAAAAAAAAAAAAAAAAAAAAAA&#10;AAAAAAAAAAAAAAAAAAAAg8U18aLB5O05bdFY7vO46rPGGnR76eqAZW1rXtNrTM2md5me1VTMzMzM&#10;7zIPIAA0Hg7quVivprT018qvo7f/AHzp/D8u9Zxz2dMAukwAAAAAAAAAAAAAAAAAAAAAAAAFN4R4&#10;eVgx5ojprPJn70PiNN6Vv3TsDPIAAAAAAAAAAAAAAAAAAAAAAAAAAAAAAAAANposnO6PFfvrC4w2&#10;5WKlu+AdnsAAAAAAAAAAAAAAAAAAAAAAAAAAAAAAAAAAAAAAAAAAAAAAAAAAAAAAAAAAAAAAAAAA&#10;AAAAAAAAAAAAAAAAAAAAAAAAAAAAAAAAAAAAAAAAAAAAAAAAAAAAAAAAAAAAAAAAAAAAAAAAAAAA&#10;AAAAAAAAAAAAAAAAAAAAAAAAAAAAAAAAAAAAAAAAAAAAAAAAAAAAAAAAAAAAAAAAAAAAAAAAAAAA&#10;AAAAAAAAAAABx1WpppcFs2SeiOqO+e54y5K4qTe3VAMjqtTk1We2XJPTPVHdHcqcuS2W83t1z+AO&#10;LyAAAJGh1E6XV48sdUT0+jte8GTmstb93WDY1mLVi0TvE9MLiJ3jeAfQAAAAAAAAAAAAAAAAAAAA&#10;AAAR9fh5/RZcfbNd49LnnpzmG1fMDHT0TsqAfAAAAAAAAAAAAAAAAAAAAAAAAAAAAAAAAangWTl8&#10;OpE9dZmFnobcrTx5ugFikAAAAAAAAAAAAAAAAAAAAAAAAAAAAAAAAAAAAAAAAAAAAAAAAAAAAAAA&#10;AAAAAAAAAAAAAAAAAAAAAAAAAAAAAAAAAAAAAAAAAAAAAAAAAAAAAAAAAAAAAAAAAAAAAAAAAAAA&#10;AAAAAAAAAAAAAAAAAAAAAAAAAAAAAAAAAAAAAAAAAAAAAAAAAAAAAAAAAAAAAAAAAAAAAAAAAAAA&#10;AAAAAAAAAAAAAAAAAAAAAA+WtFKza0xFYjeZnsJmIiZmdogGU4rr51ufyZmMVOisfmqtVnnNk6Pe&#10;R1QCC4gAAAAANPwLVc/o+btPlYuj7uxZaHLy8PJnrr0fcCzSQAAAAAAAAAAAAAAAAAAAAAAAAY7i&#10;OHxfXZccdUW3j0KjUU5vPavnBGcwAAAAAAAAAAAAAAAAAAAAAAAAAAAAAABf+DeTfHmx79UxKdw6&#10;3k3r59wXaaAAAAAAAAAAAAAAAAAAAAAAAAAAAAAAAAAAAAAAAAAAAAAAAAAAAAAAAAAAAAAAAAAA&#10;AAAAAAAAAAAAAAAAAAAAAAAAAAAAAAAAAAAAAAAAAAAAAAAAAAAAAAAAAAAAAAAAAAAAAAAAAAAA&#10;AAAAAAAAAAAAAAAAAAAAAAAAAAAAAAAAAAAAAAAAAAAAAAAAAAAAAAAAAAAAAAAAAAAAAAAAAAAA&#10;AAAAAAAAAACg47xHlTOkw28mP2kx2z3IGu1G881SeiPfSCkQwAAAAAABO4RqfFtdSZnyL+TZ20mT&#10;m88b9U9Eg1i1AAAAAAAAAAAAAAAAAAAAAAAABn/CPDycuLNEe+jkz9yBxGm163742BSoYAAAAAAA&#10;AAAAAAAAAAAAAAAAAAAAAAAAtfB7JyddNOy9Unh9ts8x3wDSrIAAAAAAAAAAAAAAAAAAAAAAAAAA&#10;AAAAAAAAAAAAAAAAAAAAAAAAAAAAAAAAAAAAAAAAAAAAAAAAAAAAAAAAAAAAAAAAAAAAAAAAAAAA&#10;AAAAAAAAAAAAAAAAAAAAAAAAAAAAAAAAAAAAAAAAAAAAAAAAAAAAAAAAAAAAAAAAAAAAAAAAAAAA&#10;AAAAAAAAAAAAAAAAAAAAAAAAAAAAAAAAAAAAAAAAAAAAAAAAAV3GOIeKYebxz+uvHR/pjvR9XqOa&#10;pyaz5durzAy8zMzvPWrAfAAAAAAAAAGu4VqvGtFS8z5dfJt6VrpcvO4YntjokEx2AAAAAAAAAAAA&#10;AAAAAAAAAAAEDjWDnuH3266eVDhrKcvTz3x0gyirAAAAAAAAAAAAAAAAAAAAAAAAAAAAAAAEvhmT&#10;m+IYbf6tnTTW5OopPnBr1uAAAAAAAAAAAAAAAAAAAAAAAAAAAAAAAAAAAAAAAAAAAAAAAAAAAAAA&#10;AAAAAAAAAAAAAAAAAAAAAAAAAAAAAAAAAAAAAAAAAAAAAAAAAAAAAAAAAAAAAAAAAAAAAAAAAAAA&#10;AAAAAAAAAAAAAAAAAAAAAAAAAAAAAAAAAAAAAAAAAAAAAAAAAAAAAAAAAAAAAAAAAAAAAAAAAAAA&#10;AAAAAAAAAAAAAAAAAAAA46vU00mntmydUdUd8vGXJXFjm9uwGQ1Ge+pzWy5J3taVTkvbJebWnpkH&#10;J5AAAAAAAAAAWvANVzOrnDafJyx0elJ0GXkZeRPVb1g0qyAAAAAAAAAAAAAAAAAAAAAAAHm9YvS1&#10;LdVo2l8tEWrMT1T0AxefHOLNfHPXW0wpr15F7VnsnYHN8AAAAAAAAAAAAAAAAAAAAAAAAAAAAAAe&#10;sduRkrb5sxJWdrRPdINtjtysdbd8brqs71ie+Aen0AAAAAAAAAAAAAAAAAAAAAAAAAAAAAAAAAAA&#10;AAAAAAAAAAAAAAAAAAAAAAAAAAAAAAAAAAAAAAAAAAAAAAAAAAAAAAAAAAAAAAAAAAAAAAAAAAAA&#10;AAAAAAAAAAAAAAAAAAAAAAAAAAAAAAAAAAAAAAAAAAAAAAAAAAAAAAAAAAAAAAAAAAAAAAAAAAAA&#10;AAAAAAAAAAAAAAAAAAAAAAAAAAAAAAAAAAAAJmIjeZ2iAGV4xr/HNRyaTPNU6K+ee9V6vPz2Tas+&#10;RXq84K9wAAAAAAAAAAAHqlppet6ztNZ3giZrMTHXHSDZaPPGp02PNX5UdPmlcYskZMVbx2wDs9gA&#10;AAAAAAAAAAAAAAAAAAAAADMcew81r5vEdGSN1ZrqcnPv2WjcFYjgAAAAAAAAAAAAAAAAAAAAAAAA&#10;AAAAAADYcMyc7w/Dbt5O0rbTW5WnpPmBKdQAAAAAAAAAAAAAAAAAAAAAAAAAAAAAAAAAAAAAAAAA&#10;AAAAAAAAAAAAAAAAAAAAAAAAAAAAAAAAAAAAAAAAAAAAAAAAAAAAAAAAAAAAAAAAAAAAAAAAAAAA&#10;AAAAAAAAAAAAAAAAAAAAAAAAAAAAAAAAAAAAAAAAAAAAAAAAAAAAAAAAAAAAAAAAAAAAAAAAAAAA&#10;AAAAAAAAAAAAAAAAAAAAAAAAAAAAABS8e1/Ir4rit5Vo8uY7I7kPXZ+THNVnpn3wM+gAAAAAAAAA&#10;AAAAALzwd1W1r6a09flV/NN4fl6bY59MAvk4AAAAAAAAAAAAAAAAAAAAAAAVPhDg5ekrljrx2/CU&#10;XiFOVii3zZBm1cAAAAAAAAAAAAAAAAAAAAAAAAAAAAAAANL4PZOVoZp8y0rHh9t8Ex3SC1SgAAAA&#10;AAAAAAAAAAAAAAAAAAAAAAAAAAAAAAAAAAAAAAAAAAAAAAAAAAAAAAAAAAAAAAAAAAAAAAAAAAAA&#10;AAAAAAAAAAAAAAAAAAAAAAAAAAAAAAAAAAAAAAAAAAAAAAAAAAAAAAAAAAAAAAAAAAAAAAAAAAAA&#10;AAAAAAAAAAAAAAAAAAAAAAAAAAAAAAAAAAAAAAAAAAAAAAAAAAAAAAAAAAAAAAAAAEbiGrrotNbL&#10;PTbqrHfLnnyxhxzaevsgGQyXtkyWveZm1p3mZVNrTa02md5kHl8AAAAAAAAAAAAAAddPmtp9RTLX&#10;rpO71jvOPJW8dkg2eLJXLjrkpO9bRvC4raLVi0dUxuD0+gAAAAAAAAAAAAAAAAAAAAAOOrw8/pcu&#10;L51Z29Lxlpy8Vq98AxkxtMx3KeeiQfAAAAAAAAAAAAAAAAAAAAAAAAAAAAAABd+DeTbJmx98RMJn&#10;DreVev3gv08AAAAAAAAAAAAAAAAAAAAAAAAAAAAAAAAAAAAAAAAAAAAAAAAAAAAAAAAAAAAAAAAA&#10;AAAAAAAAAAAAAAAAAAAAAAAAAAAAAAAAAAAAAAAAAAAAAAAAAAAAAAAAAAAAAAAAAAAAAAAAAAAA&#10;AAAAAAAAAAAAAAAAAAAAAAAAAAAAAAAAAAAAAAAAAAAAAAAAAAAAAAAAAAAAAAAAAAAAAAAAAAAA&#10;AAAHyZisTMztEdMzJM7RvIMnxTWzrdTMxP6uvRSPzVWqzc9k3j3sdEAhOIAAAAAAAAAAAAAAAANH&#10;4ParnNPbT2nysc7x6JWHD8vKxzjnrr1egFulgAAAAAAAAAAAAAAAAAAAAAADI8Vw8xxDLWI6JnlR&#10;96p1VORntHZvuCG5AAAAAAAAAAAAAAAAAAAAAAAAAAAAAALHgeTkcRpG/vomHfQ25OojzxsDUrQA&#10;AAAAAAAAAAAAAAAAAAAAAAAAAAAAAAAAAAAAAAAAAAAAAAAAAAAAAAAAAAAAAAAAAAAAAAAAAAAA&#10;AAAAAAAAAAAAAAAAAAAAAAAAAAAAAAAAAAAAAAAAAAAAAAAAAAAAAAAAAAAAAAAAAAAAAAAAAAAA&#10;AAAAAAAAAAAAAAAAAAAAAAAAAAAAAAAAAAAAAAAAAAAAAAAAAAAAAAAAAAAAAAAAAAAFLx/Xcini&#10;mOfKt03mOyO5D1+faOarPTPvgZ9AAAAAAAAAAAAAAAAAAASuHanxXW48m+1d9reiXTT5OazVt2dU&#10;+gGwid43hbgAAAAAAAAAAAAAAAAAAAAAACi8JMHTizx9WUHiNPe3+6QUSEAAAAAAAAAAAAAAAAAA&#10;AAAAAAAAAAAA76PJzWrxX7rQ94bcnLSfODZ9a4AAAAAAAAAAAAAAAAAAAAAAAAAAAAAAAAAAAAAA&#10;AAAAAAAAAAAAAAAAAAAAAAAAAAAAAAAAAAAAAAAAAAAAAAAAAAAAAAAAAAAAAAAAAAAAAAAAAAAA&#10;AAAAAAAAAAAAAAAAAAAAAAAAAAAAAAAAAAAAAAAAAAAAAAAAAAAAAAAAAAAAAAAAAAAAAAAAAAAA&#10;AAAAAAAAAAAAAAAAAAAAAAAAAAAAAEfW6quj01sttt46Kx3z3OebLGHHN5+6O+QZDLktlyWyXne1&#10;p3mVTa03tNrTvMg8PgAAAAAAAAAAAAAAAAAAA1XBdV4xoa1mfLx+TP5LPRZecwxE9deiQWCQAAAA&#10;AAAAAAAAAAAAAAAAAAhcXw8/w/JHbWOVH3OOrpy9PaO2OkGSVQAAAAAAAAAAAAAAAAAAAAAAAAAA&#10;AAAD7E7TvHXADa6a/OafHfvrErnHPKx1nvgHR6AAAAAAAAAAAAAAAAAAAAAAAAAAAAAAAAAAAAAA&#10;AAAAAAAAAAAAAAAAAAAAAAAAAAAAAAAAAAAAAAAAAAAAAAAAAAAAAAAAAAAAAAAAAAAAAAAAAAAA&#10;AAAAAAAAAAAAAAAAAAAAAAAAAAAAAAAAAAAAAAAAAAAAAAAAAAAAAAAAAAAAAAAAAAAAAAAAAAAA&#10;AAAAAAAAAAAAAAAAAAAAAAAAAAAAZfjOu8b1PIx23xY+iO6Z7ZVmsz87k2rPkV6vOCtRwAAAAAAA&#10;AAAAAAAAAAAAAWPBNV4vroradqZPJn09jvosvN54ieq3QDUrQAAAAAAAAAAAAAAAAAAAAAB8tEWr&#10;NZ6pjaSY3jaQYvVYpwanJjn5NphTZa8jJavdIOTyAAAAAAAAAAAAAAAAAAAAAAAAAAAAAA1nBcnO&#10;cNx/6fJWmjtytNXzdAJzuAAAAAAAAAAAAAAAAAAAAAAAAAAAAAAAAAAAAAAAAAAAAAAAAAAAAAAA&#10;AAAAAAAAAAAAAAAAAAAAAAAAAAAAAAAAAAAAAAAAAAAAAAAAAAAAAAAAAAAAAAAAAAAAAAAAAAAA&#10;AAAAAAAAAAAAAAAAAAAAAAAAAAAAAAAAAAAAAAAAAAAAAAAAAAAAAAAAAAAAAAAAAAAAAAAAAAAA&#10;AAAAAAAAACs43rfFtPzVJ/WZY29EdqNrc3N4+TX31vwgGYVoAAAAAAAAAAAAAAAAAAAAAD7E7TvH&#10;RIDX8O1PjWjx5N/K22t6Vtp8nO4a27eqQSnUAAAAAAAAAAAAAAAAAAAAABm/CHBzesjLHVkr+MK7&#10;iFOTmi3zoBUooAAAAAAAAAAAAAAAAAAAAAAAAAAAAADQ+DmTfT5cfzbbp/Drb47V7pBcpgAAAAAA&#10;AAAAAAAAAAAAAAAAAAAAAAAAAAAAAAAAAAAAAAAAAAAAAAAAAAAAAAAAAAAAAAAAAAAAAAAAAAAA&#10;AAAAAAAAAAAAAAAAAAAAAAAAAAAAAAAAAAAAAAAAAAAAAAAAAAAAAAAAAAAAAAAAAAAAAAAAAAAA&#10;AAAAAAAAAAAAAAAAAAAAAAAAAAAAAAAAAAAAAAAAAAAAAAAAAAAAAAAAA85clcWK2S87VrG8vlrR&#10;Ss2nqiNwY7W6m2r1N81u2eiO6OxUZsk5ck3nt6gcHgAAAAAAAAAAAAAAAAAAAAAAAXHg9qub1FtP&#10;afJydMelL4fl5OScc9Vur0g0SwAAAAAAAAAAAAAAAAAAAAAAVfhBh5zQxkiOnHO/3Sja+nKwcrtr&#10;IMyrQAAAAAAAAAAAAAAAAAAAAAAAAAAAAAFv4O5OTq749/fV3/glcPttltXvgGjWIAAAAAAAAAAA&#10;AAAAAAAAAAAAAAAAAAAAAAAAAAAAAAAAAAAAAAAAAAAAAAAAAAAAAAAAAAAAAAAAAAAAAAAAAAAA&#10;AAAAAAAAAAAAAAAAAAAAAAAAAAAAAAAAAAAAAAAAAAAAAAAAAAAAAAAAAAAAAAAAAAAAAAAAAAAA&#10;AAAAAAAAAAAAAAAAAAAAAAAAAAAAAAAAAAAAAAAAAAAAAAAAAAAAovCHWdWkpbz32/CEHiGbqxVn&#10;z2BRIQAAAAAAAAAAAAAAAAAAAAAAAAPePJbFkrkpO1qzvD7W01tFo64ncGz0+auowUy16rRuuMd4&#10;yY62jqmAdHoAAAAAAAAAAAAAAAAAAAAHPUYozafJjn5VZh5yV5eO1e+AYu1Zraaz1xOymmNpmO4H&#10;kAAAAAAAAAAAAAAAAAAAAAAAAAAAABN4Rk5viOKeyZ2l20luTqKefoBrVqAAAAAAAAAAAAAAAAAA&#10;AAAAAAAAAAAAAAAAAAAAAAAAAAAAAAAAAAAAAAAAAAAAAAAAAAAAAAAAAAAAAAAAAAAAAAAAAAAA&#10;AAAAAAAAAAAAAAAAAAAAAAAAAAAAAAAAAAAAAAAAAAAAAAAAAAAAAAAAAAAAAAAAAAAAAAAAAAAA&#10;AAAAAAAAAAAAAAAAAAAAAAAAAAAAAAAAAAAAAAAAAAAA4a3U10mmvmt2R0R3z2PGbJGLHN57OoGP&#10;y5LZclsl53tad5lUWtNrTaZ3mQeHwAAAAAAAAAAAAAAAAAAAAAAAAABf+Duq3rfTWnpjyq+jtTuH&#10;5eicc9nTALtNAAAAAAAAAAAAAAAAAAAAAAZPjODmeIZNuq/lR96q1lORqLd09IILiAAAAAAAAAAA&#10;AAAAAAAAAAAAAAAAADphvzeal/m2iX2k8m9Z7pBtazyqxPfG66id4iQfQAAAAAAAAAAAAAAAAAAA&#10;AAAAAAAAAAAAAAAAAAAAAAAAAAAAAAAAAAAAAAAAAAAAAAAAAAAAAAAAAAAAAAAAAAAAAAAAAAAA&#10;AAAAAAAAAAAAAAAAAAAAAAAAAAAAAAAAAAAAAAAAAAAAAAAAAAAAAAAAAAAAAAAAAAAAAAAAAAAA&#10;AAAAAAAAAAAAAAAAAAAAAAAAAAAAAAAAAAAAAAAAAGa47rOf1PM0nyMXXtPRMq3XZuXk5ET5NfWC&#10;qRgAAAAAAAAAAAAAAAAAAAAAAAAAAB30eedNqseaPkz0+jte8OSceWt47JBsqWi9ItWd4mN4lbxM&#10;TETHVIPr6AAAAAAAAAAAAAAAAAAAACk8JMO9MWeOyeTKFxGnk1v3dAKBBAAAAAAAAAAAAAAAAAAA&#10;AAAAAAAAAAAbLQZOd0OG/fWFvgtysNJ8wJDoAAAAAAAAAAAAAAAAAAAAAAAAAAAAAAAAAAAAAAAA&#10;AAAAAAAAAAAAAAAAAAAAAAAAAAAAAAAAAAAAAAAAAAAAAAAAAAAAAAAAAAAAAAAAAAAAAAAAAAAA&#10;AAAAAAAAAAAAAAAAAAAAAAAAAAAAAAAAAAAAAAAAAAAAAAAAAAAAAAAAAAAAAAAAAAAAAAAAAAAA&#10;AAAAAAAAAAAAAAAAAAAIfFNZ4npLXj9pbyaR5+9x1ObmcUzHvp6IBkpmZmZmd5lVT0zvIPgAAAAA&#10;AAAAAAAAAAAAAAAAAAAAAAADS8A1XPaScNp8rFO0ejsWOgy8vFyJ66+oFqlAAAAAAAAAAAAAAAAA&#10;AAAAi8Tw8/oMtNumI5Ufc5amnLwXjzbgyCpB8AAAAAAAAAAAAAAAAAAAAAAAAAAAAAajgGTl8Piv&#10;zbTCy0Ft9Pt3SCySQAAAAAAAAAAAAAAAAAAAAAAAAAAAAAAAAAAAAAAAAAAAAAAAAAAAAAAAAAAA&#10;AAAAAAAAAAAAAAAAAAAAAAAAAAAAAAAAAAAAAAAAAAAAAAAAAAAAAAAAAAAAAAAAAAAAAAAAAAAA&#10;AAAAAAAAAAAAAAAAAAAAAAAAAAAAAAAAAAAAAAAAAAAAAAAAAAAAAAAAAAAAAAAAAAAAAAAAAAAB&#10;leM6vxrWTFZ/V4/Jr+cqvWZedzTt72vRAK9wAAAAAAAAAAAAAAAAAAAAAAAAAAAAAATOFanxXXUt&#10;M7Ut5NvQ66XJzWes9k9Eg1y2AAAAAAAAAAAAAAAAAAAAAmN42kBjNbh5jV5cfzbTt6FPmpyMtq90&#10;g4PAAAAAAAAAAAAAAAAAAAAAAAAAAAAAL3wbyftsfosm8Ot7+v3gvU4AAAAAAAAAAAAAAAAAAAAA&#10;AAAAAAAAAAAAAAAAAAAAAAAAAAAAAAAAAAAAAAAAAAAAAAAAAAAAAAAAAAAAAAAAAAAAAAAAAAAA&#10;AAAAAAAAAAAAAAAAAAAAAAAAAAAAAAAAAAAAAAAAAAAAAAAAAAAAAAAAAAAAAAAAAAAAAAAAAAAA&#10;AAAAAAAAAAAAAAAAAAAAAAAAAAAAAAAAAAAABB4xrPFNHPJn9Zk8mvm87hq83NYZ299bogGTVYAA&#10;AAAAAAAAAAAAAAAAAAAAAAAAAAAAAANbwjVeNaGk2ne9PJstdJl53BEz1x0SCa7AAAAAAAAAAAAA&#10;AAAAAAAAzvhFh5GppmjqvG0+mFfxCm2St/nQCnRAAAAAAAAAAAAAAAAAAAAAAAAAAAAAWfAMnI4h&#10;yey1ZhJ0Fts+3fANOsgAAAAAAAAAAAAAAAAAAAAAAAAAAAAAAAAAAAAAAAAAAAAAAAAAAAAAAAAA&#10;AAAAAAAAAAAAAAAAAAAAAAAAAAAAAAAAAAAAAAAAAAAAAAAAAAAAAAAAAAAAAAAAAAAAAAAAAAAA&#10;AAAAAAAAAAAAAAAAAAAAAAAAAAAAAAAAAAAAAAAAAAAAAAAAAAAAAAAAAAAAAAAAAAAAAAAAAAAA&#10;GS4tq/G9Za0Tvjp5NPR3qrVZedzTMT5MdEAhOIAAAAAAAAAAAAAAAAAAAAAAAAAAAAAAAALPgOq5&#10;jWc3afIyxt9/Yk6HLyM3Jnqt0feDTrIAAAAAAAAAAAAAAAAAAAAFdx3DzvD5tEdOOeUj66nKwTPb&#10;XpBllYAAAAAAAAAAAAAAAAAAAAAAAAAAAACTw/JzWuw3/wBUQ6ae3Jz0nzg2K3AAAAAAAAAAAAAA&#10;AAAAAAAAAAAAAAAAAAAAAAAAAAAAAAAAAAAAAAAAAAAAAAAAAAAAAAAAAAAAAAAAAAAAAAAAAAAA&#10;AAAAAAAAAAAAAAAAAAAAAAAAAAAAAAAAAAAAAAAAAAAAAAAAAAAAAAAAAAAAAAAAAAAAAAAAAAAA&#10;AAAAAAAAAAAAAAAAAAAAAAAAAAAAAAAAAAAAAAAAAAB5yUjJjtS2+1omJ2l8tEWrMT1TGwMfrdLf&#10;R6m2K/Z01nvjvVGbFOHJNJ+6e+AR3gAAAAAAAAAAAAAAAAAAAAAAAAAAAAAAAAH2tpraLVnaYneJ&#10;ImYneOuAbLQ6iNVpMeWOuY6fNK4w5OdxVv3x0g7vYAAAAAAAAAAAAAAAAAAA8ZccZcV8c9VomHy9&#10;eVWaz2xsDFZKTjyWpMbTWdlNaOTaYnsB5fAAAAAAAAAAAAAAAAAAAAAAAAAAAB6rbk2i0dcTuRO0&#10;xPcDa4bRfDS0dsRK6pPKpE98A9voAAAAAAAAAAAAAAAAAAAAAAAAAAAAAAAAAAAAAAAAAAAAAAAA&#10;AAAAAAAAAAAAAAAAAAAAAAAAAAAAAAAAAAAAAAAAAAAAAAAAAAAAAAAAAAAAAAAAAAAAAAAAAAAA&#10;AAAAAAAAAAAAAAAAAAAAAAAAAAAAAAAAAAAAAAAAAAAAAAAAAAAAAAAAAAAAAAAAAAAAAAAAAAAA&#10;AAAAAAAAIPFtDGt008mP1tOmvn8zhqsHPY+j31emAZSYmJmJjaYVfUD4AAAAAAAAAAAAAAAAAAAA&#10;AAAAAAAAAAAAAuvB3VcnJfTWnot5VfT2pnD8u1pxz29MA0CeAAAAAAAAAAAAAAAAAAAADLccw8zx&#10;C0x1ZI5Sr1tORqJnst0grnAAAAAAAAAAAAAAAAAAAAAAAAAAAAAGu4Tk53h2Ge6Nv4LXSW5WnpPm&#10;2BMdgAAAAAAAAAAAAAAAAAAAAAAAAAAAAAAAAAAAAAAAAAAAAAAAAAAAAAAAAAAAAAAAAAAAAAAA&#10;AAAAAAAAAAAAAAAAAAAAAAAAAAAAAAAAAAAAAAAAAAAAAAAAAAAAAAAAAAAAAAAAAAAAAAAAAAAA&#10;AAAAAAAAAAAAAAAAAAAAAAAAAAAAAAAAAAAAAAAAAAAAAAAAAAAAAAAAAAAAAAGf49oObv41ir5N&#10;p8uI7J70DXYOTPO1jon3wKVDAAAAAAAAAAAAAAAAAAAAAAAAAAAAAAAAB0wZbYM1MtOuk7vtLzS8&#10;WjriQbPDkrmxUyUneto3hc0tF6RaOqY3B7fQAAAAAAAAAAAAAAAAAABTeEeHlYMeaI6aztP3ofEa&#10;b4637p2BnkAAAAAAAAAAAAAAAAAAAAAAAAAAAAAGk8HcnK0d6fNssOH23wzXukFslgAAAAAAAAAA&#10;AAAAAAAAAAAAAAAAAAAAAAAAAAAAAAAAAAAAAAAAAAAAAAAAAAAAAAAAAAAAAAAAAAAAAAAAAAAA&#10;AAAAAAAAAAAAAAAAAAAAAAAAAAAAAAAAAAAAAAAAAAAAAAAAAAAAAAAAAAAAAAAAAAAAAAAAAAAA&#10;AAAAAAAAAAAAAAAAAAAAAAAAAAAAAAAAAAAAAAAAAAAAAAAPOSlcuO1LxvW0bTD5asWrNbRvEgyG&#10;v0dtFqbYp3mvXW3fCpz4pw5JrPV2T3gjOYAAAAAAAAAAAAAAAAAAAAAAAAAAAAAAAAND4O6rl4b6&#10;e09NOmvoT+H5d6Tjnrr0wC5TAAAAAAAAAAAAAAAAAAABH1+Hn9Flx7bzNd49Lnnpy8N6+YGOnonZ&#10;UA+AAAAAAAAAAAAAAAAAAAAAAAAAAAAufBvJtny4++u6Zw6217V74BoU8AAAAAAAAAAAAAAAAAAA&#10;AAAAAAAAAAAAAAAAAAAAAAAAAAAAAAAAAAAAAAAAAAAAAAAAAAAAAAAAAAAAAAAAAAAAAAAAAAAA&#10;AAAAAAAAAAAAAAAAAAAAAAAAAAAAAAAAAAAAAAAAAAAAAAAAAAAAAAAAAAAAAAAAAAAAAAAAAAAA&#10;AAAAAAAAAAAAAAAAAAAAAAAAAAAAAAAAAAAAAAAAQ+KaGNbpprG3OV6aT+TjqcMZse0e+jqBkrRN&#10;bTW0TEx0TEqqYmJ2nrB8AAAAAAAAAAAAAAAAAAAAAAAAAAAAAAABJ0GonS6zHl7Ina3odMGTms1b&#10;dnaDYRMWiJjqlbxO8bg+gAAAAAAAAAAAAAAAAAAAx/EcPi+uy446t949Co1FObz2r5wRXMAAAAAA&#10;AAAAAAAAAAAAAAAAAAAAAT+C5Ob4lj/1b1d9Fbk6mvn6AataAAAAAAAAAAAAAAAAAAAAAAAAAAAA&#10;AAAAAAAAAAAAAAAAAAAAAAAAAAAAAAAAAAAAAAAAAAAAAAAAAAAAAAAAAAAAAAAAAAAAAAAAAAAA&#10;AAAAAAAAAAAAAAAAAAAAAAAAAAAAAAAAAAAAAAAAAAAAAAAAAAAAAAAAAAAAAAAAAAAAAAAAAAAA&#10;AAAAAAAAAAAAAAAAAAAAAAAAAAAAAAAAAoePaDafG8Udf7SI9aDr8H/y1j6wKNCAAAAAAAAAAAAA&#10;AAAAAAAAAAAAAAAAAAABqOB6rn9FFLT5eLyZ9HYs9Fl5zDtPXXoBZJAAAAAAAAAAAAAAAAAAAAz/&#10;AIR4dsuLNEe+jkz9yBxGm1q37+gFKhgAAAAAAAAAAAAAAAAAAAAAAAAAADrpb83qcV+60PWK3JyV&#10;nukG1id4ie9cgAAAAAAAAAAAAAAAAAAAAAAAAAAAAAAAAAAAAAAAAAAAAAAAAAAAAAAAAAAAAAAA&#10;AAAAAAAAAAAAAAAAAAAAAAAAAAAAAAAAAAAAAAAAAAAAAAAAAAAAAAAAAAAAAAAAAAAAAAAAAAAA&#10;AAAAAAAAAAAAAAAAAAAAAAAAAAAAAAAAAAAAAAAAAAAAAAAAAAAAAAAAAAAAAAAAAAAAAAAAA+Xr&#10;W9JpeImto2mJ7XyYi0TExvEgyPEtHbRamaddJ6aT3wqtRhnDkmvZPTEgiOQAAAAAAAAAAAAAAAAA&#10;AAAAAAAAAAAAAAn8H1Xi2urvPkZPJn8nfR5ebzxv1W6JBq1oAAAAAAAAAAAAAAAAAAAIHGsPPcPv&#10;tG808qHDWU5ent3x0gyirAAAAAAAAAAAAAAAAAAAAAAAAAAAH0Bs9Hk53SYr/OrC4w25WKtu+Adn&#10;sAAAAAAAAAAAAAAAAAAAAAAAAAAAAAAAAAAAAAAAAAAAAAAAAAAAAAAAAAAAAAAAAAAAAAAAAAAA&#10;AAAAAAAAAAAAAAAAAAAAAAAAAAAAAAAAAAAAAAAAAAAAAAAAAAAAAAAAAAAAAAAAAAAAAAAAAAAA&#10;AAAAAAAAAAAAAAAAAAAAAAAAAAAAAAAAAAAAAAAAAAAAAAAAAAAAAAAAAAAAAETiWjrrdNNOq8dN&#10;J7pctRhjNimvyo6YkGSvW1LzS0bWrO0xPYqZiazMTG0wDyAAAAAAAAAAAAAAAAAAAAAAAAAAAAAA&#10;PvUA13DNT41oqXn30eTb0wttNk53DW3b1SCW6gAAAAAAAAAAAAAAAAAPN6xelqW6rRtL5aItWYnq&#10;noBi8+OcWe+OeutphTXryL2rPZOwOb4AAAAAAAAAAAAAAAAAAAAAAAAAAANVwPJznDqR21mYWeit&#10;ytPHm6AWCQAAAAAAAAAAAAAAAAAAAAAAAAAAAAAAAAAAAAAAAAAAAAAAAAAAAAAAAAAAAAAAAAAA&#10;AAAAAAAAAAAAAAAAAAAAAAAAAAAAAAAAAAAAAAAAAAAAAAAAAAAAAAAAAAAAAAAAAAAAAAAAAAAA&#10;AAAAAAAAAAAAAAAAAAAAAAAAAAAAAAAAAAAAAAAAAAAAAAAAAAAAAAAAAAAAAAAAAAAAAAAAo+P6&#10;DePG8UdMdGSI9aFr8G/62sfW9oKFBAAAAAAAAAAAAAAAAAAAAAAAAAAAAAAAFtwDVc1qpwWnycnV&#10;6UrQZeTlmk9VvWDSLEAAAAAAAAAAAAAAAAAAAZjj2HmtfN4joyRurdfTk59+y0bgrEYAAAAAAAAA&#10;AAAAAAAAAAAAAAAAAAaDwbyb4s2PfqmJT+HW8m9e6dwXSYAAAAAAAAAAAAAAAAAAAAAAAAAAAAAA&#10;AAAAAAAAAAAAAAAAAAAAAAAAAAAAAAAAAAAAAAAAAAAAAAAAAAAAAAAAAAAAAAAAAAAAAAAAAAAA&#10;AAAAAAAAAAAAAAAAAAAAAAAAAAAAAAAAAAAAAAAAAAAAAAAAAAAAAAAAAAAAAAAAAAAAAAAAAAAA&#10;AAAAAAAAAAAAAAAAAAAAAAAAAAAAAAAA+WiLVmto3iY2mCYiY2nqkGT4pop0Wpmsb83bppP5KrVY&#10;Zw5No97PTAITiAAAAAAAAAAAAAAAAAAAAAAAAAAAAAA9UvbHet6ztas7wVma2iY64Bs9LnjU6bHl&#10;r8qN1xivGTHW8dsA6vYAAAAAAAAAAAAAAAAACp8IcPL0lMsR00t0+iUTiFN8UW+bIM2rwAAAAAAA&#10;AAAAAAAAAAAAAAAAAAABa+D2Tk621Pn1SuH22zTHfANKsQAAAAAAAAAAAAAAAAAAAAAAAAAAAAAA&#10;AAAAAAAAAAAAAAAAAAAAAAAAAAAAAAAAAAAAAAAAAAAAAAAAAAAAAAAAAAAAAAAAAAAAAAAAAAAA&#10;AAAAAAAAAAAAAAAAAAAAAAAAAAAAAAAAAAAAAAAAAAAAAAAAAAAAAAAAAAAAAAAAAAAAAAAAAAAA&#10;AAAAAAAAAAAAAAAAAAAAAAAAAAAAAAAABG1+krrdNbFPRbrrPdLnnxRmxzWevskGQyY7YslqXiYt&#10;WdpiVTas1tNbRtMA8vgAAAAAAAAAAAAAAAAAAAAAAAAAAAAAC98HdV7/AE1p/wBVfzTeH5evHPpg&#10;F6nAAAAAAAAAAAAAAAAAAOOrwxn0uXF86s7el4y05eK1e+AYyY2mY7lPPRIPgAAAAAAAAAAAAAAA&#10;AAAAAAAAAAAl8Lyc1xDDbsmdnXS25OopPnBr1sAAAAAAAAAAAAAAAAAAAAAAAAAAAAAAAAAAAAAA&#10;AAAAAAAAAAAAAAAAAAAAAAAAAAAAAAAAAAAAAAAAAAAAAAAAAAAAAAAAAAAAAAAAAAAAAAAAAAAA&#10;AAAAAAAAAAAAAAAAAAAAAAAAAAAAAAAAAAAAAAAAAAAAAAAAAAAAAAAAAAAAAAAAAAAAAAAAAAAA&#10;AAAAAAAAAAAAAAAAAAAAAAAAAACl49oOXTxvFHlV9/Edsd6HrsHKjnax0x74GfQAAAAAAAAAAAAA&#10;AAAAAAAAAAAAAAAAAHbS57abUUzV66zv6YesV5x5K3jskGyx3rkx1vWd62jeJXFbRasWjqnpB6fQ&#10;AAAAAAAAAAAAAAAAAGR4rh5jiGWsRtEzyo+9U6qnIz2js6wQ3IAAAAAAAAAAAAAAAAAAAAAAAAAB&#10;7x25GStvmzEvtZ2tE90g2tLcqlbd8brms71ie8Hp9AAAAAAAAAAAAAAAAAAAAAAAAAAAAAAAAAAA&#10;AAAAAAAAAAAAAAAAAAAAAAAAAAAAAAAAAAAAAAAAAAAAAAAAAAAAAAAAAAAAAAAAAAAAAAAAAAAA&#10;AAAAAAAAAAAAAAAAAAAAAAAAAAAAAAAAAAAAAAAAAAAAAAAAAAAAAAAAAAAAAAAAAAAAAAAAAAAA&#10;AAAAAAAAAAAAAAAAAAAAAAAAAAAACYiYmJjeJ7DrBlOLaGdHqfJj9VfprPd5lVq8HM5Oj3s9QIDi&#10;AAAAAAAAAAAAAAAAAAAAAAAAAAAAAA0ng/qud004LT5WPq9Cx0GXlY5pPXX1AtkoAAAAAAAAAAAA&#10;AAAAABReEmHpxZ4j/TKDxGnTW/3SCiQgAAAAAAAAAAAAAAAAAAAAAAAAAABsOGZOd0GG3bydpW2m&#10;tysFJ8wJTqAAAAAAAAAAAAAAAAAAAAAAAAAAAAAAAAAAAAAAAAAAAAAAAAAAAAAAAAAAAAAAAAAA&#10;AAAAAAAAAAAAAAAAAAAAAAAAAAAAAAAAAAAAAAAAAAAAAAAAAAAAAAAAAAAAAAAAAAAAAAAAAAAA&#10;AAAAAAAAAAAAAAAAAAAAAAAAAAAAAAAAAAAAAAAAAAAAAAAAAAAAAAAAAAAAAAAAAAAAAAAAAACP&#10;rdLTWaa2K3XPTWe6XPNijNjmk/dPdIMhmxXw5bY8kbWrO0wqb1mlpraNpgHh8AAAAAAAAAAAAAAA&#10;AAAAAAAAAAAAABL4ZqvFNbTJM7Vnybeh102Xms1bdnVINfHTG62AAAAAAAAAAAAAAAAAAQ+L4ef4&#10;fkjbprHKj7nHV05entHbHSDIqoAAAAAAAAAAAAAAAAAAAAAAAAAAAabwfycrQTXf3lphZaC2+Dbu&#10;kFokgAAAAAAAAAAAAAAAAAAAAAAAAAAAAAAAAAAAAAAAAAAAAAAAAAAAAAAAAAAAAAAAAAAAAAAA&#10;AAAAAAAAAAAAAAAAAAAAAAAAAAAAAAAAAAAAAAAAAAAAAAAAAAAAAAAAAAAAAAAAAAAAAAAAAAAA&#10;AAAAAAAAAAAAAAAAAAAAAAAAAAAAAAAAAAAAAAAAAAAAAAAAAAAAAAAAAAAAAAAAAAAAAAKjjug5&#10;7F4zjjy6R5Ud8d/3ImuwcuvOVjyo6/QDOK8AAAAAAAAAAAAAAAAAAAAAAAAAAAAABq+DarxnRVi0&#10;+Xj8mVpo8vOYY3669Egnu4AAAAAAAAAAAAAAAAPloi1ZrPVMbSTG8bSDGarFODU5Mc/JtMKbLXkZ&#10;LV7pBxeQAAAAAAAAAAAAAAAAAAAAAAAAAF54N5PLzY/NEwm8Ot03r94L5OAAAAAAAAAAAAAAAAAA&#10;AAAAAAAAAAAAAAAAAAAAAAAAAAAAAAAAAAAAAAAAAAAAAAAAAAAAAAAAAAAAAAAAAAAAAAAAAAAA&#10;AAAAAAAAAAAAAAAAAAAAAAAAAAAAAAAAAAAAAAAAAAAAAAAAAAAAAAAAAAAAAAAAAAAAAAAAAAAA&#10;AAAAAAAAAAAAAAAAAAAAAAAAAAAAAAAAAAAAAAAAAAAAAAAAOsBluMaDxPUcqkfqsnTXzeZV6vBz&#10;OTePe26vMCucAAAAAAAAAAAAAAAAAAAAAAAAAAAAAWXA9V4vrYpadqZfJn09iRosvN5tp6rdANQs&#10;wAAAAAAAAAAAAAAAAAGa8IcPN6yMkR0ZK/iruIU5OaLdloBVIoAAAAAAAAAAAAAAAAAAAAAAAAAC&#10;x4Fk5HEaxv7+JhI0NuTqIjvjYGpWYAAAAAAAAAAAAAAAAAAAAAAAAAAAAAAAAAAAAAAAAAAAAAAA&#10;AAAAAAAAAAAAAAAAAAAAAAAAAAAAAAAAAAAAAAAAAAAAAAAAAAAAAAAAAAAAAAAAAAAAAAAAAAAA&#10;AAAAAAAAAAAAAAAAAAAAAAAAAAAAAAAAAAAAAAAAAAAAAAAAAAAAAAAAAAAAAAAAAAAAAAAAAAAA&#10;AAAAAAAAAAAAAAAAAAAA46vTU1enthv1T1T3T3vGXHGXHNLdv4Ax+fDfT5rYskbWrO0qi9Jx3mto&#10;6YBzfAAAAAAAAAAAAAAAAAAAAAAAAAAAB9iZrMTE7THTBE7TvANhw/UxqtHjy9sxtb0rfBk53DW3&#10;b2gkugAAAAAAAAAAAAAAAAKvj+HnNDzkR0453+5G19OVg5XbWQZlWgAAAAAAAAAAAAAAAAAAAAAA&#10;AAAO+iyc1rMN+60PeG3JzUnzg2a4AAAAAAAAAAAAAAAAAAAAAAAAAAAAAAAAAAAAAAAAAAAAAAAA&#10;AAAAAAAAAAAAAAAAAAAAAAAAAAAAAAAAAAAAAAAAAAAAAAAAAAAAAAAAAAAAAAAAAAAAAAAAAAAA&#10;AAAAAAAAAAAAAAAAAAAAAAAAAAAAAAAAAAAAAAAAAAAAAAAAAAAAAAAAAAAAAAAAAAAAAAAAAAAA&#10;AAAAAAAAAAAAAAAAAAAABVcc0HjGHn8cfrMcdMR8qEXW4Ocpy6x5VevzwDNK4AAAAAAAAAAAAAAA&#10;AAAAAAAAAAAAAFz4ParkZ7ae09F+mvpS+H5eTecc9VumPSDQrAAAAAAAAAAAAAAAAAHPUYozYMmO&#10;flVmHnJXl47V74Bi7VmtprPXE7KaY2mY7geQAAAAAAAAAAAAAAAAAAAAAAAAH2J2mJjrgjoncG10&#10;9+c0+O8dtYlc455WOs98A6PQAAAAAAAAAAAAAAAAAAAAAAAAAAAAAAAAAAAAAAAAAAAAAAAAAAAA&#10;AAAAAAAAAAAAAAAAAAAAAAAAAAAAAAAAAAAAAAAAAAAAAAAAAAAAAAAAAAAAAAAAAAAAAAAAAAAA&#10;AAAAAAAAAAAAAAAAAAAAAAAAAAAAAAAAAAAAAAAAAAAAAAAAAAAAAAAAAAAAAAAAAAAAAAAAAAAA&#10;AAAAAAAAAAAAAAAAMvxrQeK5+cxx+qyT0bfJnuVmswc1k5VY8i34ArUcAAAAAAAAAAAAAAAAAAAA&#10;AAAAAAAe8OS2HLTJT31Z3h9paaXi0dcTuDZ6fLXPgplr1WjdcY7xekWjqmAdHoAAAAAAAAAAAAAA&#10;AAGT4xh5niGTaNot5UfeqtZTkai3dPSCC4gAAAAAAAAAAAAAAAAAAAAAAAAANZwbJznDcX+nyf4L&#10;TR25Wmr5ugE53AAAAAAAAAAAAAAAAAAAAAAAAAAAAAAAAAAAAAAAAAAAAAAAAAAAAAAAAAAAAAAA&#10;AAAAAAAAAAAAAAAAAAAAAAAAAAAAAAAAAAAAAAAAAAAAAAAAAAAAAAAAAAAAAAAAAAAAAAAAAAAA&#10;AAAAAAAAAAAAAAAAAAAAAAAAAAAAAAAAAAAAAAAAAAAAAAAAAAAAAAAfImLRvExMd8ETE9QPoAAA&#10;AAAAAAAAAAAAAAAAAAAAADlqdPTU4LYckdFo6+7zvOTHGWk0t1SDH6nBfTZ7YskbTWf4qjJjnHea&#10;W64ByeQAAAAAAAAAAAAAAAAAAAAAAAAAABoPB3VcrHfTWnpr5VfR2p3D8u9Zxz2dMAuk0AAAAAAA&#10;AAAAAAAAAFJ4SYd6Ys8dk8mULiNPJrfu6AUCCAAAAAAAAAAAAAAAAAAAAAAAAAA0Xg5k302TH822&#10;6w4dbfHavdILhLAAAAAAAAAAAAAAAAAAAAAAAAAAAAAAAAAAAAAAAAAAAAAAAAAAAAAAAAAAAAAA&#10;AAAAAAAAAAAAAAAAAAAAAAAAAAAAAAAAAAAAAAAAAAAAAAAAAAAAAAAAAAAAAAAAAAAAAAAAAAAA&#10;AAAAAAAAAAAAAAAAAAAAAAAAAAAAAAAAAAAAAAAAAAAAAAAAAAAAAABx1mbxfSZcvbWszHp7HjNf&#10;m8Vrd0AzvCeJzo8nN5ZmcNp6e3kz3q/S6mcNuTbppP4A08TFoiazExPTEx2rOJiY3jpgH0AAAAAA&#10;AAAAAAAAAAAAAAAAAABWca0HjWDnccfrccfxjuRtbg52nLrHlV/GAZhWgAAAAAAAAAAAAAAAAAAA&#10;AAAAAAADvotROl1WPLHVE9Poe8OTmstb93WDZVtFqxaJ3iY3hcRO8RMdoPoAAAAAAAAAAAAAAAIv&#10;E8PP6DLTbpiN4+5y1NOXgtHm3BkFSD4AAAAAAAAAAAAAAAAAAAAAAAAAuPBzJydVkpv76u/8Evh1&#10;tstq98A0SwAAAAAAAAAAAAAAAAAAAAAAAAAAAAAAAAAAAAAAAAAAAAAAAAAAAAAAAAAAAAAAAAAA&#10;AAAAAAAAAAAAAAAAAAAAAAAAAAAAAAAAAAAAAAAAAAAAAAAAAAAAAAAAAAAAAAAAAAAAAAAAAAAA&#10;AAAAAAAAAAAAAAAAAAAAAAAAAAAAAAAAAAAAAAAAAAAAAAAAAABUeEWfkaSmGJ6clun0R/nZE4hf&#10;bFFPnSDOK8Fvwbini9o0+e36qfe2n5M+xK0ep5uebyT5M9U9wNGsQAAAAAAAAAAAAAAAAAAAAAAA&#10;AAGa45oPF83P44/VZJ6fNKt1uDm78useTb8JBVIwAAAAAAAAAAAAAAAAAAAAAAAAAAA0/AdVz2j5&#10;q0+Vi6Pu7FlocvLw8meuvR9wLNJAAAAAAAAAAAAAAACY3jaQGM1uHmNXlx91p29CnzU5GW1e6QcH&#10;gAAAAAAAAAAAAAAAAAAAAAAAAE3g+Tm+I4p7LTtLtpLcnUV8/QDWrUAAAAAAAAAAAAAAAAAAAAAA&#10;AAAAAAAAAAAAAAAAAAAAAAAAAAAAAAAAAAAAAAAAAAAAAAAAAAAAAAAAAAAAAAAAAAAAAAAAAAAA&#10;AAAAAAAAAAAAAAAAAAAAAAAAAAAAAAAAAAAAAAAAAAAAAAAAAAAAAAAAAAAAAAAAAAAAAAAAAAAA&#10;AAAAAAAAAAAAAAAAAAGY4/m5ziE0iejHWK/f1qzX35Wo27KxsCsRwAF5wXim3J0uot0dWO0+pN0e&#10;q22xZJ+rP5Avk4AAAAAAAAAAAAAAAAAAAAAAAAHPPhpqMNsWSN62jZ5yUjJSa2jokGP1emvpNRbD&#10;frjqnvjvVGXHOLJNLdgOLyAAAAAAAAAAAAAAAAAAAAAAAAAAm8J1Pi2upMz5F/Js7aTJzWeJnqno&#10;kGtWoAAAAAAAAAAAAAAAAM74RYeRqaZo6rxtPphX8Qptkrf50Ap0QAAAAAAAAAAAAAAAAAAAAAAA&#10;AHTBfm8+O/daJfcc8m9Z7pBtazvWJ74XUdMbg+gAAAAAAAAAAAAAAAAAAAAAAAAAAAAAAAAAAAAA&#10;AAAAAAAAAAAAAAAAAAAAAAAAAAAAAAAAAAAAAAAAAAAAAAAAAAAAAAAAAAAAAAAAAAAAAAAAAAAA&#10;AAAAAAAAAAAAAAAAAAAAAAAAAAAAAAAAAAAAAAAAAAAAAAAAAAAAAAAAAAAAAAAAAAAAAAAAAAAA&#10;D5MxETM9EQT0RvIMVnyznz5Ms9d7TKlyW5d7WntncHN8AAAGi4NxTnqxptRb9ZHvbT8rzelYaPU8&#10;uIx5J8rsnvBcJYAAAAAAAAAAAAAAAAAAAAAAAAK7jGg8b0/LpH63H0x547kfWYOdx71jy69XnBl1&#10;YD4AAAAAAAAAAAAAAAAAAAAAAAAAANdwrVeNaKlpny6+Tb0rXS5edwxPbHRIJjsAAAAAAAAAAAAA&#10;AAK7juHneH2tEdOOeUj66nKwTPbXpBllYAAAAAAAAAAAAAAAAAAAAAAAAAA2Wgyc7osN++sLfBbl&#10;YaT5gSHQAAAAAAAAAAAAAAAAAAAAAAAAAAAAAAAAAAAAAAAAAAAAAAAAAAAAAAAAAAAAAAAAAAAA&#10;AAAAAAAAAAAAAAAAAAAAAAAAAAAAAAAAAAAAAAAAAAAAAAAAAAAAAAAAAAAAAAAAAAAAAAAAAAAA&#10;AAAAAAAAAAAAAAAAAAAAAAAAAAAAAAAAAAAAAAAAAAAAABD4tm5nh2a2/TMcmPv6HHVX5GnvPbMb&#10;AyKqAAAAB9iZiYmJ2mOqYI6J3gGm4PxONXTms07Z6x1/Pjv9Ky0mp52ORf38fiCzSQAAAAAAAAAA&#10;AAAAAAAAAAAAAAZzjug5nL4zjj9XefKiOyVdrsHItzlY8m3X5pBUIoAAAAAAAAAAAAAAAAAAAAAA&#10;AAAC04DquZ1c4rT5OWNvvSdDl5GXkz1W9YNMsgAAAAAAAAAAAAAAB4y44y4r456rRMPlq8qs1ntj&#10;YGLyUnHktSY2ms7Ka0cm0xPZIPD4AAAAAAAAAAAAAAAAAAAAAAAADUcBycvh9Y7azMLPQ2308R3S&#10;CySAAAAAAAAAAAAAAAAAAAAAAAAAAAAAAAAAAAAAAAAAAAAAAAAAAAAAAAAAAAAAAAAAAAAAAAAA&#10;AAAAAAAAAAAAAAAAAAAAAAAAAAAAAAAAAAAAAAAAAAAAAAAAAAAAAAAAAAAAAAAAAAAAAAAAAAAA&#10;AAAAAAAAAAAAAAAAAAAAAAAAAAAAAAAAAAAAAAAAAFL4SZtsWHDE9czafu//AKhcRv5NKd87gz6C&#10;AAAAAA9UvbHeL0tNbVneJjsKzNZiaztMdoNTwviNddi2ttGaseVXv88LTS6iM9dp6Lx1wCe7gAAA&#10;AAAAAAAAAAAAAAAAAAADxmxUz4rYskb1tG0w+XrF6TW0bxIMhrdLfR6i2K/Z0xPfCozYpw5JpP3T&#10;3gjvAAAAAAAAAAAAAAAAAAAAAAAAAPVbTS8WrO01neCJmJiY64BsdHqI1Wlx5Y+VHT5pXGHJGXFW&#10;8dsA7vYAAAAAAAAAAAAAAAy3HMPM8QtMdWSOUq9bTkaiZ7LdIK5wAAAAAAAAAAAAAAAAAAAAAAAA&#10;BfeDWTozY/PFk7h1ui9fvBeJoAAAAAAAAAAAAAAAAAAAAAAAAAAAAAAAAAAAAAAAAAAAAAAAAAAA&#10;AAAAAAAAAAAAAAAAAAAAAAAAAAAAAAAAAAAAAAAAAAAAAAAAAAAAAAAAAAAAAAAAAAAAAAAAAAAA&#10;AAAAAAAAAAAAAAAAAAAAAAAAAAAAAAAAAAAAAAAAAAAAAAAAAAAAAAAAAAAAAADLcdy87xG1Ynox&#10;xFfz/NWa6/K1Ex82NgVyOAAAAAAAOmDNk0+WuXFbk3rPRL7S9sd4tWdpgGr4frseuwcuvRevRevd&#10;PsWunz1z03jotHXAJbqAAAAAAAAAAAAAAAAAAAAAAAIHFtDGs029Y/W06a+fzOGrwc9j6PfV6gZW&#10;YmJ2mNphV9QPgAAAAAAAAAAAAAAAAAAAAAAAAC78HdVte+mtPX5VfzTOH5dpnHPb0wC/TwAAAAAA&#10;AAAAAAAABT+EeHlYMeaI6aztP3ofEab4637p2BnUAAAAAAAAAAAAAAAAAAAAAAAAAFp4P5ORr+T2&#10;XrMJOgttn274BplkAAAAAAAAAAAAAAAAAAAAAAAAAAAAAAAAAAAAAAAAAAAAAAAAAAAAAAAAAAAA&#10;AAAAAAAAAAAAAAAAAAAAAAAAAAAAAAAAAAAAAAAAAAAAAAAAAAAAAAAAAAAAAAAAAAAAAAAAAAAA&#10;AAAAAAAAAAAAAAAAAAAAAAAAAAAAAAAAAAAAAAAAAAAAAAAAAAAABMxETM9UHVAMTnyTmz5Ms9d7&#10;TZS3ty72t3zuDm+AAAAAAAAA7aXU5NJnrmxT0x1x2THdL1iyWxXi9euPxBrdHq8eswRlxz5pr21l&#10;bYctc1ItX747gd3sAAAAAAAAAAAAAAAAAAAAAAAZ7j2g5u/jWKPJtPlxHZPer9dg5NudrHRPX6QU&#10;yIAAAAAAAAAAAAAAAAAAAAAAAADpp81sGemWvXWd3rHecd62jriQbPFkrlxVyVneto3hcVtFqxaO&#10;qY3B7fQAAAAAAAAAAAAAEfX4ef0WXHtvM13j0ueenLw2r5gY6eidlQD4AAAAAAAAAAAAAAAAAAAA&#10;AAACTw7JzWvw23+Vs6ae3Jz0nzg2K3AAAAAAAAAAAAAAAAAAAAAAAAAAAAAAAAAAAAAAAAAAAAAA&#10;AAAAAAAAAAAAAAAAAAAAAAAAAAAAAAAAAAAAAAAAAAAAAAAAAAAAAAAAAAAAAAAAAAAAAAAAAAAA&#10;AAAAAAAAAAAAAAAAAAAAAAAAAAAAAAAAAAAAAAAAAAAAAAAAAAAAAAAAAAAAAAAAAABF4nl5nh+e&#10;+/Tydo+/octTbkae8+bYGPVIAAAAAAAAAAAk6HWZNFnjJTprPRavZaHTBmthvyq9XbHeDW6fPj1O&#10;GuXFbetvw8y1x5K5KRas7xIOj0AAAAAAAAAAAAAAAAAAAAAA85cdcuO2O8b1tG0w+WrFqzW0bxIM&#10;hr9JfR6m2K3veus98KnPinDkms9XZPeCM5gAAAAAAAAAAAAAAAAAAAAAAAA0Xg9quXgtp7T5WPpj&#10;0LDh+XlY5xz116gXCWAAAAAAAAAAAAAAAMfxHD4vrsuOOrfePQqNRTm89q+cEVzAAAAAAAAAAAAA&#10;AAAAAAAAAAHqluTeLR1xO5E7TE9wNrity8VLd8RK6rO9YnvgHt9AAAAAAAAAAAAAAAAAAAAAAAAA&#10;AAAAAAAAAAAAAAAAAAAAAAAAAAAAAAAAAAAAAAAAAAAAAAAAAAAAAAAAAAAAAAAAAAAAAAAAAAAA&#10;AAAAAAAAAAAAAAAAAAAAAAAAAAAAAAAAAAAAAAAAAAAAAAAAAAAAAAAAAAAAAAAAAAAAAAAAAAAA&#10;AAAAAAAAAAFR4R5OTo8eOPl3/CETiNtsNa98gzivAAAAAAAAAAAABN4bxC+hzb9NsVvf1/OPO66b&#10;POC/fWeuAavFkpmx1yY7Ralo3iYWtbResWrO8T1A9PoAAAAAAAAAAAAAAAAAAAAACFxTQxrdNMRE&#10;c5XppP5OOqwxmx7R76OoGTtE1tMTG0x0TCqmNp2nrB8AAAAAAAAAAAAAAAAAAAAAAABJ4fqfFdZj&#10;y7+Tvtb0Omnyc1mrbs6pBsYmJiJjqlb9YAAAAAAAAAAAAAAAz/hHh2y4s0R76OTKBxGm1q37+gFK&#10;hgAAAAAAAAAAAAAAAAAAAAAAAA1/CsnOcOwz2xGy20tuVp6T5tgS3UAAAAAAAAAAAAAAAAAAAAAA&#10;AAAAAAAAAAAAAAAAAAAAAAAAAAAAAAAAAAAAAAAAAAAAAAAAAAAAAAAAAAAAAAAAAAAAAAAAAAAA&#10;AAAAAAAAAAAAAAAAAAAAAAAAAAAAAAAAAAAAAAAAAAAAAAAAAAAAAAAAAAAAAAAAAAAAAAAAAAAA&#10;AAAAAAAAAAAAAZ3wjycrV48cT7ym/wDH/wDiv4jbfLWvdAKdEAAAAAAAAAAAAAAWPCuJW0WTkZJm&#10;cFp6Y+b54d9LqZw22t00nr8wNRW1b1i1ZiazG8THatImJiJid4kH0AAAAAAAAAAAAAAAAAAAAAAU&#10;PH9ByZ8bxR0T+0junvQdfg2nnax0T74FGhAAAAAAAAAAAAAAAAAAAAAAAAA1PBNV4xoorM+Xj8mf&#10;yWeiy85hiJ669ALFIAAAAAAAAAAAAAAQONYee4ffaN5p5UOGspy9PbvjpBlFWAAAAAAAAAAAAAAA&#10;AAAAAAAAADSeDuTlaO1PmWWPD7b4ZjukFslAAAAAAAAAAAAAAAAAAAAAAAAAAAAAAAAAAAAAAAAA&#10;AAAAAAAAAAAAAAAAAAAAAAAAAAAAAAAAAAAAAAAAAAAAAAAAAAAAAAAAAAAAAAAAAAAAAAAAAAAA&#10;AAAAAAAAAAAAAAAAAAAAAAAAAAAAAAAAAAAAAAAAAAAAAAAAAAAAAAAAAAAAAAAAAAAAAADI8Vyc&#10;7xLPbutyf4dH5KnVW5WpvPn2BDcgAAAAAAAAAAAAAABbcH4p4taMGef1Mz0T82fYlaPU83PN3nyJ&#10;6p7gaTr6liAAAAAAAAAAAAAAAAAAAAAA83pXJSaXiJraNpiXyYi0TExvEgyXEdHbRamcc7zSems9&#10;8KnUYZw5Jr2dkgiOYAAAAAAAAAAAAAAAAAAAAAAAsOC6rxfXVi07UyeTP5O+jy83miJ6rdEg1S0A&#10;AAAAAAAAAAAAAeb1i9LUnqtG0vkxyqzE9UgxefHOLPfHPXW0wpr15F7VnskHN8AAAAAAAAAAAAAA&#10;AAAAAAAAAF14N5Ns2XH3xEwmcOt5d698bg0CeAAAAAAAAAAAAAAAAAAAAAAAAAAAAAAAAAAAAAAA&#10;AAAAAAAAAAAAAAAAAAAAAAAAAAAAAAAAAAAAAAAAAAAAAAAAAAAAAAAAAAAAAAAAAAAAAAAAAAAA&#10;AAAAAAAAAAAAAAAAAAAAAAAAAAAAAAAAAAAAAAAAAAAAAAAAAAAAAAAAAAAAAAAAAAAAAAA+XtFK&#10;TaeqI3l8mdomZ7AYi9pve17ddp3lSzO8zM9cg8gAAAAAAAAAAAAAAAALvgvFORydLqLeT1UtPZ5k&#10;zRanbbFkno+TPd5gX6eAAAAAAAAAAAAAAAAAAAAAAicS0VdbppptHOV6aT53LU4YzY9vlR1SDJXr&#10;al5raNrRO0wqZiazMT0TAPIAAAAAAAAAAAAAAAAAAAAAA+xO07x1gNfw3U+NaLHkmfK22t6Vtpsn&#10;O4a27eqQSnUAAAAAAAAAAAAABmOP4ea1/LiOjJG6t19OTn37LRuCsRgAAAAAAAAAAAAAAAAAAAAA&#10;ABYcEyc3xLHG/vomrvorcnUV8/QDVLQAAAAAAAAAAAAAAAAAAAAAAAAAAAAAAAAAAAAAAAAAAAAA&#10;AAAAAAAAAAAAAAAAAAAAAAAAAAAAAAAAAAAAAAAAAAAAAAAAAAAAAAAAAAAAAAAAAAAAAAAAAAAA&#10;AAAAAAAAAAAAAAAAAAAAAAAAAAAAAAAAAAAAAAAAAAAAAAAAAAAAAAAAAAAAAAAABF4pk5vh2e2+&#10;3k7fx6HLU25OnvPm2Bj1SAAAAAAAAAAAAAAAAAAANDwXinORGm1FvLjopafleb0p+j1PK2x5J6fk&#10;z3guUwAAAAAAAAAAAAAAAAAAAAABR8f0G/8A+XijzXiPWha/B/8ALWPrAoUEAAAAAAAAAAAAAAAA&#10;AAAAAAAW/g/qub1FsFp8nJ0x6UrQZeTkmk9Vur0g0axAAAAAAAAAAAAAAVPhDh5ekrliOmlvwlF4&#10;hTfFFvmyDNq4AAAAAAAAAAAAAAAAAAAAAAAdtJfm9Viv3Wh6xW5OWs90g2kTvG65AAAAAAAAAAAA&#10;AAAAAAAAAAAAAAAAAAAAAAAAAAAAAAAAAAAAAAAAAAAAAAAAAAAAAAAAAAAAAAAAAAAAAAAAAAAA&#10;AAAAAAAAAAAAAAAAAAAAAAAAAAAAAAAAAAAAAAAAAAAAAAAAAAAAAAAAAAAAAAAAAAAAAAAAAAAA&#10;AAAAAAAAAAAAAAAAAAAAAAVfhDk5Ogivbe8R+aLxC22CI75BmVcAAAAAAAAAAAAAAAAAAAPsTMTv&#10;E7TADS8H4nGqrGDNO2asdE/Pj2rHSannY5F58uPxBaJQAAAAAAAAAAAAAAAAAAAAPlqxes1tG9Zj&#10;aYntJiJiYnpiQZLieinRamax+zt00nzdyp1OGcOTb5M9MAhuQAAAAAAAAAAAAAAAAAAAAAD1jvbF&#10;krek7WrO8PtbTW0WjrjpBs9NmrqNPTLXqtG64x3jJjraO2AdXoAAAAAAAAAAAAHHV4oz6XLin5VZ&#10;29Lxlpy8Vq98AxkxtMxPYp56JB8AAAAAAAAAAAAAAAAAAAAAAH0BtNJk53S4r99YXGK3KxVnvgHV&#10;7AAAAAAAAAAAAAAAAAAAAAAAAAAAAAAAAAAAAAAAAAAAAAAAAAAAAAAAAAAAAAAAAAAAAAAAAAAA&#10;AAAAAAAAAAAAAAAAAAAAAAAAAAAAAAAAAAAAAAAAAAAAAAAAAAAAAAAAAAAAAAAAAAAAAAAAAAAA&#10;AAAAAAAAAAAAAAAAAAAAAAAAAAAAAAAAABQ+EuTysGPfsm0/h/lB4lbppX0yCjQgAAAAAAAAAAAA&#10;AAAAAAAAeqXtS8XpM1tWd4mOwiZrMTE7TANTwriVdbi5N9ozVjyo7/PC00uojNXaei8dcd4J7uAA&#10;AAAAAAAAAAAAAAAAAACNxDR11umnHPRaOms90ueowxmxzWevskGQyUtiyWpeJi1Z2mJVNqzW01mN&#10;pgHl8AAAAAAAAAAAAAAAAAAAAAAX3g7qui+mtPV5VfzTuH5eicc+mAXiaAAAAAAAAAAAAAAyPFcP&#10;McQy1iNomeVH3qnVU5Ge0dk9IIbkAAAAAAAAAAAAAAAAAAAAAAANXwTJznDcffXeFporcrT183QC&#10;e7gAAAAAAAAAAAAAAAAAAAAAAAAAAAAAAAAAAAAAAAAAAAAAAAAAAAAAAAAAAAAAAAAAAAAAAAAA&#10;AAAAAAAAAAAAAAAAAAAAAAAAAAAAAAAAAAAAAAAAAAAAAAAAAAAAAAAAAAAAAAAAAAAAAAAAAAAA&#10;AAAAAAAAAAAAAAAAAAAAAAAAAAAAAAAAAAAzHhBfl8R5O/vKRH5/mrdfbfUbd0RAKxGAAAAAAAAA&#10;AAAAAAAAAAAAAe8OW+HLXLjtNb1neJh9paaWi1Z2mAazh2vprsPKjauSvv693+Frp89c9N+q0dcA&#10;luoAAAAAAAAAAAAAAAAAAAAKXj2g5dfGsUeVX38R2x3oeuwbxztY6Y98DPoAAAAAAAAAAAAAAAAA&#10;AAAAADtpM86bU48tfkz0+h6xXnHkreOyQbKlovSt6zvFo3hcRMWiJjqkHp9AAAAAAAAAAAABReEm&#10;HpxZoj/TKDxGnvb/AHSCiQgAAAAAAAAAAAAAAAAAAAAAABoPBvJvhy4+626fw63kXr3TuC6TAAAA&#10;AAAAAAAAAAAAAAAAAAAAAAAAAAAAAAAAAAAAAAAAAAAAAAAAAAAAAAAAAAAAAAAAAAAAAAAAAAAA&#10;AAAAAAAAAAAAAAAAAAAAAAAAAAAAAAAAAAAAAAAAAAAAAAAAAAAAAAAAAAAAAAAAAAAAAAAAAAAA&#10;AAAAAAAAAAAAAAAAAAAAAAAAAAAAAZDil+c4lnt/r2/h0fkqdVblajJPn2BEcgAAAAAAAAAAAAAA&#10;AAAAAAAAB102oyaXNXLittaP4THdL1jyWxXi9J2mAa3RazHrcEZMfRPVavbWVrhzVzU5VfvjuBId&#10;AAAAAAAAAAAAAAAAAAAB8mImJiY3ieuCY3jaQZTiuhnRameTH6q/TSfyVWqwczk6Pez1AguIAAAA&#10;AAAAAAAAAAAAAAAAADS8A1XO6WcNp8rF1ehY6DLy8XInrr6gWqUAAAAAAAAAAAACHxbDz/D8kdtY&#10;5Ufc46unL09o7Y6QZFVAAAAAAAAAAAAAAAAAAAAAAAC28HcnJ1tqfPr6krh9ts0x3wDSLEAAAAAA&#10;AAAAAAAAAAAAAAAAAAAAAAAAAAAAAAAAAAAAAAAAAAAAAAAAAAAAAAAAAAAAAAAAAAAAAAAAAAAA&#10;AAAAAAAAAAAAAAAAAAAAAAAAAAAAAAAAAAAAAAAAAAAAAAAAAAAAAAAAAAAAAAAAAAAAAAAAAAAA&#10;AAAAAAAAAAAAAAAAAAAAAAAAAAGIy35zNe/zrTKlvPKvae+dweHwAAAAAAAAAAAAAAAAAAAAAAAA&#10;EjRazJos8ZMfTHVavZaHvDmthvyq/fHeDW6bUY9VgrlxTvWf4xPdK2x5K5aRes9E/gDq9AAAAAAA&#10;AAAAAAAAAAAACPrtJXWaa2K3RPXWe6XPPijNjms9fZPcDIZcd8OS2PJG1qztMKm1Zpaa2jaYB4fA&#10;AAAAAAAAAAAAAAAAAAAATOF6nxXW0tM7Vt5NvQ66XJzWas9k9Eg13WtgAAAAAAAAAAAAfLRFqzWe&#10;qY2kmN42kGM1WKcGpyY5+TaYU2WvIyWr3SDi8gAAAAAAAAAAAAAAAAAAAAAJnCsnN8Rwz2TO0uul&#10;tydRSfPsDXLYAAAAAAAAAAAAAAAAAAAAAAAAAAAAAAAAAAAAAAAAAAAAAAAAAAAAAAAAAAAAAAAA&#10;AAAAAAAAAAAAAAAAAAAAAAAAAAAAAAAAAAAAAAAAAAAAAAAAAAAAAAAAAAAAAAAAAAAAAAAAAAAA&#10;AAAAAAAAAAAAAAAAAAAAAAAAAAAAAAAAAAAAAAAAAAActVfm9Llv82kz+Dzlnk4rz3RMgxSmAAAA&#10;AAAAAAAAAAAAAAAAAAAAAAAEzh2vvoc3Kje2O3v69/8Al10+e2C+/XWeuAavDlpnxVy4rRalo3iY&#10;WtLVvWLVneJB7fQAAAAAAAAAAAAAAAAAABT8d0HO4/GcceXSPKjvjvRNdg5VecrHTHX6AZ1XgAAA&#10;AAAAAAAAAAAAAAAAAANZwfVeM6GvKne9PJstNJl5zDG/XHRIJzuAAAAAAAAAAAADN+EOHkayMkR0&#10;ZK/iruIU5OaLfOgFSigAAAAAAAAAAAAAAAAAAAAAPeK/N5aX+baJfazybRPdINtS3KpW3fG65id4&#10;ie8H19AAAAAAAAAAAAAAAAAAAAAAAAAAAAAAAAAAAAAAAAAAAAAAAAAAAAAAAAAAAAAAAAAAAAAA&#10;AAAAAAAAAAAAAAAAAAAAAAAAAAAAAAAAAAAAAAAAAAAAAAAAAAAAAAAAAAAAAAAAAAAAAAAAAAAA&#10;AAAAAAAAAAAAAAAAAAAAAAAAAAAAAAAAAAAAQ+L35HDM899dv4zs46udtNefNsDIqoAAAAAAAAAA&#10;AAAAAAAAAAAAAAAAAAFhwriNtDl5N95w2nyo7vPDvpdROG209NJ647gaml63pF6TFq2jeJjtWcTF&#10;oiYneJB9fQAAAAAAAAAAAAAAAAACY3jaeoBleL6GdHqOVSP1V+mvm8yr1eDmcm8e9t1Ar3AAAAAA&#10;AAAAAAAAAAAAAAAFnwLVcxrObtPkZej7+xI0OXkZuTPVboBp1mAAAAAAAAAAAACr4/h5zQ85HXjn&#10;f7kbX05WDldtZBmVaAAAAAAAAAAAAAAAAAAAAAAANjw7Jzugw27eT0rfT25WCk+YEl0AAAAAAAAA&#10;AAAAAAAAAAAAAAAAAAAAAAAAAAAAAAAAAAAAAAAAAAAAAAAAAAAAAAAAAAAAAAAAAAAAAAAAAAAA&#10;AAAAAAAAAAAAAAAAAAAAAAAAAAAAAAAAAAAAAAAAAAAAAAAAAAAAAAAAAAAAAAAAAAAAAAAAAAAA&#10;AAAAAAAAAAAAAAAAAAAAAVvH7cnhsx868R+f5I2vnbT7d8xAMurQAAAAAAAAAAAAAAAAAAAAAAAA&#10;AAAAAFpwfifit+ZzTvhtPRPzJ9iTpNTzU8i8+RP4A00TExvE7xKyAAAAAAAAAAAAAAAAAAAHDWaa&#10;mr09sV+3qnunveM2OMuOaT93mBkM+G+DNbFkja1Z2lUXpNLzW0dMA5vgAAAAAAAAAAAAAAAAAAA+&#10;1ma2i0TtMTvEkTtO8dcA2Oh1EarSY8sdcx0+lb4MnO4q2/iCQ6AAAAAAAAAAADnqMUZsGTHPyqzD&#10;zkry6Wr3wDF2rNbTWeuJ2U0xtMx3A8gAAAAAAAAAAAAAAAAAAAAADT+D+Tl6Dk/MtMLLQW3wbd0g&#10;s0kAAAAAAAAAAAAAAAAAAAAAAAAAAAAAAAAAAAAAAAAAAAAAAAAAAAAAAAAAAAAAAAAAAAAAAAAA&#10;AAAAAAAAAAAAAAAAAAAAAAAAAAAAAAAAAAAAAAAAAAAAAAAAAAAAAAAAAAAAAAAAAAAAAAAAAAAA&#10;AAAAAAAAAAAAAAAAAAAAAAAAAAAAAAAABT+ElttNhr333/D/ACh8Rn9XSPODOoAAAAAAAAAAAAAA&#10;AAAAAAAAAAAAAAAAAAuuC8U5uY02ot5E+8tPyfN6EzR6nkzGPJPk9k9wNAngAAAAAAAAAAAAAAAA&#10;AACq45oOfw+MY4/WUjpiO2EXW4OXTnKx5VevzwDNK4AAAAAAAAAAAAAAAAAAAAF14O6rk5b6a09F&#10;vKr6Uzh+Xa0456p6YBoE8AAAAAAAAAAAAGT4zh5niGTaNot5UfeqtZTkai3dPSCC4gAAAAAAAAAA&#10;AAAAAAAAAAALzwbyeVmx+iU3h1um9fvBfJwAAAAAAAAAAAAAAAAAAAAAAAAAAAAAAAAAAAAAAAAA&#10;AAAAAAAAAAAAAAAAAAAAAAAAAAAAAAAAAAAAAAAAAAAAAAAAAAAAAAAAAAAAAAAAAAAAAAAAAAAA&#10;AAAAAAAAAAAAAAAAAAAAAAAAAAAAAAAAAAAAAAAAAAAAAAAAAAAAAAAAAAAAAAAACh8JbeVp690W&#10;n1IPEp6ccekFGhAAAAAAAAAAAAAAAAAAAAAAAAAAAAAAAAAv+C8U5XJ0uot5XVjtPb5pTtHqt9sW&#10;Sen5M/kC7TQAAAAAAAAAAAAAAAAAABl+M6DxTPzmOP1WTq809ys1mDmsnKrHk2/AFajgAAAAAAAA&#10;AAAAAAAAAADphy2w5qZaddZ3faWml4tHXEg2eHLXNhpkrO8WjdcUtF6RaOqYB7egAAAAAAAAAABS&#10;eEeHfHizx2TyZQuI08mt+7oBQIIAAAAAAAAAAAAAAAAAAAAACy4Dk5HEYjstWYSNDbbURHfGwNQs&#10;wAAAAAAAAAAAAAAAAAAAAAAAAAAAAAAAAAAAAAAAAAAAAAAAAAAAAAAAAAAAAAAAAAAAAAAAAAAA&#10;AAAAAAAAAAAAAAAAAAAAAAAAAAAAAAAAAAAAAAAAAAAAAAAAAAAAAAAAAAAAAAAAAAAAAAAAAAAA&#10;AAAAAAAAAAAAAAAAAAAAAAAAAAAAAAGc8JLb6zHXux7/AIyr+Iz+urHdUFQiAAAAAAAAAAAAAAAA&#10;AAAAAAAAAAAAAAAAA+9XUA0nB+KeM1jBnt+uiOiZ+XHtWOj1PORyLz5cdU94LVKAAAAAAAAAAAAA&#10;AAAAActVp6arBbDk6rdvdPe8ZccZcc0t1SDH6jBfTZ7YskbWrKpyUnHeaW64ByeQAAAAAAAAAAAA&#10;AAAAAABofB3VcrFfT2npp019Cfw/LvWcc9nTALlMAAAAAAAAAAAEXieHn9Blp2xG8fc5amnLwWjz&#10;bgyCpB8AAAAAAAAAAAAAAAAAAAAASNDk5rW4b91oe8FuTmpPnBslwAAAAAAAAAAAAAAAAAAAAAAA&#10;AAAAAAAAAAAAAAAAAAAAAAAAAAAAAAAAAAAAAAAAAAAAAAAAAAAAAAAAAAAAAAAAAAAAAAAAAAAA&#10;AAAAAAAAAAAAAAAAAAAAAAAAAAAAAAAAAAAAAAAAAAAAAAAAAAAAAAAAAAAAAAAAAAAAAAAAAAAA&#10;AAAAAAAzHhBbfiUx3UiFZr531HoiAViOAAAAAAAAAAAAAAAAAAAAAAAAAAAAAAAAAA+1tNbRaszE&#10;xO8THYRMxO8TtMA1PCeJRrcfIyTEZ6x0x87zws9LqYzV5Nui8dfnBYJAAAAAAAAAAAAAAAAAACs4&#10;3oPGcPPY4/W44/mhG1uDnKcuvvq/jAMyrQfAAAAAAAAAAAAAAAAAABI0OonS6vHljqidp9D3gyc1&#10;lrb+INjWYtWJjpielcRO8bwD6AAAAAAAAAAExvG0gMbrsPMazLj7rTt6FPmpyM1q90gjvAAAAAAA&#10;AAAAAAAAAAAAAAPsTNbRMdcdJE7TuDa4L85gx3jtrErmk8qlZ74B0egAAAAAAAAAAAAAAAAAAAAA&#10;AAAAAAAAAAAAAAAAAAAAAAAAAAAAAAAAAAAAAAAAAAAAAAAAAAAAAAAAAAAAAAAAAAAAAAAAAAAA&#10;AAAAAAAAAAAAAAAAAAAAAAAAAAAAAAAAAAAAAAAAAAAAAAAAAAAAAAAAAAAAAAAAAAAAAAAAAAAA&#10;AAAAAAAZTjVuVxTN5to/CFVrZ31V/u9QIDiAAAAAAAAAAAAAAAAAAAAAAAAAAAAAAAAAAAPeLJfD&#10;krkx2mt6zvEw+1tNLRas7THVINXw3iFNdh36K5a+/r+ceZaabPGendaOuATHYAAAAAAAAAAAAAAA&#10;AABmeN6DxbNz2OP1WSf4Srdbg5u/LrHk2/CQVaMAAAAAAAAAAAAAAAAAAANRwLVc/o+btPlYuj7u&#10;xZaHLy8PJnrr0AskkAAAAAAAAAAAZ3wiw8nU0zRHReNp9MK/iFNslb98Ap0QAAAAAAAAAAAAAAAA&#10;AAAAABreD5Oc4bin5scn+C10luVp6+boBNdgAAAAAAAAAAAAAAAAAAAAAAAAAAAAAAAAAAAAAAAA&#10;AAAAAAAAAAAAAAAAAAAAAAAAAAAAAAAAAAAAAAAAAAAAAAAAAAAAAAAAAAAAAAAAAAAAAAAAAAAA&#10;AAAAAAAAAAAAAAAAAAAAAAAAAAAAAAAAAAAAAAAAAAAAAAAAAAAAAAAAAAAAAAAAZDis78Szz/q2&#10;VOqnfU5PSCI5AAAAAAAAAAAAAAAAAAAAAAAAAAAAAAAAAAAAA66fPk02auXFba1fx8z1jyWx3i1Z&#10;2mAazQ6zHrcEZKdFo6LV7aytcGaubHyo6J7Y7gSXQAAAAAAAAAAAAAAAAHPUYKanBbFkjeto/g85&#10;KRkpNbdUgx+q099LqLYskdNZ6J7471RlxziyTS3YDi8gAAAAAAAAAAAAAAAAAJ3B9V4trq7z5F/J&#10;s7aTLzeaN+q3RINYtQAAAAAAAAAABXcdw87w+1ojpxzykfXU5WCZ7a9IMsrAAAAAAAAAAAAAAAAA&#10;AAAAAGj8HMnK0uSnzbLDh1t8Vq90gt0sAAAAAAAAAAAAAAAAAAAAAAAAAAAAAAAAAAAAAAAAAAAA&#10;AAAAAAAAAAAAAAAAAAAAAAAAAAAAAAAAAAAAAAAAAAAAAAAAAAAAAAAAAAAAAAAAAAAAAAAAAAAA&#10;AAAAAAAAAAAAAAAAAAAAAAAAAAAAAAAAAAAAAAAAAAAAAAAAAAAAAAAAAAAAGN4hPK4hqJ//AGW9&#10;an1E758n1pBHeAAAAAAAAAAAAAAAAAAAAAAAAAAAAAAAAAAAAAAEjR6vJo88Zcc+mOyY7nvDlthv&#10;Fq/fHeDWaXU49XgrlxTvE9cdsT3StcWSuWkXrPR6gdnsAAAAAAAAAAAAAAAAFdxnQeN4Ocxx+txx&#10;0eeO5H1mDnacqseXX8QZdWA+AAAAAAAAAAAAAAAAAPoDXcL1PjWipeZ8qPJt6VtpcnO4YntjokEt&#10;1AAAAAAAAAAeMuOMuK+Oeq0TD5avKrNZ7Y2Bi8lJx5LUmNprOymtHJtMT2SDw+AAAAAAAAAAAAAA&#10;AAAAAAAuPBzJtqcmPf31d0vh1tslq98A0SwAAAAAAAAAAAAAAAAAAAAAAAAAAAAAAAAAAAAAAAAA&#10;AAAAAAAAAAAAAAAAAAAAAAAAAAAAAAAAAAAAAAAAAAAAAAAAAAAAAAAAAAAAAAAAAAAAAAAAAAAA&#10;AAAAAAAAAAAAAAAAAAAAAAAAAAAAAAAAAAAAAAAAAAAAAAAAAAAAAAAAAAAAAAABi9XO+szz35Le&#10;tTZenNf60g4vIAAAAAAAAAAAAAAAAAAAAAAAAAAAAAAAAAAAAAAAl8P119Dn5demlui9e+HXT57Y&#10;L7x0xPXHeDWYM2PUYq5cVuVS0dErSl65KRas7xIPb0AAAAAAAAAAAAAAAADOcc0HMZfGMcfq7z0x&#10;HZKu12DkW5yseTbr80gqEUAAAAAAAAAAAAAAAAABa8A1XNaqcNp8nJ1elK0GXkZeRPVb1g0qxAAA&#10;AAAAAAAAGW45h5riFpiOi8cqFXracjUTPZbpBXOAAAAAAAAAAAAAAAAAAAAAJ3BsnN8Sxf6vJdtH&#10;bk6ivn6AaxagAAAAAAAAAAAAAAAAAAAAAAAAAAAAAAAAAAAAAAAAAAAAAAAAAAAAAAAAAAAAAAAA&#10;AAAAAAAAAAAAAAAAAAAAAAAAAAAAAAAAAAAAAAAAAAAAAAAAAAAAAAAAAAAAAAAAAAAAAAAAAAAA&#10;AAAAAAAAAAAAAAAAAAAAAAAAAAAAAAAAAAAAAAAAxOed9Rkn/VPrUuT9pb0yDm+AAAAAAAAAAAAA&#10;AAAAAAAAAAAAAAAAAAAAAAAAAAAAn8L4jbQ5trbzht76vd54dtLqJwX6emk9cfmDU0vXJSt6Wi1b&#10;RvEx2rSsxasTWd4ntB6fQAAAAAAAAAAAAAAB4zYqZ8VsWSN62jaXm9IvSa2jeJBj9Zpb6TUWxX7O&#10;qe+FTmxTiyTSfuBweAAAAAAAAAAAAAAAAAeqXtjvW9Z2tWd4KzNZiY64BstJnjU6bHlj5UdPpXGK&#10;8ZMdbx2wDs9gAAAAAAAAAKfwjw8rT480R01nafvQ+IU3x1v3TsDOoAAAAAAAAAAAAAAAAAAAAAOu&#10;nvzeox37rRL1jnk5Kz3SDaRO8RPeuY6Y3B9AAAAAAAAAAAAAAAAAAAAAAAAAAAAAAAAAAAAAAAAA&#10;AAAAAAAAAAAAAAAAAAAAAAAAAAAAAAAAAAAAAAAAAAAAAAAAAAAAAAAAAAAAAAAAAAAAAAAAAAAA&#10;AAAAAAAAAAAAAAAAAAAAAAAAAAAAAAAAAAAAAAAAAAAAAAAAAAAAAAAAAAAAAABiMv7W/wBaVLb3&#10;0+kHh8AAAAAAAAAAAAAAAAAAAAAAAAAAAAAAAAAAAAAAAAAAWfCOJzpMkYss74LT/LPekaTU81bk&#10;XnyJ/AGmiYmImJiYnqmFnE7xvAPoAAAAAAAAAAAAAAAIHF9D45p96R+tp018/mcNXg57HvHvq9QM&#10;rPRO0qsHwAAAAAAAAAAAAAAAABeeDuq2m+mtPX5VfzTeH5emcc+mAXycAAAAAAAAAAj6/Dz+iy49&#10;uma7x6XPPTl4bV8wMdMbTtKoB8AAAAAAAAAAAAAAAAAAAAAbPRZOd0eG/fWFxhtysNJ74B3ewAAA&#10;AAAAAAAAAAAAAAAAAAAAAAAAAAAAAAAAAAAAAAAAAAAAAAAAAAAAAAAAAAAAAAAAAAAAAAAAAAAA&#10;AAAAAAAAAAAAAAAAAAAAAAAAAAAAAAAAAAAAAAAAAAAAAAAAAAAAAAAAAAAAAAAAAAAAAAAAAAAA&#10;AAAAAAAAAAAAAAAAAAAAAAABh8n7S3plSW99PpB5AAAAAAAAAAAAAAAAAAAAAAAAAAAAAAAAAAAA&#10;AAAAAAABccG4pzNo02ot+rmdq2n5M93oS9HqeRMY8k+TPVPcDRLAAAAAAAAAAAAAAAAAGe49oOay&#10;eM4o8i0+VEdk96v12Dk252sdE9fpBTIgAAAAAAAAAAAAAAAAOumzW0+oplr11nd6x3nHkreOyQbP&#10;Fkrlx1yVneto3iVxW0WrFo6pB6fQAAAAAAAAAGP4jh5jXZce20crePQqNRTm89q+foBFcwAAAAAA&#10;AAAAAAAAAAAAAAangWTl8OrE9dZmFnobcrTxHdOwLFIAAAAAAAAAAAAAAAAAAAAAAAAAAAAAAAAA&#10;AAAAAAAAAAAAAAAAAAAAAAAAAAAAAAAAAAAAAAAAAAAAAAAAAAAAAAAAAAAAAAAAAAAAAAAAAAAA&#10;AAAAAAAAAAAAAAAAAAAAAAAAAAAAAAAAAAAAAAAAAAAAAAAAAAAAAAAAAAAAAAAAAAAAAAGK1GK+&#10;HPemSs1tE9UwpslbUvMWiYncHJ5AAAAAAAAAAAAAAAAAAAAAAAAAAAAAAAAAAAAAAAAAAAABfcF4&#10;pvydLqLdPVjtPqTtHqurFkn6s/kC8TQAAAAAAAAAAAAAAB5y465sdsd43raNph8tWL1mto3iQZDX&#10;aS2j1NsVurrrPfCpz4pw5JrPV2SCM5gAAAAAAAAAAAAAAAA0fg/quc09sFp8rH1ehYaDLysc0nrr&#10;1egFulgAAAAAAAAAKDwjw7ZceaI99HJlA4jTa1b9/QCkQwAAAAAAAAAAAAAAAAAAAAX/AIN5PIzY&#10;9+qYsncOt0Xr94LtNAAAAAAAAAAAAAAAAAAAAAAAAAAAAAAAAAAAAAAAAAAAAAAAAAAAAAAAAAAA&#10;AAAAAAAAAAAAAAAAAAAAAAAAAAAAAAAAAAAAAAAAAAAAAAAAAAAAAAAAAAAAAAAAAAAAAAAAAAAA&#10;AAAAAAAAAAAAAAAAAAAAAAAAAAAAAAAAAAAAAAAAAAAAHDV6PBrMfIzU37rR1x6JeMuGmau149E9&#10;sAzfEOFZ9HM2j9Zi+dEdXpV2fS3w9Pvqd8AgOAAAAAAAAAAAAAAAAAAAAAAAAAAAAAAAAAAAAAAA&#10;AAAAAANHwbinP1jT57frYjybT8qPasNHqeXEY7z5UdU94LdLAAAAAAAAAAAAAAAELiuhjW6aYrH6&#10;2nTWe/zOOqwc9j6PfR0wDJzE1mYmNpjrhVTG07SD4AAAAAAAAAAAAAAACVw3U+K6ymTfyZna3odN&#10;Pk5rNW3Z1SDYRO8bx1StwAAAAAAAAAEDjWHnuH32jeaeVDhrKcvT2746QZRVgAAAAAAAAAAAAAAA&#10;AAAAAtPB/JyNfNey9ZSdBbbPt3wDTLIAAAAAAAAAAAAAAAAAAAAAAAAAAAAAAAAAAAAAAAAAAAAA&#10;AAAAAAAAAAAAAAAAAAAAAAAAAAAAAAAAAAAAAAAAAAAAAAAAAAAAAAAAAAAAAAAAAAAAAAAAAAAA&#10;AAAAAAAAAAAAAAAAAAAAAAAAAAAAAAAAAAAAAAAAAAAAAAAAAAAAAAAAAAACY3jaeoBT8Q4HTJvk&#10;0m1L9tOyfR3Ieo0UW3ti6J+b2AoMmO+K80yVmto64mEG1bUtNbRMTHZIPD4AAAAAAAAAAAAAAAAA&#10;AAAAAAAAAAAAAAAAAAAAAAAAA+xM1mJrMxMdMTHYRMxO8dEg0/COJRrMfN5ZiM9Y6f8AVHes9JqY&#10;zV5Np8uPxBZJAAAAAAAAAAAAAAAAoOPaDk28axV6J9/Ed/ega7BtPO1jon3wKRDAAAAAAAAAAAAA&#10;AAABquC6rxnRVi0+Xj8mVpo8vOYYieuvRILB3AAAAAAAAB5vWL0tSeq0bS+THKiYntBi8+OcWa+O&#10;eutphTXrNL2rPZIOb4AAAAAAAAAAAAAAAAAAAJXDcnNa/Dbfo5WzpprcnPSfODYLcAAAAAAAAAAA&#10;AAAAAAAAAAAAAAAAAAAAAAAAAAAAAAAAAAAAAAAAAAAAAAAAAAAAAAAAAAAAAAAAAAAAAAAAAAAA&#10;AAAAAAAAAAAAAAAAAAAAAAAAAAAAAAAAAAAAAAAAAAAAAAAAAAAAAAAAAAAAAAAAAAAAAAAAAAAA&#10;AAAAAAAAAAAAAAAAAAAAR9ZosGspyc1emOq0dcOebDTNXa8dPZPbAM3r+GZtFM2ny8W/RePz7ldn&#10;018PT1174BBcQAAAAAAAAAAAAAAAAAAAAAAAAAAAAAAAAAAAAAAAAAHrHkviyVvjtNbVneJh9raa&#10;2i1Z2mOqQavhnEK67D07Vy199X848y002ojPTp6Lx1wCa7AAAAAAAAAAAAAAPN6VyUtS8b1tG0w+&#10;WiLVmJjeJBkeIaO2i1Nsc9NZ6az3wqdRhnDkmvZ2SCK5gAAAAAAAAAAAAAACx4JqvF9bFbTtTJ5M&#10;+nsSNFl5vNET1W6AalZgAAAAAAAAAMxx/Dzeu5cR0ZI3Vuvpyc+/ZaNwViMAAAAAAAAAAAAAAAPV&#10;aXt72lp9EEVmeqJkHemg1eT3umy/fXZ0jBlt1Y7fwB2pwbXW/wDhivptD3Gjzz8jb0zAJGLgWsi9&#10;bTbFXad/fT7HumhzRaJ3rG3nBoo3isb9axjqB9AAAAAAAAAAAAAAAAAAAAAAAAAAAAAAAAAAAAAA&#10;AAAAAAAAAAAAAAAAAAAAAAAAAAAAAAAAAAAAAAAAAAAAAAAAAAAAAAAAAAAAAAAAAAAAAAAAAAAA&#10;AAAAAAAAAAAAAAAAAAAAAAAAAAAAAAAAAAAAAAAAAAAAAAAAAAAAAAAAAAAAAAAAAAAAAAmImJiY&#10;3ieuJJ6Y2kFLxDgdb75NHtW3bjnqn0dyHqNDE72w9E/NBQ3pbHeaXrNbR0TE9iBas1mYtExMdkg8&#10;gAAAAAAAAAAAAAAAAAAAAAAAAAAAAAAAAAAAAAAAAOmDPk0+auXFbk2q+0vbHeLVnaYBrOH67Hrs&#10;HLp0XjovXula4M1c9OVHRMdcdwJTqAAAAAAAAAAAAAAh8T0Ua3TTWNucr00nzuWpwxmx7fKjqkGT&#10;tWaWmtomJidpiVTMTEzE9EwDyAAAAAAAAAAAAAAPsTMTEx0TBHRO8A2HDtTGq0ePJ27bW9K30+Tn&#10;cNbdvaCS6AAAAAAAAAqfCHDy9JXLEdNLfhKLxCnKxRb5sgzauAAAAAAAH0B2xaPU5v2eDJbz8no/&#10;i91w5L+9pafuBNxcC1l/f8jHHnnf1O1dDmnr5NfTIJWLwdj/AOXUTPmrV1rw+PlZP4QCXTgehr76&#10;l7/WtP5OtdFhjriZ9Mgk49DpcXvNPjj/AI7ulcGKvVjr/AHeIisbRERHmdIiI6gfQAAAAAAAAAAA&#10;AAAAAAAAAAAAAAAAAAAAAAAAAAAAAAAAAAAAAAAAAAAAAAAAAAAAAAAAAAAAAAAAAAAAAAAAAAAA&#10;AAAAAAAAAAAAAAAAAAAAAAAAAAAAAAAAAAAAAAAAAAAAAAAAAAAAAAAAAAAAAAAAAAAAAAAAAAAA&#10;AAAAAAAAAAAAAAAAAAAAAAAAAAAARtboMGtptlr5UdV464c82CmaNrR09kx1wDN67hufRW3tHLx9&#10;l46vv7lbn018M9PTX50AhOQAAAAAAAAAAAAAAAAAAAAAAAAAAAAAAAAAAAAAAAAO+k1WTR54y4p6&#10;Y647Jjue8WW2G8Wr98d4NZpNVj1mCMuKeieuO2J7lriy1zUi1fvjuB3ewAAAAAAAAAAAAAFFx7Qf&#10;/bxV+0iPWg67B/8ALWPrAokIAAAAAAAAAAAAAAAXHg9qubz209p6MnTHpS+H5eTecc9Vur0g0SwA&#10;AAAAAAABx1eLn9Llx7b8qs7el4y05eK1e+AYyY2mYnrhTz0TsD4AAO+DSajU/scNrx3xHR/F7piy&#10;ZPeUmfOCww+D+ovtOXJTHHdHTLvTQZJ9/aK/iCfh4DpKRHOTfJPnnaPwd6aHFHvt7ffsCdh0mnwf&#10;ssNK+eI6f4u9MWOnvaVj7gdnsAAAAAAAAAAAAAAAAAAAAAAAAAAAAAAAAAAAAAAAAAAAAAAAAAAA&#10;AAAAAAAAAAAAAAAAAAAAAAAAAAAAAAAAAAAAAAAAAAAAAAAAAAAAAAAAAAAAAAAAAAAAAAAAAAAA&#10;AAAAAAAAAAAAAAAAAAAAAAAAAAAAAAAAAAAAAAAAAAAAAAAAAAAAAAAAAAAAAAAAAAAAAAAAAHy1&#10;YtWa2iJieuJJiJjaY3gFJxDgUTvk0fRPbjn8kLUaHfe2H+UFHatqWmt6zW0dcTG0wgzE1naYmJjs&#10;kHkAAAAAAAAAAAAAAAAAAAAAAAAAAAAAAAAAAAAAAAErQa3Joc8ZKdNZ6L1+dDpgzWw5OVHV2x3g&#10;1mDPj1GGuXFbetlrjvXJSLVneJB0egAAAAAAAAAAAAfLVres1tG9ZjaYl8mImJiY3iQZLieinRam&#10;a/It00nzKrU4Zw5Jj5M9MAhuQAAAAAAAAAAAAAD3iyWxZa5K++rO8PtLTS0WjriQbPT5q6jBTLXq&#10;tG64x3jJSLR1TAOj0AAAAAAAADNazhWpya/LGHFM0md4tPRHSrc2lyWz2ilejfffsBI0/g91Tqc3&#10;/Gkfm6Y+H9uS/wB0AstPw3SafpphrM99umfxScemxY/e0jfvnpBLdQAAAAAAAAAAAAAAAAAAAAAA&#10;AAAAAAAAAAAAAAAAAAAAAAAAAAAAAAAAAAAAAAAAAAAAAAAAAAAAAAAAAAAAAAAAAAAAAAAAAAAA&#10;AAAAAAAAAAAAAAAAAAAAAAAAAAAAAAAAAAAAAAAAAAAAAAAAAAAAAAAAAAAAAAAAAAAAAAAAAAAA&#10;AAAAAAAAAAAAAAAAAAAAAAAAAAAAAAAAAARNdw/Bra/rK8m8dV4649rlm09M0eVG1uy0dYM3ruHZ&#10;9Fb9ZXlUnqvHVPsV2fT3wz5Ub17JgERyAAAAAAAAAAAAAAAAAAAAAAAAAAAAAAAAAAAAAAAE7hnE&#10;L6HN072xWny6/nHndtNqJwX76T1wDVY8lMuOuTHaLVtG8TC0raLVi1Z3ieqQen0AAAAAAAAAAAAE&#10;XiOjrrdNOOffx01nuly1GGM2Oa9vZIMjelsd7UvG1qztMKm0TW0xMbTAPIAAAAAAAAAAAAAAv/B3&#10;Vb0vprT0x5VfzTuH5d4nHPZ0wC7TQAAAAAAAAAAAAAAAAAAAAAAAAAAAAAAAAAAAAAAAAAAAAAAA&#10;AAAAAAAAAAAAAAAAAAAAAAAAAAAAAAAAAAAAAAAAAAAAAAAAAAAAAAAAAAAAAAAAAAAAAAAAAAAA&#10;AAAAAAAAAAAAAAAAAAAAAAAAAAAAAAAAAAAAAAAAAAAAAAAAAAAAAAAAAAAAAAAAAAAAAAAAAAAA&#10;AAAAAAAAAAAAAAAAAAAAAAAB8vWt6zW9YtWeiYmN4l8mItG0xExPZIKPiHAtt8mj9M45n1IWo0PX&#10;bD/L7AUdq2paa2iYmOuJjqQpiYnaY2kHwAAAAAAAAAAAAAAAAAAAAAAAAAAAAAAAAAAAAAAWXCeJ&#10;zo8nN5ZmcFp6f9M96RpNTOG3Jt7yfwBp4mLRE1mJiemJjtWcTExvHTAPoAAAAAAAAAAAACk49oOV&#10;XxrFHTHReI9aFrsG8c7WOmPfAoEEAAAAAAAAAAAAAB30eonS6rHlj5M9Poe8OScWWt+7rBsqWi9Y&#10;tWd4mN4W8TExEx1SD6+gAAAAAAAAAAAAAAAAAAAAAAAAAAAAAAAAAAAAAAAAAAAAAAPN70xxve9a&#10;x32nYBGvxPRU69TT7p39QDn+meH/AEj+y3sAdKcU0V+rU0+/o9YCRjy48sb471vHfWdwHsAAAAAA&#10;AAAAAAAAAAAAAAAAAAAAAAAAAAAAAAAAAAAAAAAAAAAAAAAAAAAAAAAAAAAAAAAAAAAAAAAAAAAA&#10;AAAAAAAAAAAAAAAAAAAAAAAAAAAAAAAAAAAAAAAAAAAAAAAAAAAAAAAAAAAAAAAAAAAAAAAAAAAA&#10;AAAAAAAAAAAAEPXcNwa2u945OTsvHX/lyz6emaOmNrfOgGb1ugz6K+2Wu9Znybx1Src2C+GdrR0d&#10;kx1SCK5gAAAAAAAAAAAAAAAAAAAAAAAAAAAAAAAAAAAAALfg3FPF7Rp89v1U+9tPyZ9iVo9Tzc83&#10;efJnqnuBo1iAAAAAAAAAAAAD5asWrNbRvExtMSTETG09UgynFdDOi1MxWP1V+ms/kqtVg5nJ0e9n&#10;qBBcQAAAAAAAAAAAAfYjedo6wGr4PGeuhpTPSaTXorv17LTScuMEResxt1b9wJzuAAAAAAAAAAAA&#10;AAAAAAAAAAAAAAAAPlrRWs2nqiN5AYzWZ51GqyZZ+VPR6AHEAAabgGo53RzimfKxzt9wC0AAAAAA&#10;AAActTqcOlx85mvFY/GQFBrOO58szXTxzVO/rtPsAVd8l8luVkva1u+Z3AeQAAAfa3tS3KpaazHb&#10;E7ALLScc1OGYrmnnqefr/iA0Ol1WHV4ucw23jtjtj0gOwAAAM94S/CMP1Z9YCmAAAAAAAAAAErhf&#10;xlp/rgNgAAMhxb4zz/WARAHXTZ76bPTLSems/wAQGw02empwUy458m0fwAdQAAAAGJ1PwnL9efWA&#10;5gNB4Nfsc/1oAW+b9jf6sgMQAAAAAAAAAAAAA2ul+C4fqV9QCHx74sv9aPWAywAA0/g98Xf85/IB&#10;ZgAAAAIPGdR4voL7Tta/kwAyYAA9Ysk4stclZ2ms7wA2uHLGbDTJXqtESA9gAAAAAAAAAAAAAAAA&#10;AAAAAAAAAAAAAAAAAAAAAAAAAAAAAAAAAAAAAAAAIGu4vp9JvWJ53L82s9XpkBL0+ScunxZJiIm9&#10;ItMR54AdAAAAAAAAAAAAAAAAAAAAAAAAAAAAAAAAAAAAAAAAAB5vSuSk0vWLVnomJjol8tEWiYtE&#10;TE9kgouIcDmu+TR72r245649Heg6jQzG9sPTHzQUsxNZmJiYmOiYlDmNp2kHwAAAAAAAAAAAAAAA&#10;AAAAAAAAAAAAAAAAAAAAABecF4ptydLqLdHVjtPqTdHqttsWSfqz+QL5OAAAAAAAAAAAABH12krr&#10;NNbFbonrrPdLnnxRmxzWevskGQy47Yslsd42tWdphU2rNLTW0bTAPD4AAAAAAAAD71gLLRcF1Go2&#10;vl/VY/P1z9yRh0eTJtNvIr5+sF7pOHabRx+qpvb59umU7Fp8eH3tenvnrBKdQAAAAAAAAAAAAAAA&#10;AAAAAAAAAAAAAAV/G9RzGgtET5WTyYAZUAAAFhwPUcxr61mfJyeTIDVAAAAAAAAja7WY9FgnJfpt&#10;PRWvfIDKarVZdXmnJltvPZHZADiAAPVMd8k7Y6WtP+mNwHXxLV7b+K5v6cgONqWpO16zWe6Y2AfA&#10;AB20mqyaTPGXHPpjsmAGv0uopqsFcuOeifwkB1AAGe8JfhGH6s+sBTAAAAAAAAAACVwv4y0/1wGw&#10;AAGQ4t8Z5/rAIgAAtuBa7mM3i+Sf1eSejzSA0gAAAADE6n4Tl+vPrAcwGg8Gv2Of60ALfN+xv9WQ&#10;GIAAAAAAAAAAAAAbXS/BcP1K+oBD498WX+tHrAZYAAafwe+Lv+c/kAswAAAAGc8IdRzmqrhiejHG&#10;8+mQFQAAADSeD2o5zSWwzPTjno9EgLYAAAAAAAAAAAAAAAAAAAAAAAAAAAAAAAAAAAAAAAAAAAAA&#10;AAAAAAAAActTqKaXBbNl35NevaAGc13Gs+p3pi/VY+6J6Z9MgK0Bs9F8B0/2dfUA7gAAAAAAAAAA&#10;AAAAAAAAAAAAAAAAAAAAAAAAAAAAAAAAAIWv4Zg1sTaY5GXsvH597jn01M0bz0W74Bm9Zoc+ivyc&#10;tfJnqtHVKuzYL4bbXjo7J7JBGcwAAAAAAAAAAAAAAAAAAAAAAAAAAAAAAAAAAAAaLgvFOeiNNqLf&#10;rI95aflR3elYaPU8uIx5J8rsnvBcJYAAAAAAAAAAAAKbj2g5ynjWKPLrHlxHbHeh67Byq87WOmOs&#10;GeQAAAAAAABO0XC9RrNrVjkY/n2/J2w6XJm6YjavfIL/AEfC9NpIia15eSPl2T8Omx4tpiN7d8gm&#10;uwAAAAAAAAAAAAAAAAAAAAAAAAAAAAAAAAzXhBqOc1kYonyccfiAqgAAAfa2mtotHXE7wA2ekzRq&#10;NNjyx8qOkB2AAAAAfLWitZtadoiN5AZHiWstrNVa+/kR0VjzAIgD7Slsl4pSs2tadoiO0BotBwPF&#10;irF9VEZMnzfkx7QFtWtaVitKxWI7IjYB9Ac82HFnpycuOt690wAz/FeETpYnNg3nF21nrqAqQABb&#10;+D2qnHqLae0+Tfpj0gNGAAM94S/CMP1Z9YCmAAGvwaLSzgxzOmwzM1jp5uO4B08R0n0XB/TgA8R0&#10;n0XB/TgA8R0n0XB/TgA8R0n0XB/TgA8R0n0XB/TgB9ppNNS0Wpp8VbR1TFIiYAdgABkOLfGef6wC&#10;IAAETMTvHXADV8I10azTRFp/WU6LefzgJ4AAAMTqfhOX68+sBzAaDwa/Y5/rQAupiJjaemAHDxHS&#10;fRcH9OADxHSfRcH9OADxHSfRcH9OAEDjel0+Lh1rY8GKluVHTWkRPWAzYAA0XA9Ngy6DlZcGO9uX&#10;Mb2pEyAsfEdJ9Fwf04APEdJ9Fwf04APEdJ9Fwf04AdoiKxEREREdERACv498WX+tHrAZYAAafwe+&#10;Lv8AnP5ALMAAAHnJeMeO17TtFY3kBis+Wc2e+W3XadwHgAAAE/guo8X19N52rfyZAasAAAAAAAAA&#10;AAAAAAAAAAAAAAAAAAAAAAAAAAAAAAAAAAAAAAAAAAAAAQOOfFWb/j64AZQAAbPRfAdP9nX1AO4A&#10;AAAAAAAAAAAAAAAAAAAAAAAAAAAAAAAAAAAAAAAAAAAA85MdMtJpkrFqz1xL5asWrNbRExPZIKDi&#10;HA7Y98uk3vXtx9sejvQNRoprvbF0x83tBTzExO0xtMIgPgAAAAAAAAAAAAAAAAAAAAAAAAAAAAAA&#10;AAAA+xMxMTE7THVMEdE7wDTcH4nGrpzOads9Y6/nx3+lZaTU87HIv7+PxBZpIAAAAAAAAAAATETG&#10;0xvEgMrxfQTo9RvSJ5q/TWe7zKvV4OZybx72eoFe4AAADrp9Pl1OSMeGk2tPd2PWPHbJbk0iZkGg&#10;0HBMODa+o2y5O75Me1PwaKmPpyeVb8IBa9XUlAAAAAAAAAAAAAAAAAAAAAAAAAAAAAAAAAA8ZskY&#10;sN8luqsbgMXmyTly3yW67TuA8AJ/DND43TPaY97TyfSAgTExMxPXAAA0Hg5qOViyaeZ6azyo9AC6&#10;AAAAAVnHtTzOi5FZ2tknb7gGYAAGi4Boox4fGbx5d/e+aAFwAAAAA+WrF6zW0bxMbTADI6vQ5cWs&#10;yYcWO94id45Nd+gB6xcI12TqwTWO+0xACfo+B6jDnplvmpWazvtXeQF8AAM94S/CMP1Z9YCmAAG2&#10;0/wfH9SPUA6AAAAAAAAAADIcW+M8/wBYBEAAABJ4fq7aPU1yR73qtHfADX471yUrek71tG8SA9AA&#10;DE6n4Tl+vPrAcwGg8Gv2Of60ALoAAAABXce+LL/Wj1gMsAANP4PfF3/OQFmAAAAAruPfFl/rR6wG&#10;WAAGn8Hvi7/nP5ALMAAAFXx/Uc1oubifKyTt9wDMgACfqdBzXDMGo2nlWmeV6J6v/fOAgAETtMTH&#10;XADZ6LPGp0mPLv0zHT6QHcAAAAAAAAAAAFRrOOeK6rJg8X5fInr5e2/R6AHH3Sf7T/s/wAmcN4r4&#10;/mtj5nm+TXlb8rf8gEjWa7Boqb5bdM9VY65AUufwg1F5/U46Y6+fpkBHjjWvid+eifNyI9gCXp/C&#10;G8TEanFW0fOp0T/ABd6fU4tTj5zDeLV9QDqAAAAAga3i+m0kzTecmSPk17PTICpy8f1V5/V1x449&#10;G8gOP6a1++/P/dyK+wB2xcf1dZjnK47x6NpAWej41ptTMVvvivPZbqn7wFkAAACPrtV4npb5+Ry+&#10;Tt0b7dc7AKr3Sf7T/s/wAe6T/af9n+AF1hyc7gpl25PLrFtt+reAFZreO4cFppgrzto7d9qx7QFZ&#10;k45rrz5N6U+rWPz3AKcc11J8q9b/AFqx+QCx0fHsWWYpqac1aflR01/wAuImJiJid4nqmAABE4lr&#10;vEMFcvN85yrcnblbdk+wBS67jXjmlvg8X5HK28rl79U79wCqAAF1g8IOZwY8Xiu/IrFd+c69o9AD&#10;vp+P8/qMeLxbk8u0V35zfbf7gFyAgcT4l+j5x/qec5e/yttttvN5wEH3Sf7T/s/wA6afj/PajHi8&#10;W5PLtFd+c323n0AJ+v1+LQ4uVk6bT72sdcgKHLx3W3tvS1ccd1axPrAe8HH9VSY52tMte3o2n8AF&#10;9o9VTWaeM2OLREzttbvAQNbxvxTV3weL8vkbeVy9t9437gHD3Sf7T/s/wAl8N4t4/nti5jm9q8rf&#10;l79sebzgLIAAAFLn4/zOfJi8W35FprvznXtPoAePdJ/tP+z/AAAncM4l+kOd/Vc3ze3yt999/N5g&#10;E8AAAAAAAAAAAAAAAAAAAAAAABB1/CsGtibbc3l+fEdfp73DPpaZun3t++AZvV6PPo8nIzU27rR1&#10;T6JV2XDfDba8eieyQR3gAAAAAAAAAAAAAAAAAAAAAAAAAAAAAAAAAB6pe2O8Xpaa2rO8THYVmazE&#10;xO0x2g1PC+I112Lk22jNWPKr3+eFppdRGeu09F464BPdwAAAAAAAAAABw1mlpq9PbFft6p7peM2K&#10;MuOaT93mBkM2K+DLbFkja1Z2lUXpNLzW0dMA5vgLbh/Bcmo2yajfHj7I7bexK0+jtk8rJvWvd2yD&#10;QYNPi0+OMeGkVrHcn0x1x15NI2gHR6AAAAAAAAAAAAAAAAAAAAAAAAAAAAAAAAAAAVXhBqOb0kYo&#10;npyT0+gBmgABq+C6fmNBSZjyr+VICh4vp/F9fkiI2rbyoAQgEvheo8W12O+/kzPJn0SA14AAAADN&#10;+EWXlayuPfopX1gKkB6xU5zLWkfKmIAbbFSMeKtI6qxsA9AAAAAAAAAAAAAM94S/CMP1Z9YCmAAG&#10;vwa3SxgxxOpwxMVjo5yO4B08e0n0rB/UgA8e0n0rB/UgA8e0n0rB/UgA8e0n0rB/UgA8e0n0rB/U&#10;gB1x5MeWvKx3revfWd4AegABkOLfGef6wCIAmcP0fjlc9a+/rTlV9O4CHMTWZiY2mOiQABe+D+u/&#10;+pknz09gC9AAGJ1PwnL9efWA5gNB4Nfsc/1oAXQAAAACu498WX+tHrAZYAAafwe+Lv8AnICzAAAA&#10;AV3Hviy/1o9YDLAADT+D3xd/zn8gFmAAADLcd1HPa6axPk445MentAVwDrpMM6jU48UfKtsA1ur0&#10;1c2hvgiOjk7V823UAxsxMTMTG0wAAL7wc1G9cmntPV5VfzAXgAAAAAAAAAAAMlxj40z+mPVACEAm&#10;8M1kaK2bJMb2mm1Y753gBFzZcmfLbJltNrW65kB4AAAB30ery6PNGTFPpjsmAGt0uppq8Fc2Pqnr&#10;junuAdgABRcZ4ratrabTW226L3j1QAogAAAAABccH4rOK1dPqLb456K2n5P+AGiAAFfxz4qy+mvr&#10;gBlQABZa7idsmlxaXDMxSuOsXn507dXoAVoAAAAC88H9dblTpMk7xtvTfs74AXwCo8JPgOP7SPVI&#10;DOAAAAAJHD/jDT/a19YDZAKHwm69N/y/IBRgOukyVxavDkv72l4tPoiQHrWaq+s1Ns1+3oiO6O4B&#10;wAAGy0GDxfRYsW20xXp9M9MgM3xv41z/APH/AMYAQQFt4N/D8n2U+uAGkAAABjNf8P1H2tvXIDgA&#10;vfBn/wCz/wAfzAXoAAAAAAAAAAAAAAAAAAAAAAAAA8ZcWPNjnHlpF6z1xL5atb1mtoiYnskFBxDg&#10;l8O+TS75Kdc0+VHtQNRorU3ti3tXu7YBUdXWiA+AAAAAAAAAAAAAAAAAAAAAAAAAAAAAAAAAOmDN&#10;k0+WuXFbk3rPRL7S9sdotWdpgGr4frqa7Byq9F69F690+xa6fPXPTeOi0dcAluoAAAAAAAAAAAq+&#10;M8NnVxXLhiOdjomO+EXWaacsRakeVHR6QeuH8Hw6XbJk2yZeyZjor6H3T6SmLyreVb1AskkAAAAA&#10;AAAAAAAAAAAAAAAAAAAAAAAAAAAAAAAAGV43qOf19oid64/JgBXgO2kwzqNVjxR8q3T6AGzrWK1i&#10;sdURsAp/CPT8rDTPEdNJ2n0AM8AANfwzUeM6HHffyojafTACWAAADJcYtyuJZvNOwCEAlcMryuI4&#10;In5wDYAAAA8Zc2LDETlyUxxPVyrRG4Dn49pPpWD+pAB49pPpWD+pAB49pPpWD+pAB49pPpWD+pAB&#10;49pPpWD+pADvExMRMTvE9oAAz3hL8Iw/Vn1gKYAAAAAAAAAAajwf+LY+vICyAAGQ4t8Z5/rAIgC5&#10;8GvhOb6kesB84/oeay+M448i/vvNICnAfaXtjvW9J2tWd4kBsOH6uus0tcke+6rR3SAkgMTqfhOX&#10;68+sBzAaDwa/Y5/rQAugAAAAFdx74sv9aPWAywAA0/g98Xf85AWYAAAACu498WX+tHrAZYAAafwe&#10;+Lv+c/kAswABy1WaNPpsmWfkxuAxd7Te9rW67TvID4AuPBzT8vPfPMdFI2j0yA0QDJcY0/i/EMkR&#10;Hk38qPvAQgEnh2o8W1uPJ2b7T6AGx6wAAAAAAAAAAAZLjHxpn9MeqAEIAAXPDOCxmpGbVbxSemtI&#10;7fPIC4rw/R1rtGlxbeekT6wETW8E0+akzgrGLJ2bdU/cAzeXFfDltjyV5NqztMAPIC28H9VOLVTg&#10;tPk5OrzSA0gCFxXV+KaK1qz5dvJr6QGSmd53kA6wF/w7gdORGTWRNrT0xj32iPSAs40GjiNvFcP8&#10;kAIGu4Hhy0m2ljm8kfJ7J9gDO3ral5peJi0TtMT2APgDVcF1fjOiitp3vj8mfR2ALABX8c+Ksvpr&#10;64AZUAAStBocmuzcik8msdNrT2ANFp+EaPBWI5qMlu21+n8OoB7zcL0eanJnBSvnpHJmP4AMzxDR&#10;20OpnFaeVWemtu+AEYB30OScWtw3idtrwA2YCPrdFj12KuPLa8RFuV5MwAqOJcH0+k0V82O+WbV2&#10;2i0xt17dwCkAAGg0/AtLl02LJbJmib0i07THbHoAd8PA9LhzUy1yZptS0WjeY26PuAWYCh8JuvTf&#10;8vyAUYAA66fTZtVk5vDSb29QCf7n9Zyd+Vh37uVO/qAc9Nw3UU4jhxZ8U1ibbzPXExHT1gNUAyfG&#10;/jXP/wAf/GAEEBbeDfw/J9lPrgBpAAAAYzX/AA/Ufa29cgOAC98Gf/s/8fzAXoAAAAAAAAAAAAAA&#10;AAAAAAAAAAAAACv4hwnDrN71/V5fnRHX6XDPpaZumPJv394M5qtLm0mTkZqcmeyeyfQrsuK+K3Jv&#10;G3d5wcHgAAAAAAAAAAAAAAAAAAAAAAAAAAAAAAAAHbS6nJpM9c2KemOuOyY7pesWS2K8Xr1x+INb&#10;o9Xj1mCMuOfNNe2srbDlrmpFq/fHcDu9gAAAAAAAAAAAAAAAAAAAAAAAAAAAAAAAAAAAAAAAAAAA&#10;AAAAAA46zPGn0uTLPya9HpAYy1ptabT1zO8gPgC58HNPys988x0UjaPSA0IDjrMMajS5MU/Kr0ek&#10;BjLRNbTE9cTsA+ALrwc1HJy308z0WjlQA0AAAAMhxWJjiWff5wCIAl8KnbiWDf5wDXgAAApfCX9h&#10;g+tPqAZ8AAAAAAbbB+wx/Vj1AOgDPeEvwjD9WfWApgAAAAAAAAABqPB/4tj68gLIAAZDi3xnn+sA&#10;iALnwa+E5vqR6wF7nw0z4bYrxvW0bAMfq9PfS6i+G/XE9E98AOICdwjWzo9VHKn9Xfot7QGsiYmN&#10;46YkBidT8Jy/Xn1gOYDQeDX7HP8AWgBdAAAAAK7j3xZf60esBlgABp/B74u/5yAswAAAAFdx74sv&#10;9aPWAywAA0/g98Xf85/IBZgACm8I9RycFMET03nefRADPAADWcH0/i/D6RMeVfyp+8BOAU3hHp+V&#10;gpniOmk7T6JAZ4AAa7hOo8Z0GO0z5VfJn7gEwAAAAAAAAAAZLjHxpn9MeqAEIBK4Zp41Oux47e93&#10;3n0QA2EdEbQAAACh8I9PETj1FY6Z8m35AKMB00+ScWfHkjrraJAbaJiYiY6pAZ3wky8rUY8XZWvK&#10;/j//AABTgJ3BsMZuI44tG9a+VP3ANYAAADNeEOGMetrkrG3OV6fTACqAWvg7l5Gttj36L16vPADS&#10;gK/jnxVl9NfXADKgADVcEwxi4dS23lZN7SAsAABSeEtInFhydsWmP/f4AKAB9pMxesx1xIDcgACB&#10;xz4qzf8AH1wAygAA2ei+A6f7OvqAdwABQ+E3Xpv+X5AKMAAa3hGljS6GnR5d45VpATQAAAZPjfxr&#10;n/4/+MAIIC28G/h+T7KfXADSAAAAxmv+H6j7W3rkBwAXvgz/APZ/4/mAvQAAAAAAAAAAAAAAAAAA&#10;AAAAAAAAAAB4zYceoxzjy0i9Z7Jeb0rkrNbxvEgz3EOC5MG+TTb5MfbX5VfagajRWpvbHvavd2wC&#10;pRQAAAAAAAAAAAAAAAAAAAAAAAAAAAAAAAASdDrMmizxkx9MT0Wr2Wh0wZrYb8qvV2x3g1unz49T&#10;hrlxW3rb8PMtceSuSkWrO8SDo9AAAAAAAAAAAAAAAAAAAAAAAAAAAAAAAAAAAAAAAAAAAAAAAACk&#10;8I9RycePTxPTbypAUAAAueG8V0ui0kYrUyzffe0xEe0BL90Ok/d5/wCWPaAe6HSfu8/8se0BRa3L&#10;izaq+TDFopad9rR0gOADtpM06fVY8sfJnp9ADZ1tFqxaOqY3gB9AAGV47TkcSvPzoiQFeA7aS/N6&#10;vFfutADaR0xuAAACl8Jf2GD60+oBnwAAAAABtsH7DH9WPUA6AM94S/CMP1Z9YCmAAG20/wAHx/Uj&#10;1AOgAAAAAAAAAAyHFvjPP9YBEAXPg18JzfUj1gNCArON6HxnT87jj9Zj6fTADMAADScB13PYfF8k&#10;+XSPJ37YAZ/U/Ccv159YDmA0Hg1+xz/WgBdAAAAAK7j3xZf60esBlgABp/B74u/5yAswAAAAFdx7&#10;4sv9aPWAywAA0/g98Xf85/IBZgADI8W1HjOvyWifJrPJj7gEMB6xzWMlZvvyYnp26wGijwg0cRER&#10;izREf6Y9oB7odJ+7z/yx7QHLVca0eo098U483lRt72PaAoAABceDuo5Ge+CZ6LxvHpgBogAAAAAA&#10;AAABkuMfGmf0x6oAQgFt4ORE63JPdT84AaQAAAFdx6sTwy891o9YDLAEdEgNrpZ5Wlw276RP4AMz&#10;xu3K4nlj5u0fgAgAOum1ObS5JvgvybTG2+0T6wEn9M8Q+kf2V9gB+meIfSP7K+wA/TPEPpH9lfYA&#10;4arWajVzWdRk5fJ6uiI2/gA4AJfCbcjiWCe+238QGvAV/HPirL6a+uAGVAAGz0EcnQ4I/wD1x6gH&#10;cAAVHhJ8Cx/aflIDOAPtffR6QG5AAEDjnxVm/wCPrgBlAABs9F8B0/2dfUA7gACh8JuvTf8AL8gF&#10;GA9Yq8vLSvzpiAG4jojaAAAAAGT438a5/wDj/wCMAIIC28G/h+T7KfXADSAAAAxmv+H6j7W3rkBw&#10;AXvgz/8AZ/4/mAvQAAAAAAAAAAAAAAAAAAAAAAAAAAAAAAAFdxDhGHV75Me2PN3x1T6UfUaSmXe1&#10;fJv394M5qdNm0uTm81JrPZ3T6FdkxXxW5N42n1g4vIAAAAAAAAAAAAAAAAAAAAAAAAAAAAAAAm8N&#10;4hfQ5t+m2K3v6/nHnddNnnBffrrPXANViyUzY65MdotS0bxMLWtovWLVneJ6ge30AAAAAAAAAAAA&#10;AAAAAAAAAAAAAAAAAAAAAAAAAAAAAAAAAABj+J6jxnXZL7+TE7R6IARQAAAAAAAAABqeB6jn9BWs&#10;z5WPyZAWIAAovCTB+yzxH+mQFEAANhw3URqdFjvv0xG0+kBKAAAAAAGe8JfhGH6k+sBTAADbYP2G&#10;P6seoB0AZ7wl+EYfqz6wFMAANtp/g+P6keoB0AAAAAAAAAAGQ4t8Z5/rAIgC58GvhOb6kesBoQAB&#10;luNaHxXU8ukfqsnTHmnuAVwDpp899PnplpO1qzuA85L85kvfbblTM7APIDQeDX7HP9aAF0AAAAAr&#10;uPfFl/rR6wGWAAGn8Hvi7/nICzAAAAAV3Hviy/1o9YDLAADT+D3xd/zn8gFmAjcR1Hi2iyZO3baP&#10;SAx3X1gAAAAAAAAADpps04NRjy1662iQG0paL0revTFo3gB6AAAAAAAAAZLjHxpn9MeqAEIBbeDl&#10;ttbeO+n5gNIAAACu49O3DLx3zHrAZYAjrAbXSxydLhr3UrH4AMxxqJjimbz7T+EAIIDtptLm1d5p&#10;gpy7RG8xvEdH3gJH6G4h9H/vr7QD9DcQ+j/319oB+huIfR/76+0A/Q3EPo/99faAfobiH0f++vtA&#10;d9FwnW4tZhyXwbVreJmeXXojf0gNKAr+OfFWX019cAMqAANpovgWD7OvqAdgABUeEnwLH9pHqkBn&#10;AH2vvo9IDcgACBxz4qzf8fXADKAADZ6L4Dp/s6+oB3AAFD4Tdem/5fkAowHbRRvrcEd+SvrAbQAA&#10;AABk+N/Guf8A4/8AjACCAtvBz4fk+yn1wA0gAAAMXrZ31uee/Jb1gOIC98Gf/s/8fzAXoAjZ9dg0&#10;2euLNbkcqN4tPU53z0x3it523jeJ7ASK2i0RasxMT1TDpExMbxO8A+gAAAAAAAAAAAAAAAAAAAAA&#10;AAAAAAAOefBi1GOceakWrPe83pXJXk3jeAZ3iHBsum3yYN8mLu+VVX6jR2x72p5VfxgFWjAAAAAA&#10;AAAAAAAAAAAAAAAAAAAAAAAAACx4VxK2iycjJMzgtPTHzfPDvpdTOG21umk9fmBqK2resWrMTWY3&#10;iY7VpExMRMTvEg+gAAAAAAAAAAAAAAAAAAAAAAAAAAAAAAAAAAAAAAAAAAAAicU1Hi2hyX36Zjkx&#10;6ZAZAAASNNoNTq6zbBi5dYnaZ5UR6wHb9DcQ+j/319oB+huIfR/76+0A/Q3EPo/99faAfobiH0f+&#10;+vtAQrVmlpraNpidpgB8AWnANRzWsnFM+Tkjb7wGmAAEfX6bxrR5MXbMb19IDHWrNbTWY2mJ2kB8&#10;AWHCOIeJZprf9lfr8094DU1tW9YtWYms9MTAD6AAAAAzPH9Riz6mkYrxfkV2mY6twFWAANtg/YY/&#10;qx6gHQBnvCX4Rh+rPrAUwAA22n+D4/qR6gHQAAAAAAAAAAZDi3xnn+sAiALnwa+E5vqR6wGhAAHD&#10;W6aur01sVu3qnukBjsuO2HLbHeNrVnaQHkAAAGg8Gv2Of60ALoAAAABXce+LL/Wj1gMsAANP4PfF&#10;3/OQFmAAAAAruPfFl/rR6wGWAAGn8Hvi7/nP5ALMBQ+Eeo3tj08T1eVb8gFGAAJteEa+9YtXB0TG&#10;8eXX2gPv6G4h9H/vr7QD9DcQ+j/319oB+huIfR/76+0B4z8M1mnxTky4eTSOueVE+qQEQAAajgWo&#10;57QxSZ8rHO33dgCyAAAAAAAAAZLjHxpn9MeqAEIBK4Zn8W12LJPvd9p9EgNgAAACl8JM8RixYInp&#10;meVPoAZ8B7wY5y58eOOu1ogBtoiIiIjqgBnPCLFNdbTJ2Xr6gFSAsOB5ow8QrFp2i8ckBqgAAAR8&#10;2v0uDLzWXNWt9t9pAfa63SX97qcU+blwA7VtW3vbRPokB9AV/HPirL6a+uAGVAAG00XwLB9nX1AO&#10;wAAqPCT4Fj+0j1SAzgD7X30ekBuQABA458VZv+PrgBlAABs9F8B0/wBnX1AO4AAofCbr03/L8gFG&#10;A78P+MNP9rX1gNmAAAAAyfG4/wD9XN/x/wDGAEEBZ+D1tuI7fOpMANOAAPlrRSk2tO0RG8yAw97c&#10;u9rz8qZkB8AXvgz/APZ/4/mAvQBSeEuPfHgyd0zX/wB/ghcSr5NLeeYBUaXXajSTvhyTEdtZ6Yn7&#10;kTFmyYp8i3R3dgLzScew5dq6iOat3x01/wAJuLXUt0ZI5M9/YC1pat6xalotWeqYneJSomLRvExM&#10;T2wD6+gAAAAAAAAAAAAAAAAAAAAAAAAAAAArOIcGxarfJh2xZf7belG1Gjrl3tTybfhIM7qNPl02&#10;Sceak1t5+30K/JjtjtybxtIOTyAAAAAAAAAAAAAAAAAAAAAAAAAAAAAAuOBa7JTLGkms3x297t8n&#10;/CXoc9otGKYm1Z6vMDRLAAAAAAAAAAAAAAAAAAAAAAAAAAAAAAAAAAAAAAAAAAAAAZ/wj1HKy49P&#10;E9FY5U+kBSgADXcK0/i+gx1mNrTHKn7wEwAAAABluOafmdfa0R5OTyoAVwD1iyTiy1yV66zvADa4&#10;MsZsNMleq0bgPYAAz/HeHzS86rFHkz7+I7J7wFKAAJmh4nqNFO1Z5ePtpbq+7uAXOHj+lvH62t8c&#10;+jeAHb9M6Db9v/Zb2AI+bwg09Inmcd8k+fogBU6ziuq1cTW1uRSfk16AEIAAAG2wfsMf1Y9QDoAz&#10;3hL8Iw/Vn1gKYAAXePwh5GOtPFd+TERvzn+AHr3Sf7T/ALP8AHuk/wBp/wBn+AD3Sf7T/s/wAe6T&#10;/af9n+AD3Sf7T/s/wAe6T/af9n+AF3jty8db7bcqInYB6AZDi3xnn+sAiALnwa+E5vqR6wGhAAAB&#10;S8f0PLp41jjpr0X9HeAz4AAANB4Nfsc/1oAXQAAAACu498WX+tHrAZYAAafwe+Lv+cgLMAAAABXc&#10;e+LL/Wj1gMsAANP4PfF3/OfyAWUzERMz1QAxuuzzqdXky9kz0egBwASNBgnU6zFj7JnefQA2URtG&#10;0AAAAAOeoxRn0+TFbqtWYAYq9Jx3tS3RNZ2kB8AWXAdRzOujHM+Tljk/f2ANQAAAAAAAAAyXGPjT&#10;P6Y9UAIQAAveFcZpWlcGrttt0Vv+UgLul6ZK8ql62jvidwEbWcS02kpPKyRa/ZSs7z/gBltXqb6v&#10;UWzZOueqO6O4BxAWvANLOXV89MeTi9YDSgK3jmlnUaKb1jy8XlR547QGXAImYmJidpgBo+G8axZa&#10;Vx6q0UyR0cqeq3sAW1bVvG9bRaO+J3ARdZxLT6Sk8q8Wv2UrO8z7AGUz5r6jPfLknyrzvIDmAvPB&#10;zSzyr6m0dEeTX8wF8Ar+OfFWX019cAMqAANpovgWD7OvqAdgABUeEnwLH9pHqkBnAH2vvo9IDcgA&#10;CDxmvK4XmjzRP4wAyYAA13CtRjz6HFFLRNqVito7Y2Ad51OCuSuOctOXadorv0gOoCh8JuvTf8vy&#10;AUYDvw/4w0/2tfWA2YAAAADM+EOPk8Qi3ZekT+QCrAddNntptRTNTrpO+3eA1mk12n1dItiyRyp6&#10;6zPTADtky48VeVkvWkd9p2AUPF+L1z0nT6bfkT76/Vv5oAUwAAvfBn/7P/H8wF6AK7juPl8MvO3v&#10;LRb8vzR9dXlaaZ7piQZZWAAO+m1mfSW3w5Jr3x2T9z3jzZMU70tMebsBd6Pj2LJtXVV5u3zo6a/4&#10;TcOurboyxyZ746gW1L0yVi1LRas9UxO8JVbRaN6zEx3wD0+gAAAAAAAAAAAAAAAAAAAAAAAAAADl&#10;qNNi1WOceakWjs749Dzkx0y15N43gGd4hwfLpd8mLfLi7+2PSrtRo74t7U8qn4wCsRwAAAAAAAAA&#10;AAAAAAAAAAAAAAAAAB102nyarNXFirvaf4R55eseO2W8VpG8yDV8P0OPRYIpWIm8x5du+fYtNPhr&#10;hpER76eue8Ep1AAAAAAAAAAAAAAAAAAAAAAAAAAAAAAAAAAAAAAAAAAAfLWitZtPRERvIDGazPOo&#10;1WTLPyp6PQA4gJHD8HjGtxY+zfefQA2URtG0AAAAAACq8INPzujjLEdOOfwAZoAAaTwe1HOaW2GZ&#10;8rHPR6AFsAAPlqxas1tETE9ExIDPcS4LfFM5dLE2p1zTtgBT9QAAAAAAAADpg0+XUX5GHHa8+bsA&#10;X/DuCUwTGXUzF79leyPaAtwABnvCX4Rh+rPrAUwAAAAAAAAAAANtp/g+L6keoB0AZDi3xnn+sAiA&#10;Lnwa+E5vqR6wGhAAAB8tWLVmto3iY2mAGR4no50WqmnyLdNZ8wCIAANB4Nfsc/1oAXQAAAACu498&#10;WX+tHrAZYAAafwe+Lv8AnICzAAAAAV3Hviy/1o9YDLAADT+D3xd/zn8gHXjOo8X0F9p2tfyYAZMA&#10;AXng3g3tkzzHV5MAL4AAAAAAZfjun5nXzeI8nJHK+/tAVoD1S8471vWdprO8ANpps0Z9Pjy16rRu&#10;A6AAAAAAAAyXGPjTP6Y9UAIQDtp9Lk1POc1G80rypjtmAHEAAAAB102myarNGLFXe0/gA12i0tNH&#10;p64qdnXPfIDuAdYDMcX4ZbS5Zy4q74Ld3yZ9gCsAAAAAAEnQaLJrc8UpG1Y99bsiAGuw4aYMNcWO&#10;Nq1jaAHsBX8c+Ksvpr64AZUAAbTRfAsH2dfUA7AACo8JPgWP7SPVIDOAPtffR6QG5AAHLV4uf0uX&#10;F22rMQAxUxNbTExtMdEwAAADvoLcjXYLd2SPWA2YCh8JuvTf8vyAUYDvw/4w0/2tfWA2YAAAACs4&#10;7o51OljJjje+Lp2747QGYAAAAASNFo8mtzxjxxtHyrdlYAeNVjri1WbHXfk0vasb90SA5AL3wZ/+&#10;z/x/MBegDjrMfPaPNj7bUmI9Ozxmry8N698SDFqcAAAAHbTarPpbcrDkmvfHZP3PWPLfFO9LTALv&#10;R8fx32rqqcifn16YTcOvrPRljkz3x1At8eSmWkXx3i1Z6pid0utotG9ZiY74B6fQAAAAAAAAAAAA&#10;AAAAAAAAAAAAAABV8Q4Li1G+TT7Y8vd8m3sRdRo65N7Y9q2/CQZ3Pgy6fJOPNSaWjslX3pbHbk3i&#10;YkHN8AAAAAAAAAAAAAAAAAAAAAAAHTDhyZ8tcWKs2vbqh9pS17RWsbzINXw7QU0OHkxPKvbptbvW&#10;unwRgptHTaeuQS3UAAAAAAAAAAAAAAAAAAAAAAAAAAAAAAAAAAAAAAAAAAAAcNdiy5tLfFhmsXtG&#10;29pAUXue1f7zB/NPsAPc9q/3mD+afYAn8J4Vk0Wa+TNalpmNq8mZ6PwAWoAAAAAA8ZscZsN8duq0&#10;bAM9Pg9q9+jJh29M+wA9z2r/AHmD+afYAl8M4VqtFquctfFNJja0RM7+oBcgAAAAIer4ZpdXva9O&#10;Tf59eiQFTn8Hs1Z3wZaXjut0SAh34VrqdentPomJ9QDl4jq/oub+nID3Thmtv1abJHpjb1gJWHgO&#10;rv8AtJpjjzzvP4ALDT8A02Pac1rZZ7uqAFpjx0xUimOlaVjsrGwD0AAACr4vw3NrsuO2K2OIrXae&#10;VM+wBX+57V/vMH80+wA9z2r/AHmD+afYAe57V/vMH80+wA9z2r/eYP5p9gB7ntX+8wfzT7AD3Pav&#10;95g/mn2AHue1f7zB/NPsAPc9q/3mD+afYAe57V/vMH80+wBosVZpipSeutYiQHoBRa7gup1Gsy5q&#10;XxRW87xEzO/qAcPc9q/3mD+afYAn8I4Zm0OXJfLbHMWrtHJmfYAtQAAAAETiWhjXaeadEXjprM9g&#10;Cm9z2r/eYP5p9gB7ntX+8wfzT7AFpwjQZdDjyVy2pM2mJjkzICwAAAAAROJ6W+s0dsOOaxaZid7d&#10;QCm9z2r/AHmD+afYAe57V/vMH80+wBccL0mTRaTmss1m3KmfJnoATAAAAAETielvrNHbDjmsWmYn&#10;e3UApvc9q/3mD+afYAe57V/vMH80+wBccK0mTRaTmss1m3KmfJnoAR+L8P1OuvSMV8daVjqtM9f8&#10;AFf7ntX+8wfzT7AD3Pav95g/mn2ALvh+l8T0lMMzE2jptMdUyAkgAAAAACBxbQW12GsY5rW9Z3ib&#10;dWwCq9z2r/eYP5p9gB7ntX+8wfzT7AFvwvTZ9JpuZzWpbad6zWZn8gE0AAAAAAAGS4x8aZ/THqgB&#10;CAW/g38My/Z/nACx4hwfFq5nJjnm8s9c7dE+kBSZuEa3FP7Gbx30ncByrw/WWnaNLl++kwAm6bgO&#10;pyTE55jFX07yAvtJo8Ojx8jDXbvtPXIDuAAAD5MRaJi0RMT1xICo1nAMWWZvpr81M/Jnpr/gBWZe&#10;Da7HP7Llx31mJAcJ0OridvFc38kgPdOF67J1aa8fW6PWAsNL4P3mYtqskRHzadM/xAXeDBj0+OMe&#10;KkVrHZADoAAIvEtNfV6K+HHNYtbbabdXWApfc9q/3mD+afYAe57V/vMH80+wBoNPjnFp8WO20zSk&#10;VnbzQA6AACDxbRZNdp6Y8VqRNb8rypnukBU+57V/vMH80+wAjwf1cTE85h/mn2ANIAAACp4lwWup&#10;vObBaKZJ64nqt7AFNl4XrcU7W095+rHK9QDxXh+stO0aXL99JgBL03Bdba9bWiuKInfyp9gDTgKz&#10;jHDs2vnDzVqV5G+/Kme3bzeYBXe57V/vMH80+wB00vA9Vh1WLLbJhmtLxadpnfon0ANAAAAAAAKn&#10;X8Dx57Tk09ox3nrrPvZ9gCny8K1uKenBa0d9PK9QDxTh+svO0abL99Zj1gJ+l4BmvMTqbxjr82s7&#10;z7AF7p9Pi02KMeGkVr6/SApNTwLVZtTly1yYYre82jeZ36Z9ADn7ntX+8wfzT7AFlwfh+bQc9ztq&#10;W5fJ25Mz2b+bzgLIAAGK1WPmdVlx7bcm8x+Kmy15GW1e6ZgHJ5AAAAAAdsGpzaa3Kw5LUnzdU/c9&#10;Y8l8c70tMAudHx+s7V1dOTPz6dX3wmYdfE9GWNvPALjFlx5qRfFet6z2xO6ZW1bxvWYmPMD2+gAA&#10;AAAAAAAAAAAAAAAAAAAAAAAOOp0uHV4+bzUi0dk9seh4y4qZa8m8b/kDOcQ4Rm0m96b5MPzojpj0&#10;q/UaS+Le0eVTv7gVyOAAAAAAAAAAAAAAAAAAAAD1jx3y5K0x1m1rTtEQ+1rNrRWsbzPVANVwzh1N&#10;Dh3mInNaPKt+ULTTaeMFOnabz1yCc7AAAAAAAAAAAAAAAAAAAAAAAAAAAAAAAAAAAAAAAAAAAAAA&#10;AAAAAAAAAAAAAAAAAAAAAAAAAAAAAAAAAAAAAAAAAAAAAAAAAAAAAAAAAAAAAAAAAAAAAAAAAPkz&#10;FYmZ6o6QEH9M8P8ApH9lvYAfpnh/0j+y3sAStPqMWqx85hvyqb7b7THrAdQAAAAAAAAAAAAAAAAA&#10;AAAAAAAAAAAAAAAAAAZLjHxpn9MeqAEIBb+DfwzL9n+cANGAAAAAAAAAAAAAAAAAAAAAAAAAAAAA&#10;AAAAAAAAAAAAAAAAAAAAAAAAAAAAAAAAAAAAAAAAMtx3FzfErz2XiLfl+Sr11eTqZn50bgrnAAAA&#10;AAAAAHXBny6e/Lw5LUt5p63qmS+Od6WmJ8wLnR8fidq6um3+un5wmYdf2ZY++AXOHNiz05eK9b17&#10;4lLpet43paJjzA9vQAAAAAAAAAAAAAAAAAAAAAAAAACp4hwTHn3yabbHk65r8mfYiajRVvvbHtW3&#10;d2SDP5sOTBknHlpNLR2SgXpaluTeJiYBzfAAAAAAAAAAAAAAAAAAGm4NwyNNSM+av660dET8iPas&#10;dHpox1i948ufwBaJQAAAAAAAAAAAAAAAAAAAAAAAAAAAAAAAAAAAAAAAAAAAAAAAAAAAAAAAAAAA&#10;AAAAAAAAAAAAAAAAAAAAAAAAAAAAAAAAAAAAAAAAAAAAAAAAAAAAAAAAAAAAA8Zf2N/qyAxAAA0/&#10;g98Xf85AWYAAAAAAAAAAAAAAAAAAAAAAAAAAAAAAAAAAAMlxj40z+mPVACEAt/Bv4Zl+z/OAGjAA&#10;AAAAAAAAAAAAAAAAAAAAAAAAAAAAAAAAAAAAAAAAAAAAAAAAAAAAAAAAAAAAAAAAAAAFH4S4ujBm&#10;jz1n1x+aFxGvvL/cChQQAAAAAAAAAAB0w5suC/LxXtS3fEvtL2pO9LTE+YFzo+Pz0V1dN/8AXT84&#10;TMOv7MsffALnBqMWopy8OSt4809SZTJTJG9LRMeYHR6AAAAAAAAAAAAAAAAAAAAAAAABw1Wkw6vH&#10;yM1N+6Y649DxlxUy12vG/n7gZziHCs2jmbx+sxfOiOr0q7Ppb4emPKp3x2Ar3AAAAAAAAAAAAAAA&#10;AXnA+G7zXV5o6P8A469/nTdFp99st/8AjAL5OAAAAAAAAAAAAAAAAAAAAAAAAAAAAAAAAAAAAAAA&#10;AAAAAAAAAAAAAAAAAAAAAAAAAAAAAAAAAAAAAAAAAAAAAAAAAAAAAAAAAAAAAAAAAAAAAAAAAAAA&#10;AAAAAAB4y/sb/VkBiAABp/B+Jjhsb9t5AWYAAAAAAAAAAAAAAAAAAAAAAAAAAAAAAAAAAAMlxj40&#10;z+mPVACEAt/Bv4Zl+z/OAGjAAAAAAAAAAAAAAAAAAAAAAAAAAAAAAAAAAAAAAAAAAAAAAAAAAAAA&#10;AAAAAAAAAAAAAAAAEDjeLneG5J7aTFo/99DhracrTW83SDKKsAAAAAAAAAAAAAB7xZcmG8XxXtS0&#10;dsTs+1talt6zMT3wC40fH7V2rq6cqPn16/vhLw6+Y6Msb+eAXWn1OHU05WHJW8ebrj7k3Hkpkjel&#10;okHV6AAAAAAAAAAAAAAAAAAAAAAACemNpAU/EOB0y75NJtS/bT5M+juRNRootvbFtWe7sBQZcV8O&#10;SaZaTS0dcTCBatqWmtomJjskHh8AAAAAAAAAAAFhwjQeO5+VeJ5mnTbz+Z30mDnr7295Xr8/mBqo&#10;iIiIiNojqiFpHRG0AAAAAAAAAAAAAAAAAAAAAAAAAAAAAAAAAAAAAAAAAAAAAAAAAAAAAAAAAAAA&#10;AAAAAAAAAAAAAAAAAAAAAAAAAAAAAAAAAAAAAAAAAAAAAAAAAAAAAAAAAAAAAAAExExtPTACr4jf&#10;h+ixTvpsFssx5NIpADNdN79EdNp6ogBsdBg8W0eLFPXEdPpASAAAAAAAAAAAAAAAAAAAAAAAAAAA&#10;AAAAAAAAAcb6TTZLTe+nxWtPXNqRMyA+eI6T6Lg/pwA94tPgwzM4sOOkz0TNaxADoAAAAAAAAAAA&#10;AAAAAAAAAAAAAAAAAAAAAAAAAAAAAAAAAAAAAAAAAAAAAAAAAAAAAAAAAAPGbHGXDfHbqvWaz975&#10;esXpas9UxsDE2ia2msxtMTtKlmNp2nsB8AAAAAAAAAAAAAAAB7x5L4rxfHea2jtidn2tprO9ZmJ7&#10;4Bb6Pj+Sm1dVTlx8+vRP8EvDr7R0ZY5Ud8dYLrT6rBqqcrDki3fHbH3JmPLTLG9LRIOz2AAAAAAA&#10;AAAAAAAAAAAAAAAAI+r0WDWY+Tmr0x1Wjrhzy4aZq7Xj0T2wDN6/hefRTNtuXi7LxHV6e5XZ9LfD&#10;0++r3wCC4gAAAAAAAA66fBfU564scb2tP8PO9Y6WyXileuQa/S6eml09MOPqrHX3z3rbFjrixxSv&#10;VAOz2AAAAAAAAAAAAAAAAAAAAAAAAAAAAAAAAAAAAAAAAAAAAAAAAAAAAAAAAAAAAAAAAAAAAAAA&#10;AAAAAAAAAAAAAAAAAAAAAAAAAAAAAAAAAAAAAAAAAAAAAAAAAAAA4a2l8mkyVxXtS+3RNZ2kBjor&#10;fJk22ta8z1dczIC/4RwicNoz6mPLj3tO70gLkAAAAAAAAAAAAAAAAAAAAAAAAAAAAAAAAAAAAAAA&#10;AAAAAAAAAAAAAAAAAAAAAAAAAAAAAAAAAAAAAAAAAAAAAAAAAAAAAAAAAAAAAAAAAAAAAAAABkuL&#10;YeZ4jmjstPKj7+lU6unI1F4753BCcgAAAAAAAAAAAAAAAAAHql747xelpraOqYnYraazvWZie+AW&#10;2k49lx7V1Necr86Oi3+UvFrrV6MkcqO+OsF3ptZp9XXfDki09teqY+5Nx5seWN6WifN2g7vYAAAA&#10;AAAAAAAAAAAAAAAAABMRMTExvE9h1gpeIcDrffJo9q27cfZPo7kPUaKLb2w9E/NBQ5KXxXmmSs1t&#10;HXE9iDas1tMWiYmOyQeXwAAAAABqOC6DxXBzuSP12SP5Y7llo8HNU5Vo8u34QCySQAAAAAAAAAAA&#10;AAAAAAAAAAAAAAAAAAAAAAAAAAAAAAAAAAAAAAAAAAAAAAAAAAAAAAAAAAAAAAAAAAAAAAAAAAAA&#10;AAAAAAAAAAAAAAAAAAAAAAAAAAAAAAAAAAAAAAcsWmwYbWtjxVra07zMR0yA6gAAAAAAAAAAAAAA&#10;AAAAAAAAAAAAAAAAAAAAAAAAAAAAAAAAAAAAAAAAAAAAAAAAAAAAAAAAAAAAAAAAAAAAAAAAAAAA&#10;AAAAAAAAAAAAAAAAAAAAAACg8JMO2TDmjtiaz93THrlA4jTyqX7+gFIhgAAAAAAAAAAAAAAAAAAA&#10;A9VtalotS01tHVMTtMETMTvEzE98AtdHx3Ni2rqK87Xv6rR7UrDrr16MkcqO/tBd6XXafV13w5Im&#10;e2s9Ex9ybizY8seRbp7u0Eh0AAAAAAAAAAAAAAAAAAAAAARtZocGtptlr5UdV464c82CmaNrR09k&#10;x1wDN6/hufRTvaOXj7Lx1ff3K7Ppr4Z3npr86AQnEAAAWvAtDGozzmyRvjxT0R3yk6HBzl+XaPJr&#10;+Mg0qyAAAAAAAAAAAAAAAAAAAAAAAAAAAAAAAAAAAAAAAAAAAAAAAAAAAAAAAAAAAAAAAAAAAAAA&#10;AAAAAAAAAAAAAAFbqON6bT574b0yzak7TMRG3rAc/dDpP3ef+WPaAe6HSfu8/wDLHtAPdDpP3ef+&#10;WPaAe6HSfu8/8se0B9jwg0cz00zR6ax7QHSnG9DbryWr6az+QCZh1ODUR+py0v5onpAdQAAAAHPU&#10;Zq6fBfNeJmtI3mI6wFb7odJ+7z/yx7QD3Q6T93n/AJY9oB7odJ+7z/yx7QD3Q6T93n/lj2gHuh0n&#10;7vP/ACx7QD3Q6T93n/lj2gHuh0n7vP8Ayx7QD3Q6T93n/lj2gHuh0n7vP/LHtAWWnzV1GCmakTFb&#10;xvET1gOgCu1HGtNps98N6ZZtSdpmIjb1gOXuh0n7vP8Ayx7QD3Q6T93n/lj2gHuh0n7vP/LHtAPd&#10;DpP3ef8Alj2gHuh0n7vP/LHtAPdDpP3ef+WPaAe6HSfu8/8ALHtAPdDpP3ef+WPaAmaHX4tdW9sV&#10;bxFJ2nlRADjq+L4NJnnDlx5eVHTvERtP4gOPuh0n7vP/ACx7QH2PCDSTP7PN/LHtAWlbResWr1TG&#10;8APoAAAAAArtVxnTaXPbDeuS1q9fJiNvWA5e6HSfu8/8se0B9jwg0kzERjz7z/pj2gLSs71idpje&#10;OqQH0AAJmIjeeiAEDUcZ0eCZrzk5LR2Ujf8AHqAQMnhHO/6rTR6bWAcZ8IdVv0YsMR54n2gPVfCL&#10;UR7/AA4p9G8AJOHwiw2nbNgvTz1nlewBZabWafVR+py1tPd1T/AB3AAAAAeM+WuDDfLaJmtI3nbr&#10;AVnuh0n7vP8Ayx7QD3Q6T93n/lj2gJmh1+LXxecVbxyNt+VEe0BKAAAAAAETXcRw6CaRlreeXvty&#10;Yjs+8BE90Ok/d5/5Y9oB7odJ+7z/AMse0A90Ok/d5/5Y9oB7odJ+7z/yx7QD3Q6T93n/AJY9oB7o&#10;dJ+7z/yx7QD3Q6T93n/lj2gHuh0n7vP/ACx7QD3Q6T93n/lj2gJOh4pg12W2PFTJE1ryvKiPaAmg&#10;AAArM3HdLhy3xzTLaaztM1iNvWA8e6HSfu8/8se0A90Ok/d5/wCWPaAssGamow0y49+TeN43AdAA&#10;AAAABH1utx6HFXJlreYm3J8mIAQfdDpP3ef+WPaAe6HSfu8/8se0A90Ok/d5/wCWPaAe6HSfu8/8&#10;se0A90Ok/d5/5Y9oBHhDpN/2eaP+Me0B0rx3Q267Xr6agJOHiGkzzEY9RSZnqiZ2n8QEkAAAABX6&#10;rjOn0uothyUyzau281iNurfvAcfdDpP3ef8Alj2gHuh0n7vP/LHtAPdDpP3ef+WPaAe6HSfu8/8A&#10;LHtAPdDpP3ef+WPaAe6HSfu8/wDLHtAPdDpP3ef+WPaAe6HSfu8/8se0BI0XFMGuzTixUyRaK8ry&#10;ojb1+cBOAAAAQON4ee4deYjppMXj8/wcNbTl6e3fXpBlFWAAAAAAAAAAAAAAAAAAAAAAAPtbTW0W&#10;rMxMdUwRMxO8TtILXR8dz4dq5452nf1WhKw669Oi/lx+ILvS6/TauP1WSOV82eif4JuLPjy+8t09&#10;09YJLoAAAAAAAAAAAAAAAAAAAAD5MRaJi0RMT1xJMRMbT0wCl4hwOLb5NH0T2456p9CFqNDE72w9&#10;E/NBRXpbHeaXrNbR0TEx0wgzE1mYmNpjskH3Fivmy1x443tadoh9pWb2itY3mZ2BsdLp66XT0w06&#10;qx0z3z2yt8WOMWOtI7AdnsAAAAAAAAAAAAAAAAAAAAAAAAAAAAAAAAAAAAAAAAAAAAAAAAAAAAAA&#10;AAAAAAAAAAAAAAAAAAAAAAAAAAAAAAZDivxlqPrgIgAAAAAAAPtbTWYmszEx1TAC20HHMmKYpqp5&#10;ynzvlR7QGhx5KZaRfHaLVtG8TAD0AAInFPi3UfUAZAAAAAAAAAAAAGv4T8WYPq/mAlgMhxb4zz/W&#10;/IBEAAAAAAAAAAGg8Gv2Of60APPhHp/Jx6iI6vJkBQgADVcE1HP6CsTPlY/JkBYAAAAAPGXJGLFb&#10;JbqrG8gMXmyTmzXyW67TMgPACbwfT+Ma/HExvWvlSA1oAA4azV4tHhnJln0RHXMgMxruJZ9baYta&#10;aY+ykdX394CGAAAAAAPtZmtotWZiY6pgBc8O45asxj1k8qvZk7Y9IC/raLVi1ZiYnpiY7QH0AARu&#10;JfF2o+zn1AMcAAL/AMGf2eo9NfzAXYAAAAAAoPCb3+n9FvyAUgAAAAAAAAAAALfwb+G5Ps/zgBow&#10;ABw12eNNpMuXtrXo9PYAxkzMzMz0zIAAANF4Oajl6e+CZ6aTvHon/wB/EBcAAAAAACo8JPgOP7SP&#10;VIDOAAAAAAAAAACfoOK59HaKzM5MXbWZ6vQA0+DNTUYa5cVt62jeAHQAAZPjfxrn/wCP/jACCAAA&#10;AAAAAAALbwb+H5Psp9cANIAAAA85KRkx2pbqtExL5aItWaz1TGwMVlpOLLfHbrraaz9ymtWa2ms9&#10;cTsDw+AAAAAAAAAAAAAAAAAAAAAAAAA+xMxMTE7THadQLPR8b1GDaub9dTz++j70nDrclOi/lx5+&#10;sF5pOI6bVxEY77X+ZbolNxajHl97bp7p6wSnUAAAAAAAAAAAAAAAAAAAAEXW6DBrabZK7XjqvHXD&#10;lmwUzR5UdPZMAi8K4VOjzZMmWYtaOikx3d7lpdLzN7WtMTPVGwLRKAAAAAAAAAAAAAAAAAAAAAAA&#10;AAAAAAAAAAAAAAAAAAAAAAAAAAAAAAAAAAAAAAAAAAAAAAAAAAAAAAAAAAAAAABkOK/GWo+uAiAP&#10;WLFfNlrjxxyr2naI32ATP0NxD6P/AH19oB+huIfR/wC+vtAebcK11Y3nT2+6YkBGyYsmK3Jy47Un&#10;utGwDwAALPg3EJ0uaMWSf1V5/lkBpwABE4p8W6j6gDIAACRptDqdXW1sGPlxWdp8qI9YDt+huIfR&#10;/wC+vtAP0NxD6P8A319oB+huIfR/76+0A/Q3EPo/99faAfobiH0f++vtAP0NxD6P/fX2gNHw/FfB&#10;ocOPJXk3rXaY33ASQGc4jwvW59dmyY8PKpa28Tyoj8wEb9DcQ+j/AN9faAfobiH0f++vtAP0NxD6&#10;P/fX2gH6G4h9H/vr7QCeD6+ImZwbRH+uvtAQZjadgAAAaHwbpaNPmtMTEWtG094Cx4hg8Z0WXH2z&#10;G8ekBjZjadp6wABb+Dufkaq2GZ6MkdHpgBowAAAAFZx/PzWh5uJ8rJO33AMwAANF4O6fkae+eY6b&#10;ztHoAXADnnzU0+G2XJO1axuAyOt1eTWaicl56Oqte6AEcAATtLwjV6mItFIx0n5V+gBOr4OW28rV&#10;RE+am/5gPOTwdyxH6vUUtP8Aqrt7QFbqtDqNJP67HMR2WjpifvARwABb8E4lOC8afNb9XafJmfkz&#10;7AGjAAEbiXxdqPs59QDHAAC/8Gf2eo9NfzAXYAAAAAAqOOaLUau2GdPj5fJid/KiNurvAVX6G4h9&#10;H/vr7QD9DcQ+j/319oB+huIfR/76+0BEzYcmDLbFlryb16433AeAHrHjtlyVx0je1p2iO+QEz9Dc&#10;Q+j/AN9faAfobiH0f++vtAP0NxD6P/fX2gLLgmg1Ok1N758XIrNNonlRPTvHdIC6AAFH4R6jauPT&#10;xPX5VvyAUIAAAJnCdR4tr8dpnatp5NvRIDXAAAAAACo8JPgOP7SPVIDOAACXg4ZrNRirlxYeVS3V&#10;PKiPzAe/0NxD6P8A319oB+huIfR/76+0Ang+vj/6/wDfX2gI2fS59NP67Fam/VMx0T94DkAALfwe&#10;1c49ROmtPkZOmvmkBowABk+N/Guf/j/4wAggPWOlsuSuOkb2tMREd8gJn6G4h9H/AL6+0A/Q3EPo&#10;/wDfX2gH6G4h9H/vr7QD9DcQ+j/319oB+huIfR/76+0A/Q3EPo/99faAseCcP1Wk1d8mfFyKzjmI&#10;nlRPTvHdIC7AAAAAGW47g5riNrRHRkiLe1Wa6nI1Ez2WjcFcjgAAAAAAAAAAAAAAAAAAAAAAAAAA&#10;D7E7TvHWAstHxrU6fauSeep3W64+9Iw6zJj6LeXXz9YLzScS02r2il+Tf5luiU7FqceX3s7T3SCW&#10;6gAAAAAAAAAAAAAAAAAAAAAAAAAAAAAAAAAAAAAAAAAAAAAAAAAAAAAAAAAAAAAAAAAAAAAAAAAA&#10;AAAAAAAAAAAAAAAAAAAAAAAAAAAAAAAAMhxX4y1H1wEQBL4V8Zaf6wDXgAAA8ZMVM1JpkpFqz2TA&#10;DOcX4X4pPO4d5wzPTHzQFWAANVwXVTqdFEWne+PyZ/IBYAInFPi3UfUAZAAAaDwa/YZ/rR6gF0AA&#10;AAAAAAAAAAAAAAAoeOcS3mdLgt0fLtHqAUYAAmcN0Ntdn5PTGOvTawDWY8dcWOuOkbVrG0QA9AMj&#10;xbT+L6/JWPe28qPvAQwHTTZZwajHljrraJAbWlovStq9Vo3gB9AAABmOP5+d1vNxPRjjb7wFYA+0&#10;rN71rXrmdoAbTTYYwafHij5NdgHUBnvCHV8vLGmpPk06bekBTAADQ8H4VXHSuo1Fd8k9Naz1R/kB&#10;cgAAA83pXJSaXrFqz0TE9oDM8X4Z4nfnMXThtP8ALPcArQABrOD6vxrRV5U+XTybfkAnAI3Evi7U&#10;fZz6gGOAAF/4M/s9R6a/mAuwAAAAAAAAAAAZLjPxpn9MeqAEIBI4d8Yaf7SvrAbIAAAAAAAGO4lq&#10;PGddlyb+TvtX0QAjAPsVtaLTEbxWN58wD4AANjw7UeNaLFln3221vTACSAAAAAqPCT4Dj+0j1SAz&#10;gAA1nBfirB9/rkBOAAAB5yUrkpNL1i1Z6JiQGR4lpfE9ZfFHveuvoARQHTTZOa1OLJHybRP4gNsA&#10;AMnxv41z/wDH/wAYAQQHfQfD9P8Aa19YDZgAAAAAAAAAAAAAAqPCLBy9LTNEdOO20+iUTiFN8Vb/&#10;ADZBnFeAAAAAAAAAAAAAAAAAAAAAAAAAAAAAA+gLDScZ1Wm2raedpHZbr/ikYtZlx9Ezy690gvNH&#10;xXS6vatb8jJPyL9E/d3puHVYsvRE7W7pBNdgAAAAAAAAAAAAAAAAAAAAAAAAAAAAAAAAAAAAAAAA&#10;AAAAAAAAAAAAAAAAAAAAAAAAAAAAAAAAAAAAAAAAAAAAAAAAAAAAAAAAAAAAAAABkOK/GWo+uAiA&#10;JfCvjLT/AFgGvAAAAAc8+KufDfFaN4tGwDF5cc4stsduus7APIC18Hs3I1s49+i9QGlAROKfFuo+&#10;oAyAAA0Hg1+wz/Wj1ALoAAAAAAAAAAAAAAAFXxniUaXHzOKf11o6/mwAzMzMzvPTIAA66XTZNVnr&#10;ixxvM9vdADX6TS49Jgrixx0R1z3yA7AACl8I9PysOPPEdNZ5M+iQGfAAGp4HqOe0FazO9sc8mQFi&#10;AAPGXJGLFbJboisbgMXmyTly3yW67TMgPACy4Fp+e18XmPJxxyvv7AGoAfL2ilJtPVEbgMTnyTmz&#10;3yT12tMgPACdwfSxqtdWLRvSnlWAawAAAAAActVgrqdPfFaOi0AMXes0valuus7SA+ALXwezcjWz&#10;imejJX8YAaUBG4l8Xaj7OfUAxwAAv/Bn9nqPTX8wF2AAAAAAAAAAADJcZ+NM/pj1QAhAJHDvjDT/&#10;AGlfWA2QAAAAAAh8V1Hi2gyWidrWjk19MgMiAAL3g2ijLw7PN4257yYnzR2/x9QCjtWaXmto2ms7&#10;SA+ALzwb1G1smnmevyq/mAvgAAAAFR4SfAcf2keqQGcAAGs4L8VYPv8AXICcAAAAAzPhDaLcRiI+&#10;TjiJ/GfzAVYD1jrN8lax1zOwDcAADJ8b+Nc//H/xgBBAd9B8P0/2tfWA2YAAAAAAAAAAAAAAOOrw&#10;xqNLlwz8qsxHp7HjLTnMVqd8AxkxMTMTG0wp+oHwAAAAAAAAAAAAAAAAAAAAAAAAAAAAAAAABYaP&#10;i+q0u1ZtzuP5t/yl3w6vLi6N+VXukF5o+LaXVbV5XN5J+Tf8pTcOqxZejfk27pBOdwAAAAAAAAAA&#10;AAAAAAAAAAAAAAAAAAAAAAAAAAAAAAAAAAAAAAAAAAAAAAAAAAAAAAAAAAAAAAAAAAAAAAAAAAAA&#10;AAAAAAAAAAAAAAAZDivxlqPrgIgCXwr4y0/1gGvAAAAAAGS4zTkcSy+edwEIBJ4bfm+IYbf6gGxA&#10;ROKfFuo+oAyAAAsOGcU/R9L15nnOXO/vttvwATfdJ/tP+z/AB7pP9p/2f4APdJ/tP+z/AAAe6T/a&#10;f9n+AD3Sf7T/ALP8AJOg4z47qYw+L8jeJnfl7/kAtAAAAAABE4lrq6HTzaem89Fa94DJZcl82S2T&#10;JO9rTvMgPID7Slsl4pSJm1p2iIAazhegrocG09OW3vp/IBNAAABx1mGNRpcmKflV6AGMtE1tNZja&#10;YnaYAfAFt4PZ+b1dsUz0ZI6PSA0gAArOP6jmtDzcT5WSdvuAZgAAabgGn5rRc5MeVknf7gFoAi8T&#10;vzfD89o6J5MxADHgAC/8Gse2LNk7ZmIgBdgAAAAAAAyXGMfN8SyxHVM7gIQCRw6/N6/Bb/XG4DZA&#10;I3Evi7UfZz6gGOAAF/4M/s9R6a/mAuwAAAAAAAAAAAZLjPxpn9MeqAEIBI4d8Yaf7SvrAbIAAAAA&#10;AZ7wj1HKzY9PE9FI5U+mQFMA+1rNrRWOmZnYBtNNhjT6bHij5FYgBmuOafmOIWtEeTkjlR6e0BXg&#10;O+izzptXiy9lbdPo7QGziYmImJ3iQAAAAFR4SfAcf2keqQGcAAGn4RqtPj4bhpk1GKto33i14iY6&#10;ZATPHtJ9Kwf1IAPHtJ9Kwf1IAeZ4ho469Ti+60SAiarjmmxUmMEzlv2bRtEAM3lyXzZbZMk72tO8&#10;yA8gJ3BtPOo4hj6PJx+XP3dX4gNYAAMnxv41z/8AH/xgBBAdNPl5nUY8u3K5FottvtvtIC590n+0&#10;/wCz/AB7pP8Aaf8AZ/gA90n+0/7P8AHuk/2n/Z/gA90n+0/7P8AHuk/2n/Z/gBc4MnPafHl25PLr&#10;Ftt+reAHQAAAAAAGS4vg5jiOWIjatp5cff8A53VWrpyNRaOyemAQnEAAAAAAAAAAAAAAAAAAAAAA&#10;AAAAAAAAAAAAATtHxbVaXasW5ynzbdP8HbDqsuLo35Ve6QXmk4xpdTtW1uav828/mnYtXiydEzyb&#10;d0gsHcAAAAAAAAAAAAAAAAAAAAAAAAAAAAAAAAAAAAAAAAAAAAAAAAAAAAAAAAAAAAAAAAAAAAAA&#10;AAAAAAAAAAAAAAAAAAAAAAAAAAAABkOK/GWo+uAiAJfCvjLT/WAa8AAAAAAZfj8bcSt9WAFaA6aa&#10;eTqMcx86AG2AROKfFuo+oAyAAAAAAAAAAAseAfGdfqyA1IAAAADlqdRj0uC2XJO1Y/EBkdZqsmsz&#10;2y5J6+qO6AHAAAaTgvDeYpGozV/W2jyY+bAC2AAAAAAGU4zp+Y199o8m/lQAgAOmnyzg1GPLHXW0&#10;SA2lLRelb16rRvAD0Ay/Hs/O67kRPRjjb7wFaA94Mc5s1Mdeu0xADa4qRix1x16qxtAD0Ar+OTtw&#10;zJ6Yj8QGVAAGm8Ho/wD8+Z/1z+QC0AAAAAAABmPCGNuI+mkfmArAHrFPJy0mOy0ANwAjcS+LtR9n&#10;PqAY4AAX/gz+z1Hpr+YC7AAAAAAAAAAABkuM/Gmf0x6oAQgEjh3xhp/tK+sBsgAAAAHy1opWbWna&#10;IjeQGL1WadRqcmWflW3+4ByAWHA8HPcQrMx5OPyp/IBqgFT4Q6fnNHXLEdOOfwn/ANgBmwABq+Da&#10;jxjh9N53tTyJ/L8AE8AAAFR4SfAcf2keqQGcAAAAAAAAAAHvDhyZ8kY8VJtaeyAGr4Zoa6HT8non&#10;JbpvbzgJgAAyfG/jXP8A8f8AxgBBAAAAAAAAAAGz0HwDTfZV9UAO4AAAAAAKbwjwcrDjzxHTWeTP&#10;on/38UPiNN6VvHZO0gzyAAAAAAAAAAAAAAAAAAAAAAAAAAAAAAAAAAAAAAAm6Piep0m0UvyqR8i3&#10;TH3dzrh1OTF0RO9e6QXmj4zptRtW88zfutPR/FOw6zHk6LeRbukFj1pAAAAAAAAAAAAAAAAAAAAA&#10;AAAAAAAAAAAAAAAAAAAAAAAAAAAAAAAAAAAAAAAAAAAAAAAAAAAAAAAAAAAAAAAAAAAAAAAAAAAA&#10;yHFfjLUfXARAEvhXxlp/rANeAAAAAAMvx+d+JW+rACtAdNPHK1GOI+dHrAbYBE4p8W6j6gDIAACZ&#10;oeG5tdS9sVscRWdp5Uz7AEr3Pav95g/mn2AHue1f7zB/NPsAPc9q/wB5g/mn2AHue1f7zB/NPsAP&#10;c9q/3mD+afYAl8M4RqNHrIzZL4prETG1Znf1ALkAAAHy960pN7zEViN5mQGU4pxC2uzdHRir72Pz&#10;AQQABc8E4bzlo1WaPIj3kT2z3gNCAAAAAAACo8ItPy9NXNEdOOdp9EgM4AANRwLUc9oIpM+Vjnk/&#10;cAn5skYsN8lp2isTIDFZbzly2yW67TMgPIC28HtPzmrtmmOjHHR6QGkAAFfxyN+GZPTE/iAyoAA0&#10;vg7O+gtHdeQFqAAAAAAADMeEE78R9FIgBWAPeGvKzUr32gBtwEbiXxdqPs59QDHAAC/8Gf2eo9Nf&#10;zAXYAAAAAAAAAAAMlxn40z+mPVACEAkcO+MNP9pX1gNkAAAAAruO6jmdBasT5WTyY9HaAywAA0ng&#10;9p+b0ls0x05J6PRAC2Ac8+KubBfFbqvWYAYvJS2PJalo2tWdpAeQFt4Pajm9XbDM+Tkjo9Mf+yA0&#10;gAAAKjwk+A4/tI9UgM4AAAAAAAD1jpy7xWb1pvO3Kt1QAutN4PRO1s2oiYnp2xx1/eAuNNpMGkpy&#10;cGOKx2z2z94DsAAADJ8b+Nc//H/xgBBAe8OOc2amKsxFr2isb9XSAs/c9q/3mD+afYAe57V/vMH8&#10;0+wA9z2r/eYP5p9gB7ntX+8wfzT7AD3Pav8AeYP5p9gB7ntX+8wfzT7AGg02OcOmxYrTE2pSKzt1&#10;dEAOgAAAAAAOOswRqdLkwz8qvR6ex4zU5zFanfAMZMTEzExtMKeeidpB8AAAAAAAAAAAAAAAAAAA&#10;AAAAAAAAAAAAAAAAAAAABM0nEtTpNox35VPmW6YdcWpyYve23jukF5o+NabUbVy/qb/6uqfvTcOt&#10;x5Oi3kW8/UCyiYmN4neEkAAAAAAAAAAAAAAAAAAAAAAAAAAAAAAAAAAAAAAAAAAAAAAAAAAAAAAA&#10;AAAAAAAAAAAAAAAAAAAAAAAAAAAAAAAAAAAAAAGQ4r8Zaj64CIAl8K+MtP8AWAa8AAAAAAZHi9+c&#10;4llmOydgEMBK4ZTnOIYa/wCoBsAETinxbqPqAMgAANB4NfsM/wBaPUAugAAAAAAAAAAAZzjfEufv&#10;Onw2/V199MfKkBUAACw4Tw+dbm5V42w099Pf5gGprWK1itY2iOiIgB9AAAAAAABy1OKM+nyYp6rV&#10;mAGLvSaXtS3XWdpAfAFr4PZ+b1k4pnoyR+ICx8IM/NaLm4npyTt9wDMgADVcE0/MaCszG1snlSAs&#10;AABF4lj5zh+asdfJnYBjwABe+DWX9timenotAC9AAAAAAABj+KZee4hmtE9HK2j7gEUBJ4bj5ziG&#10;Cv8AqiZAbEBG4l8Xaj7OfUAxwAAv/Bn9nqPTX8wF2AAAAAAAAAAADJcZ+NM/pj1QAhAJHDvjDT/a&#10;V9YDZAAAAAMzx/Uc7rebifJxRt94CrAAEzFxXW4cdcePNya1jaI5FfYA9fpniH0j+yvsAP0zxD6R&#10;/ZX2AImXLfNltkyTve3TM7bAPAD3hyWw5qZK9dJiYAbXFkrlxUyV97aImAHoAAVHhJ8Bx/aR6pAZ&#10;wAAazgvxVg+/1yAmXx0vG16VtHnjcBVcR4JjyUnJpKxTJHTyI6rewBnJiazMTExMdExIAAn8N4pk&#10;0Vorbe+Geuvd54AanHkplx1yY7Rato3iYAegAAAZPjfxrn/4/wDjACCA76D4fp/ta+sBswAAAAAA&#10;AAAAAAAAAABlONafmOIXmI2rk8uPv6/xVesx8jUT3W6YBAcAAAAAAAAAAAAAAAAAAAAAAAAAAAAA&#10;AAAAAAAAAAAAAErScQ1Ok6MWTevzbdMOmLUZMXvbdHdPUC80fHNPm2rnjmb98+9n703Drcd+i/kT&#10;+ALSJiY3id4lK6wAAAAAAAAAAAAAAAAAAAAAAAAAAAAAAAAAAAAAAAAAAAAAAAAAAAAAAAAAAAAA&#10;AAAAAAAAAAAAAAAAAAAAAAAAAAAAAGQ4r8Zaj64CIAl8K+MtP9YBrwAAAAHPUZYwYL5bT0VjcBi8&#10;l5yZLXnrtO4DyAtvB3By9VbLMdFI/GQGkAROKfFuo+oAyAAA0Hg1+wz/AFo9QC6AAAAAAAAAAFPx&#10;viXM1nTYbeXMeVMdkAM6AAJGh0d9bqIx06I67T3QA12nwU0+GuLHG1ax/EB0AAAAAAAAAAGW47p+&#10;Z182iPJyRyo9ICuAe8GScOemSvXW0SAm8a1UarVV5E70rWNvv6QFeA7aPDOo1WPFHyrdIDZ1rFax&#10;WsbREbRAD6AAPloi1ZrPVMbAMXqsM4NTkxTG3JtsA5AJXDdV4prKZJ971W9ADX1tFqxas7xMbxID&#10;6AAAAAjcR1VdJpL5Jnyttqx3yAx0zMzMzO8yAALfwdwcvVXzTHRjrtHpkBowEbiXxdqPs59QDHAA&#10;C/8ABn9nqPTX8wF2AAAAAAAAAAADJcZ+NM/pj1QAhAJHDvjDT/aV9YDZAAAA558tcOC+W3VSsyAx&#10;eS85clsluu0zMgPIAAAAAAAAAA03g/qOd0c4pnysU7fdIC0AAFR4SfAcf2keqQGcAAGs4L8VYPv9&#10;cgJwAAouPcP6J1eKPtIj1gKIAAW3A+Icxl8Xy2/V3nyZn5MgNIAAADJ8b+Nc/wDx/wDGAEEB30Hw&#10;/T/a19YDZgAAAAAAAAAAAAAAAACLxDQY9diit5mt6+9tHY5ajBXPTaeiY6p7gZbVaXLpM0481dp7&#10;Jjqn0KzLitivybx0+sHB4AAAAAAAAAAAAAAAAAAAAAAAAAAAAAAAAAAAAAAAAAAddNinPqMeKPlW&#10;iHrHXl5K175BtK1itYrHVEbLmI2iIjsB9AAAAAAAAAAAAAAAAAAAAAAAAAAAAAAAAAAAAAAAAAAA&#10;AAAAAAAAAAAAAAAAAAAAAAAAAAAAAAAAAAAAAAAAAAAAAAAZDivxlqPrgIgCXwr4y0/1gGvAAABz&#10;zZ8WCvKzZK0jzyAznFuK+OfqsO8YonpmeuwCsAIjedoAa3hOl8U0Va2jy7eVYBNAROKfFuo+oAyA&#10;AA0Hg1+wz/Wj1ALoAAAAAAAABA4txCNFg2r+1v72O7zgMra1r2m1pmbTO8zID4A94cV8+WuPHWZt&#10;adogBreH6Kmi08Y69Np6bW75ASgAAAAAAAAAAAVXhBp+c0cZYjysc7/cAzQAAAAC68HNPys2TPMd&#10;FY5MemQGgAAAAAUPhDo5i1dVSOj3t/yAUYAAuOEcWjBEYNTP6v5Nvm/4AaGtq3rFqzFqz1THaA+g&#10;ADjqdTh0uOb5rxWOyO2fQAy3EdffXZuVMcmlfe17gEQAiJmYiI3mQGv4XpPFNHWkx5c+Vb0gJYCN&#10;xL4u1H2c+oBjgABf+DP7PUemv5gLsAAAAAAAAAAAGS4z8aZ/THqgBCASOHfGGn+0r6wGyAAABUeE&#10;Oo5vS1wxPTknp9EAM4AALrhvBsWq0lc2a+Ss2mdorMR0fwASvc9pP3mf+aPYAe57SfvM/wDNHsAP&#10;c9pP3mf+aPYAe57SfvM380ewBns2OcOa+O3XS0xIDwAsOB6jmOIVrM+Tk8mfyAaoAAVHhJ8Bx/aR&#10;6pAZwAAazgvxVg+/1yAnAAD5MRaJiYiYnomJAZLiminRaqa1j9XbppP5AIYAA1XBtd43peTed8uP&#10;ot547JAWAAAyfG/jXP8A8f8AxgBBAd9B8P0/2tfWA2YAAAAAAAAAAAAAAAAAAOOq0uLV4ubzV3js&#10;nth4y4qZa8m8b/kDLa/h+XQ5Nr+VSfe3iOiVZnwXwW2nprPVIIjkAAAAAAAAAAAAAAAAAAAAAAAA&#10;AAAAAAAAAAAAAAAAC18HsPOa2ck9WOv4z/7KToKcrNNvmwDSrIAAAAAAAAAAAAAAAAAAAAAAAAAA&#10;AAAAAAAAAAAAAAAAAAAAAAAAAAAAAAAAAAAAAAAAAAAAAAAAAAAAAAAAAAAAAAAABkOK/GWo+uAi&#10;APtL2paLUtNbR1TE7TADt49q/pWf+pIB49q/pWf+pID5Os1VuvU5p9N5AcptNp3tMzPfID4AALjg&#10;nDZy3jU5q+RX3kT8qe8BogABE4p8W6j6gDIAADpi1GbDExizZMcT18m0xuA9+Pav6Vn/AKkgHj2r&#10;+lZ/6kgHj2r+lZ/6kgHj2r+lZ/6kgHj2r+lZ/wCpIB49q/pWf+pIC88Hs2XNhzTlyXyTFo25VpnY&#10;BG8Jf22D6s+sBSgAD1jy5MVuViyWpPfWdpAdfHtX9Kz/ANSQDx7V/Ss/9SQDx7V/Ss/9SQDx7V/S&#10;s/8AUkA8e1f0rP8A1JAPHtX9Kz/1JAT+CarUZeI1rkz5b15M9FrzMdQDSAAAA8ZscZsN8do3i0bA&#10;MVlxziy2x266ztIDyAAADX8K0/i+gx1mPKmOVP3gJYAAAADzlx1y47Y7xvW0bTADJcR0GTQ5pid5&#10;xz723eAiAADtp9ZqNLP6jLakd3XH8AE6vhBrIjaa4reeaz7QHnJx3W3jas0x/Vr7dwEDLlyZr8vL&#10;e17d8zuA8AAC84HwyZtGqz12iPeVnt84C+AAEbiXxdqPs59QDHAADpiz5sO/NZb49+vk2mNwHvx7&#10;V/Ss/wDUkA8e1f0rP/UkA8e1f0rP/UkA8e1f0rP/AFJAPHtX9Kz/ANSQEjQazU312CttRmtWbxEx&#10;N5mJ6QGrAAABkuM/Gmf0x6oAQgEjh3xhp/tK+sBsgAAAZPjOo8Y4hfafJp5EfmAggPWLHOXLTHXr&#10;tMRADa4ccYcVMdeqkREAPYAAAADNeEGn5rWRliOjLG/3x/7ACqAImazEx0TADaaTPGp0uPNHyq9P&#10;p7QHYBUeEnwHH9pHqkBnAABrOC/FWD7/AFyAnAAAAicS0ca3S2x9HLjppPdIDI2rNLTW0bWidpie&#10;wB8ASNDqraPVVy16uq0d8ANhjyVy465KTvW0bxID0AyfG/jXP/x/8YAQQH2tpraLVmYtE7xMT0wA&#10;7ePav6Vn/qSAePav6Vn/AKkgHj2r+lZ/6kgHj2r+lZ/6kgHj2r+lZ/6kgHj2r+lZ/wCpIDtotZqr&#10;a3BW2pzTWclYmJvO09IDWgAAAAAAAAAA8ZcVM2OceWsWpPXEvlq1vWa2iJieyQZzifB76WJy4N74&#10;e2O2qu1OknFvam80/GAVaMAAAAAAAAAAAAAAAAAAAAAAAAAAAAAAAAAAAAAAANL4PYeRorZO3Jb8&#10;I6Fjw+m2GbfOkFqlAAAAAAAAAAAAAAAAAAAAAAAAAAAAAAAAAAAAAAAAAAAAAAAAAAAAAAAAAAAA&#10;AAAAAAAAAAAAAAAAAAAAAAAAAAAAAAAMhxX4y1H1wEQAAAAAAAHXBpc+otthxWv54jo/iAutBwGK&#10;TGTVzFpj5EdX3gLqIiIiIiIiOqIAfQABE4p8W6j6gDIAAAAAAAAAAAA0Hg1+xz/Wj1AOPhL+2wfV&#10;n1gKUAAAAAAAAAAAFjwH4zp9WfUA1IAAAADM8f0/Na3nIjoyRv8AeAqwABJ4dp/Gdbjx7dG+8+gB&#10;sQAAAAAAAc8+DHqMU48tItWeyQGd1/BM2CZvp4nLj7o99HtAVcxMTtPRMAAAAAAD3hw5M94pipa9&#10;p7IgBfcO4HGKYy6va1uynZHp7wFyAAACNxL4u1H2c+oBjgAAAAAAAAABJ4d8Yaf7SPWA2IAAAMlx&#10;n40z+mPVACEAkcO+MNP9pX1gNkAAOGuzxptJly9ta9Hp7AGMmZmZmemZAAFnwDT87rucmPJxRv8A&#10;f2ANOAAAAAAK7jun57h9rRHlY55UejtAZYAAX/g5qOVjyaeZ6azyq+jtAXYCo8JPgOP7SPVIDOAA&#10;DWcF+KsH3+uQE4AAAABQeEGh5No1eOOiei/mnskBSAAC88H9dtM6TJPRPTSfXAC+AZPjfxrn/wCP&#10;/jACCAAAAAAAAAAO+g+H6b7WvrgBswAAAAAAAAAAAABScU4Ly5tn0kdPXOOO30IWp0e+98UdPbUF&#10;DMTWZiYmJjomJQZjadp6wfAAAAAAAAAAAAAAAAAAAAAAAAAAAAAAAAAAAAAGy0GLmdFhx9sVjf0r&#10;fBXkYaV7oBIdAAAAAAAAAAAAAAAAAAAAAAAAAAAAAAAAAAAAAAAAAAAAAAAAAAAAAAAAAAAAAAAA&#10;AAAAAAAAAAAAAAAAAAAAAAAAAAAEPLwvRZstsmTDyr2neZ5VvaA8fobh/wBH/vt7QD9DcP8Ao/8A&#10;fb2gH6G4f9H/AL7e0A/Q3D/o/wDfb2gPscH0ETvGnj77W9oDrTh+jx+902P767gJERERtEREd0AP&#10;oAAAADxlxUzYrY8kb0tG0xuAh/obh/0f++3tAP0Nw/6P/fb2gH6G4f8AR/77e0A/Q3D/AKP/AH29&#10;oB+huH/R/wC+3tAP0Nw/6P8A329oB+huH/R/77e0A/Q3D/o/99vaAfobh/0f++3tASdNpMGkraMF&#10;ORFp3npmfWA86nQ6bV2rOfHy5rG0eVMeoBw/Q3D/AKP/AH29oB+huH/R/wC+3tAP0Nw/6P8A329o&#10;B+huH/R/77e0A/Q3D/o/99vaAfobh/0f++3tAP0Nw/6P/fb2gH6G4f8AR/77e0A/Q3D/AKP/AH29&#10;oDrp+G6TTZYyYcXJvHRvypn1yAlAAAAAOOp0mDV1iufHy4rO8dMx6gEb9DcP+j/329oB+huH/R/7&#10;7e0B202g0ulvN8GLk2mNt+VM+sBJAAAAAAAAAAHDUaLTan9thrae/baf4gIGTwf0tp3pfJTzbxMA&#10;OM+Dkb9GqmI8+P8AyA+18HKR7/U2n0U2/MBJw8C0WPptF8k/6rewBPxYseGvJxUrSvdWNgHsAAAA&#10;B5yY65cdseSN62jaY74AQv0Nw/6P/fb2gH6G4f8AR/77e0A/Q3D/AKP/AH29oB+huH/R/wC+3tAP&#10;0Nw/6P8A329oB+huH/R/77e0A/Q3D/o/99vaAfobh/0f++3tAe8fCtFiyVyUw7WrO8Ty7dE/xATA&#10;AAARM3DNHny2y5cPKvbrnlTH5gOf6G4f9H/vt7QHvHwrRYslclMG1qzvE8u3RP8AEBMAAHLUabFq&#10;sfN5q8qu++28x6gEX9DcP+j/AN9vaAfobh/0f++3tASNNpMGki0YMfIi3X0zO/8AEB3AAAAAAHy1&#10;YvWa2jeJjaYAQf0Nw/6P/fb2gH6G4f8AR/77e0B10/DtJpsnOYcXJtttvypn8wEoBx1Olw6ukUz0&#10;5dYneI3mOn7gEb9DcP8Ao/8Afb2gH6G4f9H/AL7e0BMwYcenxVxYq8mleqN9wHsAAAAB5yY6Zcds&#10;eSsWraNpiQEL9DcP+j/329oB+huH/R/77e0B6pwjQ0vF64NrVneJi9uif4gJoCJn4Zo9Rltly4eV&#10;e3XPKmPzAc/0Nw/6P/fb2gH6G4f9H/vt7QD9DcP+j/329oB+huH/AEf++3tAP0Nw/wCj/wB9vaAf&#10;obh/0f8Avt7QD9DcP+j/AN9vaAfobh/0f++3tAesfCdDjyVyUwbWrMTE8u3RMfeAmgAAAAAAAAAA&#10;AAAAgcR4Xi1scqPIyx1Wjt9LhqNNTNG/vb94M1qtLl0mXm81dp7J7J9Cty4r4rcm8bA4vIAAAAAA&#10;AAAAAAAAAAAAAAAAAAAAAAAAAAADtpcfParFj+daIl6xV5eWte+QbSI2jZcg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OWo0+LVYpx5qRav4x6HnJjrlrybxvAM3xHhOXRzN6ROTD86OuPSrdRpb4Zm&#10;0eVTv7gVzgAAAAAAAAAAAAAAAAAAAAAAAAAAAAAAAACw4Hj5fEqTt72Jt/7/ABd9FXlamvmjcGqW&#10;gAAAAAAAAAAAAAAAAAAAAAAAAAAAAAAAAAAAAAAAAAAAAAAAAAAAAAAAAAAAAAAAAAAAAAAAAAAA&#10;AAAAAAAAAAAAAAAAAAAAAAAAAAAAAAAAAAAAAAAAAAAAAAAAAAAAAAAAAAAAAAAAAAAAAAAAAAAA&#10;AAAAAAAAAAAAAAAAAAAAAAAAAAAAAAAAAAAAAAAAAAAAAAAAAAAAAAAAAAAAAAAAAAAAAAAAAAAA&#10;AAAAAAAAAAAAAAAAAAAAAAAAAAAAAAAAAAAATG8bSAqOIcEpmm2XTbUv1zTsmfyRNRoovvbH5M93&#10;ZIM/lxZMOSceWk1tHXEoFq2paa2iYmO8Hh8AAAAAAAAAAAAAAAAAAAAAAAAAAAAAAXXg3TfPmv3V&#10;iEzh0eXee6AaBPAAAAAAAAAAAAAAAAAAAAAAAAAAAAAAAAAAAAAAAAAAAAAAAAAAAAAAAAAAAAAA&#10;AAAAAAAAAAAAAAAAAAAAAAAAAAAAAAAAAAAAAAAAAAAAAAAAAAAAAAAAAAAAAAAAAAAAAAAAAAAA&#10;AAAAAAAAAAAAAAAAAAAAAAAAAAAAAAAAAAAAAAAAAAAAAAAAAAAAAAAAAAAAAAAAAAAAAAAAAAAA&#10;AAAAAAAAAAAAAAAAAAABF13EMWgik5a3tF99uTEe0Bw03GdNqtRXDSmWLW6ptEbesBYgACNrtbi0&#10;OKuTLFpi07RFY6QEbBxzTZ81MVMeblXmIjeI9oCyAAAAAAAAAAAAAAAAAAAAAAAAR9ZosOsx8nLX&#10;p7LR1w55sNM1drR09k9sAzeu4Xn0UzaY5zF8+sevuV2fS3w9Pvq98AguIAAAAAAAAAAAAAAAAAAA&#10;AAAAAAAAAND4N1//AB81++234J/Do/V3nzguUwAAAAAAAAAAAAAAAAAAAAAAAAAAAAAAAAAAAAAA&#10;AAAAAAAAAAAAAAAAAAAAAAAAAAAAAAAAAAAAAAAAAAAAAAAAAAAAAAAAAAAAAAAAAAAAAAAAAAAA&#10;AAAAAAAAAAAAAAAAAAAAAAAAAAAAAAAAAAAAAAAAAAAAAAAAAAAAAAAAAAAAAAAAAAAAAAAAAAAA&#10;AAAAAAAAAAAAAAAAAAAAAAAAAAAAAAAAAAAAAAAAAAAFdxzTTn0E2rG9sc8r7u0BmMWS2HLXJSdr&#10;VneAGo0nGNLqKRy8lcV+2t52/EB3vxHR468qdTimP9Nt5/ABneLcQ8ezRyImMVPexPb5wHXgGmnL&#10;redmPJxRv989QDTAAAAAAAAAAAAAAAAAAAAAAAAABMRMbTG8SAqNfwPHl3vpdsd/m/Jn2ImfRVv5&#10;WLyZ7uwFBnwZdPkmmak0tHZKBelsduTesxIOb4AAAAAAAAAAAAAAAAAAAAAAAAAA0/AK7cOifnWm&#10;VloI20+/fMgs0kAAAAAAAAAAAAAAAAAAAAAAAAAAAAAAAAAAAAAAAAAAAAAAAAAAAAAAAAAAAAAA&#10;AAAAAAAAAAAAAAAAAAAAAAAAAAAAAAAAAAAAAAAAAAAAAAAAAAAAAAAAAAAAAAAAAAAAAAAAAAAA&#10;AAAAAAAAAAAAAAAAAAAAAAAAAAAAAAAAAAAAAAAAAAAAAAAAAAAAAAAAAAAAAAAAAAAAAAAAAAAA&#10;AAAAAAAAAAAAAAAAAAAABnuJ8FvS9sukryqT0zSOuPR3gKe1ZrMxaJiY64kB8AS9Fw7Uay0cik1p&#10;23tHR/kBqNHpcejwRix9UdMz2zPeA7gAAAAAAAAAAAAAAAADjGppGpnT38m8xvXf5UeZ45yOc5ue&#10;ieuPODs9gAAAAAAAA5anTYdVj5GakWjs749Dzkx0y15N67wCg13A8uDe+nmctI7PlR7UDPorU3tj&#10;8qvd2gqpjadpRQfAAAAAAAAAAAAAAAAAAAAAAAAazg1eTwzD595/FaaONtNQE53AAAAAAAAAAAAA&#10;AAAAAAAAAAAAAAAAAAAAAAAAAAAAAAAAAAAAAAAAAAAAAAAAAAAAAAAAAAAAAAAAAAAAAAAAAAAA&#10;AAAAAAAAAAAAAAAAAAAAAAAAAAAAAAAAAAAAAAAAAAAAAAAAAAAAAAAAAAAAAAAAAAAAAAAAAAAA&#10;AAAAAAAAAAAAAAAAAAAAAAAAAAAAAAAAAAAAAAAAAAAAAAAAAAAAAAAAAAAAAAAAAAAAAAAHjJix&#10;5ejJjpf61YkB4ppdNSd6afFWe+KRADsAAAAAAAAAAAAAAAAAAAAr+M6Wc+k5zHvGXDPKrMdfn/8A&#10;fMj6zFN8XKr76nTAPHCeKRq6xhzTtniPRFv8vmk1MZY5F/fx+ILNJAAAAAAAAAAQtdwzT6yJmY5G&#10;TsvWOn7+9xzabHmjpja3fAKDW8L1Gj3taOXj+fX8+5AzaXJh6ZjlV74BBcQAAAAAAAAAAAAAAAAA&#10;AAAAGv4VG3DsH1YW2l+D09AJbqAAAAAAAAAAAAAAAAAAAAAAAAAAAAAAAAAAAAAAAAAAAAAAAAAA&#10;AAAAAAAAAAAAAAAAAAAAAAAAAAAAAAAAAAAAAAAAAAAAAAAAAAAAAAAAAznEOKa3Drs2PHm5NK22&#10;iOTE/kAjfpniH0j+yvsAP0zxD6R/ZX2AH6Z4h9I/sr7AD9M8Q+kf2V9gB+meIfSP7K+wB6rxvXx1&#10;5Yn00gB1p4Qaus+VTFaPRMfmAnabwgwZJiufHbFPfE7wAtaXrkpF6Wi1Z6piQHoAAecszXFeY64r&#10;MwAyv6Z4h9I/sr7AD9M8Q+kf2V9gB+meIfSP7K+wA/TPEPpH9lfYAfpniH0j+yvsAP0zxD6R/ZX2&#10;AH6Z4h9I/sr7AD9M8Q+kf2V9gB+meIfSP7K+wBfcH1GXVaLnM1+VflTG+0R6gE4AAACZiI3nogBV&#10;azjmDBM0wRz147d9qx9/aAqc/GdbmmdsvNx3Ujb8esBEvqM1/f5slvTaZAcwHumbLT3mW9fRaYAS&#10;sPFtbh6s83juv5QC00nH8eSYrqac3M/Kr0wAuK2resWrMWrPVMdoD6AAACo45rdRpL4YwZORFonf&#10;yYn1gKr9M8Q+kf2V9gB+meIfSP7K+wBqNPab6fFe072tSJmfuAdAAAAR9XrcGjpys19pnqrHTMgK&#10;XU+EGa8zGnpXHXvt0yAr8mv1eWfL1GSfNFtoAcLWtad7TM+mQCt7U97aa+idgEjFxHWYZ8jUZPRa&#10;d4/EBZabwhvExGpxRaPnU6J/gAutPqcOqx8vDeLR298AOoAAAADMani+upqctK59q1vMRHIr1b+g&#10;By/TPEPpH9lfYAkaHjWojU1jVZOXit0T5MRt5+gBpOvqAAAAAfLTtWZjuAZT9M8Q+kf2V9gB+meI&#10;fSP7K+wBe8F1ObVaOcme/KtF5jfaI6No7gE8AAAAB8mYiJmeqAGYz8a1k57zizcnHvPJjkxPR/AB&#10;z/TPEPpH9lfYAfpniH0j+yvsAaLhmqnV6KmS0736rekBKAAAAAAFdxvVZtJpaXwX5FpvtM7RPRtP&#10;eApP0zxD6R/ZX2AH6Z4h9I/sr7AGi4Xmyajh+LLltyr233nbbtkBKAAAAAAAAAAAAAVvG9dk0eCk&#10;YbcnJeevaJ2iAFL+meIfSP7K+wA/TPEPpH9lfYAl8L4tqcmtpj1OXlUv5PvYjaezqAaEAAAAAAAA&#10;AAAAAAAAAAABk+J6a2h108jetZnl0mOz/wDiq1OKcOeeT0RPTWQW/CuLRqYjDqJ2zdk7dFv8pel1&#10;cZNqZPf9/eC1SgAAAAAAAAAABV6zgmnz72w/qb+aPJn7kbNosd+mnkW83UCi1eg1Gjn9bjnk9lo6&#10;YlBy4MmGfLr0d8dQIzmAAAAAAAAAAAAAAAAAAANjw34u0/1IW+m+D4/qwCS6AAAAAAAAAAAAAAAA&#10;AAAAAAAAAAAAAAAAAAAAAAAAAAAAAAAAAAAAAAAAAAAAAAAAAAAAAAAAAAAAAAAAAAAAAAAAAAAA&#10;AAAAAAAAAAAAAAAMhxX4yz/WARAAAAAAAAAABO4XxG+izRFpmcNp8qvd5wGrraLVi1Z3iY3iQH0B&#10;4zfsb/Vn1AMQAAAAAAAAAAADT+D/AMXf85AWYAA85clMOO2TJaK1rG8yAy/EuK5NZaaY5mmHu+d6&#10;QFeAAAAAAAAAncM4lk0WSK2mbYZnpr3eeAGqpeuSlb0mJraN4mAHoAAUHhN+00/on8gFIAANrpPg&#10;mH7OvqAdQABX8V4nXRU5FNrZrR0R3eeQGYy5cmbJOTLabWnrmQHgAAAAAAAHTT6jLpssZMNpraPx&#10;AanhvEaa7F2Vy199X848wCaAAADFaz4Zn+0t6wHIAAaXgWu5/B4vkn9Zjjo88ALUAAAHy/vLegBh&#10;gABpfB34vt9pPqgBagAAAAIPGdR4vw++07Wv5EfeAyYAAALrwc1HJy5NPM9Fo5VfTADQAAAAAACo&#10;8JPgOP7SPVIDOAADWcF+KsH3+uQE4AAAAAAAAAAAABlON6jn+IXiJ8nH5Efn+ICAAAPtbTS0WrO0&#10;xO8SA2mlzRqNNjzR8uu/3gOoAAAAAAAAAAAAAAAAAAK/jOk8a0c2rG+TH5VfP3w4azFzuGZiPKr0&#10;wDLdUqsF/wAJ4vy+Tp9Vbyuqt57fNPnT9Jq+Vtjyz09lu8F0mAAAAAAAAAAAD5MRaJi0RMT1xJMR&#10;MbT0wCr1nA8Gbe2Ceav3fJn2IubRUv008ifwBR6rQ6jST+uxzyey0dMShZcGTFPl16O+OoEZzAAA&#10;AAAAAAAAAAAAABseG/F+n+zj1LfT/B8f1YBJdAAAAAAAAAAAAAAAAAAAAAAAAAAAAAAAAAAAAAAA&#10;AAAAAAAAAAAAAAAAAAAAAAAAAAAAAAAAAAAAAAAAAAAAAAAAAAAAAAAAAAAAAAAAAAAAGQ4r8ZZ/&#10;rAIgDtosNdRq8WG8zFb22mY6wF97ntJ+8z/zR7AD3PaT95n/AJo9gB7ntJ+8z/zR7AHm3g7p5ieR&#10;myxPn2kBU6/hubQzvfa+Oeq8fmAhgADTcA1E5tFOO07zjnb7gFoA8Zv2N/qz6gGIAAE/hGhxa7Nk&#10;plteIrXeOTMALX3PaT95n/mj2AHue0n7zP8AzR7AD3PaT95n/mj2AHue0n7zP/NHsAPc9pP3mf8A&#10;mj2AHue0n7zP/NHsAT9HpMeiwc1im01338qekB3AAGa45r51GbmMc/q6T07dsgKoAAWmg4Ll1NYy&#10;Zp5rHPV86QFxh4RosUfsYvPfedwHbxHSbbeK4f6cAI+o4Lo80eTScVu+k/kAoNfw7Nob+X5WOfe3&#10;jtARAABe+Durne2lvP8Aqp+cAL0AAUHhN+00/on8gFIAANrpPgmH7OvqAdQEfW6quj01stuzqjvk&#10;BkM2W+fLbJkne1p3mQHgB7w4cmfJGPFWbWnqiAF9pOAY61i2qtN7fNrO0QAsKcO0dI2jTYvvrE+s&#10;Avw7R3jadNij6tdvUArtZwDHNZtpbzW3zLTvE/eAocuK+HJOPJWa2jriQHkB002fJps1cuOdrVn+&#10;IDY6XUU1Wnpmp1Wjq7pAdQABitZ8Mz/aW9YDkAAOumz302emak9NZ/iA2Onz01OCmXHPk2jf0AOg&#10;AA+X95b0AMMAANL4O/F9vtJ9UALUAAAABm/CHUc5qq4Ynoxx0+mQFSAAADrpM06fU48sfJtv9wDa&#10;VtFqxas7xMbxID6AAAAAqPCT4Dj+0j1SAzgAA1nBfirB9/rkBOAAAAAAAAAAABx1meNNpMuafk16&#10;PT2AMXMzMzMzvM9MgAAAAND4OajlYcmnmemk8qvon/38QFyAAAAAAAAAAAAAAAAAAAAynGNJ4rrJ&#10;5MbY8nlV/OFXrMXNZp297bpgEBwBc8L4zOLk4dVMzTqjJ2x6UzTaya7Uy9Mdlu4GgraLVi1ZiYnp&#10;iY7U+JiY3id4B9AAAAAAAAAAAB8mItExaImJ64kmN42kFZrOB6fPvbD+pv5vez9yNl0WO/TTyJ/A&#10;FJq+HanSTvkx71+fXphCy6fJi99XeO+OoERyAAAAAAAAAAAAAAbDhc78OwfUhbab4PT0AlOoAAAA&#10;AAAAAAAAAAAAAAAAAAAAAAAAAAAAAAAAAAAAAAAAAAAAAAAAAAAAAAAAAAAAAAAAAAAAAAAAAAAA&#10;AAAAAAAAAAAAAAAAAAAAAAAAAADIcV+Ms/1gEQBK4X8Zaf64DYAAAAAOGtxVz6TLS0dE1kBjAABd&#10;eDVp57NXs5MSA0ADxm/Y3+rPqAYgAAXPg18JzfU/MBoQAAAAAAAAABE4pqfFdFe8T5U9FfSAyE9M&#10;7yAALfgfDoz3nUZq746z5MT2yA0YAAAADnqMNNRhtiyRvW0bAMdqcFtNqL4bddZ29IDnFZtO1YmZ&#10;7oAT+HaTW01WLLTT5Iitt5mY26PvAaoAAUHhN+00/on8gFIAANrpPgmH7OvqAdQGb8IdTOTUxgif&#10;JxxvPpAVIBEbztHXIDWcK0FdFp4mY/W3je093mATgAAAAFfxfQV1enm9Y/XUjeJ7/MAyoAAuvBzU&#10;8nJfTWnot5VfSA0AAAxWs+GZ/tLesByAAABbcB13MZvF8k/q8k9HmkBpAAB8v7y3oAYYAAaXwd+L&#10;7faT6oAWoAAAPOS9cWO2S07VrG8gMVnyznz3y267zMgPACRp9JfPgz5a9WGu/wD7924COAANTwPU&#10;c/oK1md7Y55M+js/98wCxAAAAAVHhJ8Bx/aR6pAZwAAazgvxVg+/1yAnAAAAAAAAAAAApPCTUbY8&#10;eniem3lW9HZ/75gFAAAJGt0ltHmjHfrmkW/j1/juAjgJfCtR4tr8V5naszybeiQGvAAAAAAAAAAA&#10;AAAAAAAAAQuK6PxzSTWv7SvlV9jjqsPPYpiPfR0wDJzG07SqgfAFjwzimTR2il974Z669tfQ76bV&#10;Wwztbpp3dwNNhzY8+KMmK0WrPVMLKl65Kxas7xIPb0AAAAAAAAAAAAB1gK/VcH0uo3tFeavPbT2O&#10;GXSYsnTEcme+AU+q4LqsG9qRGWkdtev+CHl0eXHvNfLjzdYK6YmJmJjaY7JR56J2kHwAAAAAAAAA&#10;Aa3g88rhmH0bfitdJO+moCa7AAAAAAAAAAAAAAAAAAAAAAAAAAAAAAAAAAAAAAAAAAAAAAAAAAAA&#10;AAAAAAAAAAAAAAAAAAAAAAAAAAAAAAAAAAAAAAAAAAAAAAAAAAAAAAAMhxX4yz/WARAErhfxlp/r&#10;gNgAAAAAi8S1FdNosl7T0zG1Y75AY8AAXvg1j/bZNu6oC9AeM37G/wBWfUAxAAAufBr4Tm+p+YDQ&#10;gAAAAAAAAACg8JM2+TFhjqiOVICkAIjeYiOuQG00eGNPpMeKI97Xp9IDsAAAAAAOGTRabLl53Jhp&#10;e8xtvaNwHWmOmONsdK1jurGwD0AAACg8Jv2mn9E/kApAABtdJ8Ew/Z19QDpM7RM9wDF6nJz2pyZN&#10;9+VaZAcgE/guCM/EKbxvWnlSA1YAAAAAAAMjxXB4vxDLWI2raeVH3gIYCRoMvMa3Fk32iLRv6AGy&#10;AAGK1nwzP9pb1gOQDtj018mly569MY5iLR5p7QHEA6gGr4RrfHNLEWn9bTot5/OAngPl/eW9ADDA&#10;ADS+Dvxfb7SfVAC1AAABV8f1HNaLm4nyss7fd2gMyAANTwbSxj4bHLjpy+VO/cAzeqwzp9TkxT8m&#10;0x9wDkAtOAajmtbzUz5OWNvv7AGmAAAAAVHhJ8Bx/aR6pAZwAAazgvxVg+/1yAnAAAAAAAAAAAAx&#10;/E9R4zrsuSJ3rvya+iAEUBM4Tp/GeIYqz72s8q3ogBbeEen5enx54jppO0+if8+sBnQABsOG6jxr&#10;Q4skz5W21vTACUAAAAAAAAAAAAAAAAAAAAzXHdFzGp56kfq8vX5rK3XYeRk5cR5NvWCqRgAErRa7&#10;NosnKxzvWffUnql0w574bb1no7Y7wafRa7DrcfKxT5Ue+rPXCzw56Zq71npjrjuBJdAAAAAAAAAA&#10;AAAAABH1Gi0+pj9birM/O7XPJhx5Pf1iZ7wVOq8H7RvbS5ImPm36/wCKLl0E9eK2/mkFTqNLn007&#10;ZsVqeeer+KJkxXxz5dZgHF5AAAAAAAGp4DbfhtY7rTH4rPQzvpo80yCxSAAAAAAAAAAAAAAAAAAA&#10;AAAAAAAAAAAAAAAAAAAAAAAAAAAAAAAAAAAAAAAAAAAAAAAAAAAAAAAAAAAAAAAAAAAAAAAAAAAA&#10;AAAAAAAAAAAAGQ4r8ZZ/rAIgDrpc3i2px5uTyuRO+2+24C490n+0/wCz/AB7pP8Aaf8AZ/gAnwjn&#10;s0v/AGf4Ac7+EWaY8jBSvpmZAVuq1efV35Wa/K26o7IAcAH2tZtaK1jeZ6IgBr+G6XxTR0xz76em&#10;3pASgHjN+xv9WfUAxAAA94s2XDMziyXxzPXNbTADp49q/pWf+pIB49q/pWf+pIB49q/pWf8AqSAe&#10;Pav6Vn/qSAePav6Vn/qSAk8O1epvr8Fb6jLas3jeJvMxIDVAADK8ctyuJX/0xEAK8B30VIyazDSe&#10;28ANmAAAAAAAAAAAAAAKDwm/aaf0T+QCkAAG10nwTD9nX1AGqtyNLlt3VkBigABd+DVI5ea/bERA&#10;C/AAAAAAABnfCSkRqsV/nV2/gApwH2s7WifOA2+K3KxUt31iQHoBitZ8Mz/aW9YDkAvfBusXxamt&#10;o3ieTEx/EBWcS0c6LVWx/InppPmARQEnQau2j1Vcse96rR3wA1+O9clK3pO9bRvEgPt/eW9ADDAA&#10;DS+Dvxfb7SfVAC1AAABluO6jntfNYnycccmPT2gK4B10uGdRqceKvXa0QA2laxSsVrG0RG0AM94R&#10;6fkaimeI6LxtPpgBTgPWO848lb1naazEwA2uDLGfDTLXqvESA9gAAAqPCT4Dj+0j1SAzgAA1nBfi&#10;rB9/rkBOAAAAAAAAAAETimo8W0GW8TtaY5NfTIDIAADQeDen5OLJqJjptPJr6I6//fMAtdVhjUab&#10;Jhn5dZj7wGLtWa2mto2mJ2mAHwBd+Deo2yZNPM9FvLr6e3/3zAL8AAAAAAAAAAAAAAAAAAABw1mm&#10;rq9NfDbo5UdE90vGbHGXHNJ7eqQY/JjtiyWx3ja1Z2mFRas1tNZ64B4fAAHvDlvhy1yY7TW1Z3iY&#10;l9paaWi1Z2mAaLhvGKaiIxaiYpl6onst7FhptXGTauTaL+sFqlAAAAAAAAAAAAAAAAA+WiLRMWiJ&#10;ieuJJiJjaY3gFfqeC6TP00rOK3fTq/gj5NHiv0xHInzAqtRwLVYt5xTXLXzdE/wRcmhy16a7Xjzd&#10;YK7JiyYrcnJS1J7rRsj2rak7WrMT5weHwAAAaPwcvvpMle6/5LDh074rR3SC3SwAAAAAAAAAAAAA&#10;AAAAAAAAAAAAAAAAAAAAAAAAAAAAAAAAAAAAAAAAAAAAAAAAAAAAAAAAAAAAAAAAAAAAAAAAAAAA&#10;AAAAAAAAAAAAAAAAAGQ4r8ZZ/rAIgAAAAAAAADphwZdReKYcdr280ANDwvhEaWYzZ5i2XsiOqoC1&#10;AAHjN+xv9WfUAxAAAAAAAAAAAlcM+MdP9eAGwAAGR4v8Z5/rfkAhgJXDPjHT/XgBsAAAAVXhBmy4&#10;dNinFkvSZvtM1tMdgCh8e1f0rP8A1JAPHtX9Kz/1JAPHtX9Kz/1JAPHtX9Kz/wBSQDx7V/Ss/wDU&#10;kBr9NM202KZmZmaRMzPoAdAFB4TftNP6J/IBSAADa6T4Jh+zr6gHPiXxdqPs5AY4AAX/AIM/s9R6&#10;a/mAuwAAAAAAAUHhN+00/ot+QCkAAG00nwPB9nX1AOwDFaz4Zn+0t6wHIBfeDPvNR6a/mAn8V0Ua&#10;3SzWI/WV6aT+QDJTExMxMbTHXEgAC98H9d16TJPnp+cALy/vLegBhgABpfB34vt9pPqgBagADlqs&#10;0afTZMs/JrMgMXa03vNrTvNp3kB8AW/g7p+Xqb55joxxtHpkBowEHjOn8Y4fkiI3tTy4+7/ADJgA&#10;DR+Duo5zS2wTPTjnePRIC3AAABUeEnwHH9pHqkBnAABrOC/FWD7/AFyAnAAAAAAAAAADP+Eeo5WX&#10;Hp4norHKt6Z/9/EBSgERMztHTMgNnosHi2kxYe2ten09oDuAyvG9PzHEbzEeTk8uPz/EBXgO2jzz&#10;ptXizR8m3T6O0Bs4mLRExO8T0xID6AAAAAAAAAAAAAAAAAAAAo/CDQ7xGrxx0x0XiPWha/BvHO1j&#10;zWBQoIAAAALbh3Gcmn2xajfJi6ot219qVp9ZbHtXJ5Ve/tgGhxZcebHGTFeLVnqmFhW1b1i1ZiYn&#10;tgHt9AAAAAAAAAAAAAAAAAAeMuLHmryctK3r3Wjd8tWt42tWJjzgrtRwLS5enFNsU+bpj+CPk0OK&#10;3TXek+bqBW5+BarFvOPk5Y807T/BGyaHLX3u1o8wK/Lhy4bcnLjtSf8AVGyPalqTtas19MAt/Bq/&#10;l56d8RKZw63lXr6JBfpwAAAAAAAAAAAAAAAAAAAAAAAAAAAAAAAAAAAAAAAAAAAAAAAAAAAAAAAA&#10;AAAAAAAAAAAAAAAAAAAAAAAAAAAAAAAAAAAAAAAAAAAAAAAAAADIcV+Ms/1gEQB00+G2oz0w0mIt&#10;edomeoBY+57V/vMP80+wBxz8H1uGs25uLxHXyJ3/AAAQJ6J2kAATeHZtHjybavBF4mei+89HpgBq&#10;cFcUYq8xFIxz0xyI6AHQAAAHjN+xv9WfUAxAAAsuB6TBq8+SuenLitd46Zjt8wC5/Q3D/o/99vaA&#10;fobh/wBH/vt7QD9DcP8Ao/8Afb2gH6G4f9H/AL7e0A/Q3D/o/wDfb2gPeLhWiw5K5MeHa9Z3ieVb&#10;2gJgAAyvHK8niV/PESArwHbR35vV4rT2WgBtAAAAU/hL8FxfX/IBnQAAAAABtdL8Fw/Ur6gHUBQe&#10;E37TT+ifyAUgAA2uk+CYfs6+oB51teXo81e+kgMYAALzwav5WenfESAvgAAAAAAAZ3wkvE6nFT5t&#10;d/4gKcAjpmIAbfBXk4Mde6sR+AD2AxWs+GZ/tLesByAX3gz7zUemv5gLwBneP6HmsnjOOPIvO1tu&#10;yQFOA+0vbHet6Ttas7xIDXaHV11mijJHvttrR3SAyAAA0vg78X2+0n1QAtQABTeEeo5OCmniem87&#10;z6IAZ4AAaXg+XS6bQUrfUYa3tPKtE3jeAE7x7SfSsH9SAHydbo5iYnVYNp//AGQAyOpx1xajJTHa&#10;LUi3kzWd4mAHMBO4NqPF+IUmZ2rfyJ+//IDWAAAAqPCT4Dj+0j1SAzgAA1nBfirB9/rkBOAAAAAA&#10;AAAfLWitZtM7REbyAxerzzqdVkzT8u28ejsAcgEvhdcdtfinNelKVnlTNp2jo6gGo8e0n0rB/UgA&#10;8e0n0rB/UgBVcetptRp6ZMWfFe+Oeqt4mZif/YAUIAA1XBNRz/D6RM+Vj8ify/ABYAAAAAAAAAAA&#10;AAAAAAAAAPN6VyUtS8b1tG0w+WiLVmsxvE9EgyGv0ttHqrYp3266z3wqc+KcOWa9nZ6ARnMAAAAE&#10;nR67Po7xbFbye2k9UumHPfDbes9HbE9QNJoeJ4NbG1Z5GTbppb8u9Y4NTjzdETtbukE12AAAAAAA&#10;AAAAAAAAAAAAAB8tWt68m1YtHdMbvkxExtMRMecHDDotPgzTlw44pa0bTt1fweKYcdLzaldpnuBI&#10;dAAAAAAAAAAAAAAAAAAAAAAAAAAAAAAAAAAAAAAAAAAAAAAAAAAAAAAAAAAAAAAAAAAAAAAAAAAA&#10;AAAAAAAAAAAAAAAAAAAAAAAAAAAAAAAAGQ4r8ZZ/rAIgCVwv4y0/1wGwAAFPxrhkZaTqMFdskdNo&#10;j5X+QGdAAFjwniVtHlimSZnDbrj5vnAaiJi0RMTvE9MSA+gADxm/Y3+rPqAYgAAXPg18JzfU/MBo&#10;QAAAAAAAAABn/CTDtlxZojomOTIClAInaYmOuAGz0WaNRpMWSJ669PpAdwABx1OlwaukVz05cRO8&#10;RvMeoBG/Q3D/AKP/AH29oB+huH/R/wC+3tAVHHNHg0mTDGDHyItE79Mz6wFWAANrpfguH6lfUA6g&#10;KDwm/aaf0T+QCkAAG10nwTD9nX1AOlo5VZr3xsAxOanNZr45+TaYAeAFhwTPGHiFYmdovHJkBqgA&#10;AAAAAAZHi+fn+IZLRO8V8mPuAQwHbR4ue1eLH860QA2gAAxWs+GZ/tLesByAX3gz7zUemv5gLwBz&#10;z4aZ8NsWSN62jaQGP1envpdRfDfrrPRPfHeA4gJvC9bOjzzyp/VXja0fmAhAADS+Dvxfb7SfVAC1&#10;AAGR4tqPGdfktE+TWeTX0QAhgAAAAAAAAETtO8ANloM/jOjxZd+mY6fT2gJAAAqPCT4Dj+0j1SAz&#10;gAA1nBfirB9/rkBOAAAAAAAAAV/HNRzHD7VifKy+RHo7fwAZUAAAAAAAAAAWvg9qOa1k4Znycsfj&#10;H/sgNKAAAAAAAAAAAAAAAAAAAAAIHF9F45pZ5MfradNfP5nDV4eexdHvq9MAysxtO09arB8AAAAA&#10;fYmazExMxMdMTBE7TvALnh/HbU2x6uOVXbaLx1x6e9Mwa6Y2rl6Y+dHWC9xZaZqRfFeL1nqmJ3Tq&#10;2revKrMTHfAPb6AAAAAAAAAAAAAAAAAAAAAAAAAAAAAAAAAAAAAAAAAAAAAAAAAAAAAAAAAAAAAA&#10;AAAAAAAAAAAAAAAAAAAAAAAAAAAAAAAAAAAA8Zs2PBjm+W8UrHbLze9aV5V5iI84K3TcZpqddGKs&#10;cnFMbRNuuZR8esrkzxSI2r2TPbILVKAAAAAAAAAAAAAAAAAAAAAAAAAAAZDivxln+sAiAJXC/jLT&#10;/XAbAAAAGa43w/xfNz+OP1d56YjskBVAADQcA1/Lr4rlnpr00me7uAXQAA8Zv2N/qz6gGIAAFz4N&#10;fCc31PzAaEAAAAAAAAAAQ+LabxnQ3rEb2r5VQGRAAFxwHXxivOmy22rad6zPZIDRAAAAAADP+Esx&#10;zuCP9MgKUAAbXS/BcP1K+oB1AUHhN+00/on8gFIAANrpPgmH7OvqAdQGY49ppw63nIjycsb/AHgK&#10;wB9rM1tExO0x0gNbwzW11umi2/6yvRePzATAAAAAEHi2uro9NO0/rbxtWPzAZOZ3neesAAW/g7pp&#10;vqbZ5jyccbR6ZAaMAAYrWfDM/wBpb1gOQC+8Gfeaj01/MBeAACs43ofGdPzuOP1uPp9MdwDMAAAA&#10;ANL4O/F9vtJ9UALUBG4jqPFtFlyRO1ttq+mQGOAAAAAAAAAAABe+Deo6Mmnmf9dfz/IBegACo8JP&#10;gOP7SPVIDOAADWcF+KsH3+uQE4AAAAAAAABmfCDUc7rYxRPk4o2++f8A2AFWAAAAAAAAAAPWLJbF&#10;lpkr76kxMANrhyVzYaZK+9vWJgB7AAAAAAAAAAAAAAAAAAAAAGb45oOYzeMY4/V5J6Yj5Mq7XYOR&#10;fnKx5NuvzSCpRQAAAAAABI0usz6S/Kw32364nql7xZr4p3pO3m7waHQ8Ywaral5jFl7rT0T6JWGD&#10;V48vRbybd09oLFIAAAAAAAAAAAAAAAAAAAAAAAAAAAAAAAAAAAAAAAAAAAAAAAAAAAAAAAAAAAAA&#10;AAAAAAAAAAAAAAAAAAAAAAAAAAAAAAAAAAFZruNYNPvTDtlyebqj70bPrKY+inlW/CAZ7U6rNqr8&#10;vNkm09kdkfcr8mW+W297TIOUTMTvE7TDz1A0/B+Ixq8XN5J/XUjp/wBUd6z0mo52vJt7+PxBZJAA&#10;AAAAAAAAAAAAAAAAAAAAAAAAMhxX4yz/AFgEQBK4X8Zaf64DYAAAA56jDTUYb4rxvW0bAMdqtPfS&#10;6i+K/XWf4wA5APWLJbFlrkpO1qzvEgNhotVXV6auWvXPXHdICQA8Zv2N/qz6gGIAAFlwPV4NJnyW&#10;z35EWrtHRM9vmAXP6Z4f9I/st7AD9M8P+kf2W9gB+meH/SP7LewA/TPD/pH9lvYAfpnh/wBI/st7&#10;AD9M8P8ApH9lvYA76bX6bV2muDJy5rG8+TMesBIAAGX41oZ0upnJSP1WSd4809wCtAAFzw7jlsVY&#10;xaqJtWOiLx1x6e8BdYdZps8ROLNS3m32n+ADvvG2/YAj5tdpcETzmekbdkTvP8IAVOs8IN4mukpt&#10;/rt7AFLkyXy3m+S02tPXMyA8gADa6X4Lh+pX1AOoCg8Jv2mn9E/kApAABtdJ8Ew/Z19QDqAicT0c&#10;azSWpHv46az5wGRtW1LTW0TFonaYkB8AddNqculyxlw22tH4gNDo+OabPEVzTzN/P72fvAWVMlMk&#10;b0vW0d9Z3AL5ceON8l60jvtOwCt1nHNPhia4P11/N72PvAZ3UZ8mpyzly2m1p/ABzAeseO2XJXHS&#10;N7WnaIAbDQaWuj0tMUdcdNp75ASAABitZ8Mz/aW9YDkAvvBn3mo9NfzAXgAAAMtxrQ+K6nnKR+qy&#10;dMeae4BXAAAA0vg78X2+0n1QAtQFB4Saje2PTxPV5VvyAUgAA1vCMHi/D8cTHlW8qfv/AMAJoAAA&#10;ADG8QweLa3Li22iLbx6J6gEcBI4fqPFdZjy9kTtb0doDZdYAAqPCT4Dj+0j1SAzgAA0PC+J6PT8P&#10;xYsubk3rvvHJme2fMAlfpnh/0j+y3sAP0zw/6R/Zb2AH6Z4f9I/st7AD9M8P+kf2W9gB+meH/SP7&#10;LewB203ENLq8k0wZeXaI3mOTMdH3wA7ZslcOG+W3vaVmZAYrLktly3yW99aZmQHkBP4Jg5/iNJmP&#10;Jx+XP3dX4gNWAAAAAq/CDT87oYyxHlYrb/dPRP5AMyAANJ4PajnNHbDM+Vino9E/+yAtgAAAAAAA&#10;AAAAAAAAAAAAABzz4aajDbFkjeto2l5vSMlJraN4kGQ1mmvpNRbDfrjqnvjvVObHOLJNLdnb3g4P&#10;AAAAAAAAALHRcY1GlmK3nncfdaemPRKRh1eTF0W8qvdPWDQaTX6fWV/U38rtpPRMfcn4s+PNHkW6&#10;e6esEl0AAAAAAAAAAAAAAAAAAAAAAAAAAAAAAAAAAAAAAAAAAAAAAAAAAAAAAAAAAAAAAAAAAAAA&#10;AAAAAAAAAAAAAAAAAAAAARdXxDT6OP1t97dlI6ZcsufHhjyp6e6OsGe13FdRrN6783j+bXt9KBn1&#10;WTL0e9r3QCA4AAADphzXwZa5Mc7WrO8PtL2paLVnaYBrdBrKa3Txkr0W6rR3StsGaM2OLR19sdwJ&#10;LoAAAAAAAAAAAAAAAAAAAAAAAAMhxX4yz/WARAErhfxlp/rgNgAAAAAq+OaHxjBz2OP1mP8AGAGZ&#10;AAFjwbXeKankXn9Xk6J8094DUgPGb9jf6s+oBiAAAAAAAAAAAAXHg18KzfU/MBogABz1GDHqcNsW&#10;Wu9bAMrxDh2XQ5OmOVin3t4/MBDAAAAAAAAAAFnw/g2XUzF88TjxefrsA01KxSlaVjaKxtAD6AoP&#10;Cb9pp/RP5AKQAAbXSfBMP2dfUA6gACp4vwrxnfPp4jnY66/O/wAgM5as1tNbRMTHXE9gD4AAAAAA&#10;AD1Slsl4pSs2tPRER2gNLwnhcaOvO5dpzTH8oCzAAABitZ8Mz/aW9YDkAvvBn3mo9NfzAXgAAAOG&#10;t0tNXprYb9vVPdIDH5cV8OW2PJG1qztIDwAANL4O/F9vtJ9UALSZiImZ6oAY3XZ51OryZey09Ho7&#10;AHAB30ODxnWYsXZa3T6O0Bs4jaNoAAAAAAFD4SafpxaiI/0W/L8wFGAANbwjUeMcPxzM+VTyJ+7/&#10;AAAmgKjwk+A4/tI9UgM4AAAAAAAAAALbwb+HZPsp9cAJ3hDqOb0lcMT5WWen0R/7ADNgADR+Dun5&#10;GkvmmOnJbaPRH+dwFuAAAAA85cdcuK+O3vbRMSAxOXHbFlvjt76kzEgPICfwXUeL8QpEz5OTyJ+/&#10;q/EBqwAAAAAAAAAAAAAAAAAAAAAAQOL6CNZp96R+tp018/mcNXg57HvHv69XnBlZiYnaY2mFX1A+&#10;AAAAAAAAAPVbWpaLUtNbR1TE7TBEzWd4mYnvgFtouPZMe1NVHOV+dHvo9qXh11q9GWOVHfHWC90+&#10;pw6mnLw5IvHbt1wnY8lMld6WiYB1egAAAAAAAAAAAAAAAAAAAAAAAAAAAAAAAAAAAAAAAAAAAAAA&#10;AAAAAAAAAAAAAAAAAAAAAAAAAAAAAAAAAAAAAAcNTrMGkrys2SK90ds/c8Zc1MUb3tt5gUWt47mz&#10;b008c1T53yp9iDm1177xjjkx39oKqZm0zNpmZnrmUWZmZ3npkHwAAAAAASuH62+i1EXr01notXvh&#10;0wZpw5OVHV2wDW4stM2KuTHO9bRvEralovWLVneJB7fQAAAAAAAAAAAAAAAAAAAAAAGW4npNTfiG&#10;e1NPltWbdExSZiQEXxHV/Rc/9OQEnhuk1NOIYLX0+WtYt0zNJiIAaoAAAAA6+sBmOKcLy4tVM6fF&#10;e+O/THJrM7eYBD8R1f0XP/TkA8S1f0XP/TkBpOEZs99NzeoxZKXp0b3rMbwAmZYmcV4iN5msgMf4&#10;jq/ouf8ApyAeI6v6Ln/pyAeI6v6Ln/pyAeI6v6Ln/pyAeI6v6Ln/AKcgHiOr+i5/6cgHiOr+i5/6&#10;cgHiOr+i5/6cgHiOr+i5/wCnIC28H9Pmw6jLOXDkpE06JtWY7QF6AAAD5elb1mt6xas9cTACm1nA&#10;KXmbaW/In5luoBU5+G6vTz5eC0x31jePwARQAAAdcWmz5/2WG9/PFegBYafgGpybTmtXFHd1yAuN&#10;JwrS6Xa1acu8fKv0gJoAAAKTwhwZs2TBOLFkybRO/JrM7dQCn8R1f0XP/TkA8R1f0XP/AE5Aa7TR&#10;NdNiiYmJikRMT2dADqAAACHruGafWxveOTk7L16/8gKPU8E1eGZmlYzV769f8AFffHfHbk5KWpPd&#10;aNgHkAAeseLJlnbHS157qxuAsdNwPVZpicu2Gv8Aq6Z/gAvdFw/T6Kv6uu9+29uuQEoAAAABkdVo&#10;9VbVZrV02aYm9piYpPT0gOXiOr+i5/6cgLvwew5cNM/O4r495rtyqzG/WAuAAAAAFNx3h1s0RqMF&#10;JteOi1axvMwApfEdX9Fz/wBOQDxHV/Rc/wDTkBoeA4smLQ2rlx2pbnJna0bT1QA7cVtlrockYaXv&#10;e8cmIrEzPSAzHiOr+i5/6cgHiOr+i5/6cgLfgGiyY8uTNmxXpMRyaxauwC8AAAAAAEbiWn8Z0OXH&#10;Eb223r6YAZXxHV/Rc/8ATkA8R1f0XP8A05AW3AK6jBmyY8uDLSl433tSYiJgBegKvj+LJm0eOuLH&#10;e8xkidqxM9kgKDxHV/Rc/wDTkA8R1f0XP/TkA8R1f0XP/TkA8R1f0XP/AE5APEdX9Fz/ANOQDxHV&#10;/Rc/9OQDxHV/Rc/9OQDxHV/Rc/8ATkBacA0+fDrL2y4clInHMb2rMdsAOXGceq1OvtNNPmtSkcms&#10;xSdpAQPEdX9Fz/05AfY0OrmYjxXN0/6JAa7T4YwafHir1UrEAOgAAAAAAzvG9BmnXc7hw3vXJG88&#10;msztPUArvEdX9Fz/ANOQCNFrIneNNniY/wD1yA12myWy6fHe9ZpeaxyqzG0xPaA6gAAAAAAAAAAA&#10;AAAAAAAAAAAz/HuH8i06vFXybT+siOye9A12DkzztY6J98ClQwAAAAAAAAAAB7xZcmG8XxXmlo7Y&#10;l9ra1LcqszE98AudHx+Y2rq6bx8+v5wmYdfPVljfzwC5wajDqacvDkrePN2JlMlMkb0tEwDq9AAA&#10;AAAAAAAAAAAAAAAAAAAAAAAAAAAAAAAAAAAAAAAAAAAAAAAAAAAAAAAAAAAAAAAAAAAAAAAAAAAA&#10;DjqNVg01eVmyVr3R2y8ZMtMcb3tEApdZx6996aWvIj59uv8Agh5tfad4xRyY756wU972yWm17Ta0&#10;9czO6Ha02ne0zM98g8gAAAAAAAAACz4NxHxXLzWWf1V5/llJ0eo5q3ItPkT+ANPE7xvCyAAAAAAA&#10;AAAAAAAAAAAAAAAAAAAAAAAAAAAAAAAAAAAAAAAAAAAAAAAAAAAAAAB5vjx39/StvTG4Dl4lpPou&#10;H+nAD3TT4MfvMOOvorEAOgAAAAAAAAAAAAAAAAAAAPkxFo2tETHnAcraTTWne2nxT6aQAV0mmr73&#10;T4o9FIAdYiIjaIiI8wD6AAAAAAAAAAAAAAAAAAAAAAAAAAAAAAAAAAAAAAAAAAAAAAAAAAAAAAAA&#10;AAAAAAAAAAAAAAAAAAAAAAAAAAAAAAAAAAAAAAD5elclJpeImto2mJ7XyYi0TExvEgyPEtHbRama&#10;ddJ6aT5lVqMM4ckx2T0xIIjkAAAAAAAAAAAAD3jyXxXi+O80tHVMTs+1tak71mYnvgFtpOP5abV1&#10;NIyV+dXon2T+CVi19o6MscqO+OsF1ptZp9VG+HLW0/N7Y+5Nx5seWPItE+btB3ewAAAAAAAAAAAA&#10;AAAAAAAAAAAAAAAAAAAAAAAAAAAAAAAAAAAAAAAAAAAAAAAAAAAAAAAAAAAAAEfVa7TaSP1uSIn5&#10;sdM/wc8ufHijy7Rv3doKTV8ezZJmunrGOvfPTKHl117dGOOTHf2gq8mS2W83vabWnrmUW1ptO9p3&#10;mQeHwAAAAAAAAAAAAABf8D4lyojS5reVHvJnt8ydotRvEYrz09kgu00AAAAAAAAAAAAAAAAAAAAA&#10;AAAAAAAAAAAAAAAAAAAAAAAAAAAAAAAAAAAAAAAAAAAAAAAAAAAAAAAAAAAAAAAAAAAAAAAAAAAA&#10;AAAAAAAAAAAAAAAAAAAAAAAAAAAAAAAAAAAAAAAAAAAAAAAAAAAAAAAAAAAAAAAAAAAAAAAAAAAA&#10;AAAAAAAAAAAABF4ho663TTjmdrR01nuly1GGM2Pkz0T1xIMllx3xZLY8lZras7TEqq1Zpaa2jaYB&#10;4fAAAAAAAAAAAAAAH2tprMTWZiY6pgiZid4naQWWl45qsHRl2zV/1dE/xScWty06LeXHn6wXGl4v&#10;pNTtXl83efk36Px6kvFq8WTo35M90gnu4AAAAAAAAAAAAAAAAAAAAAAAAAAAAAAAAAAAAAAAAAAA&#10;AAAAAAAAAAAAAAAAAAAAAAAATMRG8ztB1ArtVxnS6fetZnLeOyvV/FHy6zFj3iJ5U90Ap9VxnVaj&#10;etbc1SeynX/FDy6zLk6Inkx3QCvmZmd5neZcOvrB8AAAAAAAAAAAAAAAAAfa2mtotWdpjpiSJmJ3&#10;jrBqeE8QjWYeTeds1PfR3+daaXURmptPv46wWDuAAAAAAAAAAAAAAAAAAAAAAAAAAAAAAAAAAAAA&#10;AAAAAAAAAAAAAAAAAAAAAAAAAAAAAAAAAAAAAAAAAAAAAAAAAAAAAAAAAAAAAAAAAAAAAAAAAAAA&#10;AAAAAAAAAAAAAAAAAAAAAAAAAAAAAAAAAAAAAAAAAAAAAAAAAAAAAAAAAAAAAAAAAAAAAAAAAq+N&#10;cO8Zx8/ij9bSOmI+VHtRdZp+cry6x5cfiDMq4AAAAAAAAAAAAAAAAABJ02v1Oln9Vlnk/Nnpj+Dp&#10;jz5MXvbTt3T1AtdN4QxO0anDMf6qexKx8QjqyU++AWun1mn1UfqctbT3dU/wSsebHl95eJ83aDu9&#10;gAAAAAAAAAAAAAAAAAAAAAAAAAAAAAAAAAAAAAAAAAAAAAAAAAAAAAAAAAAAAj6jXabS/tstaz83&#10;rn+DnkzY8Xv7xE93aCq1PhD1xpsX/K/sRcnEOzHT77AqtRrdTqZ/XZbWju6o/gi5M2TJ7+8z5gR3&#10;gAAAAAAAAAAAAAAAAAAAAAB10+e+mzVy452tWf4vWO9sd4tWemAa7Raqms09ctPvjulbYctc2OLV&#10;++O4Hd7AAAAAAAAAAAAAAAAAAAAAAAAAAAAAAAAAAAAAAAAAAAAAAAAAAAAAAAAAAAAAAAAAAAAA&#10;AAAAAAAAAAAAAAAAAAAAAAAAAAAAAAAAAAAAAAAAAAAAAAAAAAAAAAAAAAAAAAAAAAAAAAAAAAAA&#10;AAAAAAAAAAAAAAAAAAAAAAAAAAAAAAAAAAAAAAAAAZ/jnDeRadVhr5E+/rHZPega3T8medpHRPvo&#10;7gUqGAAAAAAAAAAAAAAAAAAAPsTtO8dYCbp+LazT7RGXl17r9Ltj1ebH8rlR3W6QWen8IMVtoz4r&#10;Unvr0wk49fWejJWY88dILPBrNPqI3w5q282+0/wSaZceSPIvEg7PYAAAAAAAAAAAAAAAAAAAAAAA&#10;AAAAAAAAAAAAAAAAAAAAAAAAAAAAAI+fXaXT7xlz0iY+TvvP8HO+fFj99eInu7QVufwhx13jT4rW&#10;nvt0Qj5OIVj9nSZ88grNTxXV6mJi2Wa1n5NOiEbJqsuTom20d0dAITiAAAAAAAAAAAAAAAAAAAAA&#10;AAAAAAJnDddbRaiLdM47dFquunzzhyb/ACZ64BrMeSuXHXJSd62jeJWtbRasWrO8SD0+gAAAAAAA&#10;AAAAAAAAAAAAAAAAAAAAAAAAAAAAAAAAAAAAAAAAAAAAAAAAAAAAAAAAAAAAAAAAAAAAAAAAAAAA&#10;AAAAAAAAAAAAAAAAAAAAAAAAAAAAAAAAAAAAAAAAAAAAAAAAAAAAAAAAAAAAAAAAAAAAAAAAAAAA&#10;AAAAAAAAAAAAAAAAAAAAAAAAA+WrFqzW0RMTG0xPaTETG0xvEgy3FuHzos3KpEzhv72e7zKvVafm&#10;b7x7yerzAr3AAAAAAAAAAAAAAAAAAAAAAAAS9PxLV6fopmtMd1umHXHqcuPqvMx3T0gscPhFaOjP&#10;gifPSdvwSKcQn5dInzxIJ+HjOizdeScc9142d6azDf5XJnzgm48uPLXlY71vXvrO7tW1bRvW0THm&#10;kHp9AAAAAAAAAAAAAAAAAAAAAAAAAAAAAAAAAAAAAAAAAAAAAAZbimp1ldVfDlz22ieiKztEwrNV&#10;kzRltS152ju6AV6OD4AAAAAAAAAAAAAAAAAAAAAAAAAAAAAAAC24LxHxfJGDLP6q09Ez8mUrR6jm&#10;7ci8+TPV5gaRYgAAAAAAAAAAAAAAAAAAAAAAAAAAAAAAAAAAAAAAAAAAAAAAAAAAAAAAAAAAAAAA&#10;AAAAAAAAAAAAAAAAAAAAAAAAAAAAAAAAAAAAAAAAAAAAAAAAAAAAAAAAAAAAAAAAAAAAAAAAAAAA&#10;AAAAAAAAAAAAAAAAAAAAAAAAAAAAAAAAAAAAAAAAAAAAAAAOeowY9Thtiy13rP4ed5yUrkpNbRvE&#10;gyOt0mTR55xZI89Z7JhU5sVsN5rb7p7wR3gAAAAAAAAAAAAAAAAAAAAAAAAAB6pe1J3paaz3xOxE&#10;zWd4mY9AJeLiutxbbZ7Wjut0u1NVmp1XmfT0gm4/CLLH7TBS31Z29rtXiF499SJ9E7AmYuP6S8eX&#10;XJjnzxvDrXX4p99Fq/cCVj4lo8vvdTj/AOU7et1rqMNurJX7+gEmtq2jetomO+JdImJ6p3B9fQAA&#10;AAAAAAAAAAAAAAAAAAAAAAAAAAAAAAAAAAAABTeEOl5eKuprHTTot6EPiGLekZI646JBnkAAAAAA&#10;AAAAAAAAAAAAAAAAAAAAAAAAAAAABouCcS52sabNPl1jyJntjuT9FqOVHN3npjqnvBcJgAAAAAAA&#10;AAAAAAAAAAAAAAAAAAAAAAAAAAAAAAAAAAAAAAAAAAAAAAAAAAAAAAABMxEbzO0AIeXimiwztbUV&#10;me6vleoBHtx/R16q5beise0Arx/RzPTXLX01j2gJOHimizTtXPWJ7reT6wEuJ3jeAAAAAAByyanB&#10;itycufHS3Xta8RIDz49pPpWD+pAB49pPpWD+pAB49pPpWD+pAB49pPpWD+pAB49pPpWD+pAB49pP&#10;pWD+pAB49pPpWD+pAB49pPpWD+pAD1j1Wny3imPPivaeyt4mQHUAAcJ1mlrM1tqcMTHRMTeOgA8e&#10;0n0rB/UgB6x6jBmtycWbHeevatokB1AAAAAAHDx7SfSsH9SADx7SfSsH9SAHTHlx5a8rFkreu+29&#10;Z3gB7AcPHtJ9Kwf1IAPHtJ9Kwf1IAPHtJ9Kwf1IAPHtJ9Kwf1IAPHtJ9Kwf1IAPHtJ9Kwf1IAPHt&#10;J9Kwf1IAPHtJ9Kwf1IAPHtJ9Kwf1IAPHtJ9Kwf1IAdq2i1YtWYmJjeJjtAecmXHhrFsuSlImdt7T&#10;EAOfj2k+lYP6kAHj2k+lYP6kAHj2k+lYP6kAHj2k+lYP6kAHj2k+lYP6kAEa3STO0arDv9pADpXN&#10;iv73JS3otEgPYAAAAAA5ZNTgw25OXNjpbbfa1oiQHnx7SfSsH9SADx7SfSsH9SAHcAAAAAAcPHtJ&#10;9Kwf1IAPHtJ9Kwf1IAeseowZrcnFmx3tEb7VtEyA6gAAAAAAAAAAAAAAAAAAAAAAAAAAAAAAja/R&#10;Y9bgnHfotHTW3dLnnw1zY+TPX2T3AyeowZNNmtiy12tX8VVkpbHea2jaYByeQAAAAAAAAAAAAAAA&#10;AAAAAAAAAAAAAAAB6re9Pe2mvonYi0x1TMegEjHxHWY/e6nJ987+t0rqM1erJb753BIpxzW0670v&#10;9avsdK63NHXMT6YB3p4RZo/aYMdvqzMe17rxC/yqVn0dAO9PCLHPv9PaPq23e44hX5WOY9E7g7U4&#10;/o7ddctfTWPa9xr8M9cWj7gdI41oJ680x6aT7HuNZgn5e33SDpTiuhv1aiv3xMet9jVYJ6skff0A&#10;6Rr9HP8A9rD/ADw9c/h/e0/iD747pPpWH+pD7z2L97T+aAe41GC0bxmxzHmtD7GSk9V6/wAQfeex&#10;fvKfzQ+8uvzo/iBz2L95T+aDl1+dH8QfOfwx15cf80PnOU+fX+IPM6vTV99qMUem8Pk5ccdeSsfe&#10;DzOv0cf/AGsX3Xh85/DH/wAtP4g8TxTQx16mn3by+TqsMf8AyQDnfjOhr/8ALNvRWXmdZgj5e/og&#10;HK3H9JEdFctv+Me14nX4o6otP3A428IsfydPefTaHmeIV7Mc/wAQcL+EOef2eHHX60zLnbiF/k0r&#10;Hp6QSeE8Vy6vU2xZ+T0xvXaNnTS6q+XJNb7dMdGwLhMAAAAAAAAAAAHnLjrlxWx2jeto2l8tWLVm&#10;s9UgxuqwW0+ovit11lT5aTjyTWeyQcXkAAAAAAAAAAAAAAAAAAAAAAAAAAAAAAAAHqlrUtFqzMWi&#10;d4mCJmJiYnaYBquF6+utwdPRlr76PzWulzxmp0++jrgE52AAAAAAAAAAAAAAAAAAAAAAAAAAAAAA&#10;AAAAAAAAAAAAAAAAAAAAAAAAAAAAAAFZxHjGLSTOPFEZMvd2V9IDP6nW6jV23zZJtHzeqI+4BwAA&#10;AAASdJr9RpLRzWSeT21npiQGj4dxPFrq8n3mWOusz1+gBOAAABmfCH4xj7OPzAVYAAAAAAAAAAsO&#10;BfGmP0W9QDVAADFaz4Zn+0t6wHIB10uovpdRTNTrrPV3wA2OnzU1GGmXHO9bRuA6AAAA+X95b0AM&#10;MAANL4O/F9vtJ9UALS3vZ9ADDAAAAAAAAAAAAANpovgWn+zr6gFd4SfAcf2keqQGcAAAAAAAAAdc&#10;Oq1GCYnFmvXbsiej+AC44fx2ZtGPWbdPVkiPXAC9iYmImJ3ie0AAAGa8I/h9Pso9cgKoAjrAboAA&#10;AAAAYUAAW3g38PyfZT64AaQAAAAAAAAAAAAAAAAAAAAAAAAAAAAAAABC4nw+muw7RtXLX3tvynzO&#10;Op08Z6d1o6pBlcuO+HJbHkrNbVnaYlV2rNLTW0bTAPD4AAAAAAAAAAAAAAAAAAAAAAAAAAAAAAAA&#10;AAAAAAAAAAAAAAAAAAAAAAAAAA66XNOn1OPLHybbvWK/N5K27pBtK2i9YtHVMbriJ3iJjtB9fQAA&#10;AAAAAAAABR+EWk3iuqrH+m35IXEMXVliPNIKFBAAAAAAAAAAAAAAAAAAAAAAAAAAAAAAAAAAdtLq&#10;cmlz1y456Y6474esWS2K8Wr1wDXaTU49Xgrlxz0T1x3StsWSuWkWr2g7PYAAAAAAAAAAAAAAAAAA&#10;AAAAAAAAAAAAAAAAAAAAAAAAAAAAAAAAAAAAAAAKjjXE508Tp8E/rJjyrfNj2gM5M7zvIAA+1pa9&#10;orSs2tPVERvICXThOuvG8ae0fWmI9YBk4Vrscb209pj/AEzFvUAhzE1mYtExMdkgAD7S9sd4vSZi&#10;1Z3iYAazheujXaflTtGSvRaPzATQABmfCH4xj7OPzAVYAAAAAAAAAAsOBfGmP0W9QDVAADFaz4Zn&#10;+0t6wHIAAW/AddzObxbJPkZJ8nzSA0YAAAPl/eW9ADDAADS+Dvxfb7SfVAC0t72fQAwwAAAAAAAA&#10;AAAADaaL4Fp/s6+oBXeEnwHH9pHqkBnAAAAAAAAAAAAX/g/rZvWdLktvNY3pM93cAuwABmvCP4fT&#10;7KPXICqAI6wG6AAAAAAGFAAFt4N/D8n2U+uAGkAAAAAAAAAAAAAAAAAAAAAAAAAAAAAAAAAFdxbh&#10;sazHzmOIjNWOj/VHcj6vTxmryq9F4/EGXtWa2mtomJidpiexWTExO0xtMA+AAAAAAAAAAAAAAAAA&#10;AAAAAAAAAAAAAAAAAAAAAAAAAAAAAAAAAAAAAAAAADU8D1HP6CtZnysfkys9Fk5eCI7a9ALFIAAA&#10;AAAAAAAAHPUYa58F8Vuq0bPOSkZKTWeqYBjc2K2HNfHeNprOynvWaXms9cSDm+AAAAAAAAAAAAAA&#10;AAAAAAAAAAAAAAAAAAAAJvC9fbRZ953nFbotH5u2mzzhv/pnrgGspet6RakxNZjeJhaRMWiJid4k&#10;H19AAAAAAAAAAAAAAAAAAAAAAAAAAAAAAAAAAAAAAAAAAAAAAAAAAAAAAAcNdqY0mlvlnriOiO+Q&#10;GOyXtkva953tad5kB5ATOG6C+uzbRPJx199buAajS6TBpKcnDSK989s+mQHYAARNdw/BraTF6xF+&#10;y8dcAMrqtPk0ue2LJHTHb3wA5AJvCNVOm11JmdqX8mwDWgADM+EPxjH2cfmAqwHrH+0r6YAbgAAA&#10;AAAAAAAAGK1nwzP9pb1gOQAARMxO8dcANZwnWxrNLHKn9bTot5/OAnAAD5f3lvQAwwAA0vg78X2+&#10;0n1QAtQAAAAFfxz4qy+mvrgBlQABpfB34vt9pPqgBagAAAAKjwk+A4/tI9UgM4AANZwX4qwff65A&#10;TgAAmInrjcBE1fDdNqqzF8cVt2XrG0wAyuq099LqL4b9dZ6+8ByAd9BlnBrcOSJ6rRv6O0BswABm&#10;vCP4fT7KPXICqAI6wG6AAAAAAGFAAFt4N/D8n2U+uAGkAAAAAAAAAAAAAAAAAAAAAAAAAAAAAAAA&#10;AABU8Y4X4zE58EfrYjpr87/KLq9Lzn6ynv8AtjvBnJiYnaY2mFd1A+AAAAAAAAAAAAAAAAAAAAAA&#10;AAAAAAAAAAAAAAAAAAAAAAAAAAAAAAAAAAALXgGo5rWTimejJH4pOgycnNyZ6rQDSrIAAAAAAAAA&#10;AAAFB4RaXk3rqax0W8m3pQOIYtrRkjt6JBSIYAAAAAAAAAAAAAAAAAAAAAAAAAAAAAAAAAAAuOCc&#10;S5m0abNbyLT5Mz2Sl6LUciebvPkz1T3A0SwAAAAAAAAAAAAAAAAAAAAAAAAAAAAAAAAAAAAAAAAA&#10;AAAAAAAAAAAAAAUPhJn3tjwRPV5U/kAowCImZiI65AbHh+mjSaSmOI6dt7ekBJAAAAAVXHdFbU4q&#10;ZMVJtkrO20R1wAq8XA9bk99SuOP9VvYAm4fB3aYnLqPupX8wF3WOTWI3mdo23ntAfQGZ8IfjGPs4&#10;/MBVgPWP9pX0wA3AAAAAAAAAAAAMVrPhmf7S3rAcgAAASeHay2i1VckbzWei0d8ANhS9b0i9J3ra&#10;N4kB9AfL+8t6AGGAAGl8Hfi+32k+qAFqAAAAAr+OfFWX019cAMqAANL4O/F9vtJ9UALUAAAABUeE&#10;nwHH9pHqkBnAABrOC/FWD7/XICcAAAAAzPhFt+kK7fu43/jICrAfa7zaIjr3AbkAAZrwj+H0+yj1&#10;yAqgCOsBugAAAAABhQABbeDfw/J9lPrgBpAAAAAAAAAAAAAAAAAAAAAAAAAAAAAAAAAAAAFTxfhU&#10;aiJz6eNsse+r87/KJq9Lzm98ceV2x3gzkxMTMTG0wr+rrB8AAAAAAAAAAAAAAAAAAAAAAAAAAAAA&#10;AAAAAAAAAAAAAAAAAAAAAAAAAAB7xZJxZaZK9dZ3faWmlotHXE7g2mHJGXDTJWd4tG65paL0i0dU&#10;xuD2+gAAAAAAAAAADjq8FdTpr4rfKjo9Lxlxxkx2pPaDG5KWx5LUtG01naVRaJraYnrgHl8AAAAA&#10;AAAAAAAAAAAAAAAAAAAAAAAAAAAAAfQGj4LxHn6eL5rfrKx5Mz8qFjotRzlebvPlR1ecFslAAAAA&#10;AAAAAAAAAAAAAAAAAAAAAAAAAAAAAAAAAAAAAAAAAAAAAAAAAyXGcnOcSy91fJgBCASeG44y6/DW&#10;erlbyA2IAAAAAAAAAAAADM+EPxjH2cfmAqwH2kxF6zPVEgNV+meH/SP7LewA/TPD/pH9lvYAfpnh&#10;/wBI/st7AD9M8P8ApH9lvYAfpnh/0j+y3sAP0zw/6R/Zb2AJmHNTPirlxW5VLdU7bAPYAAxWs+GZ&#10;/tLesByAWHD9F45otTFY/WUms1n+PQAr5iYnaY2mAABfeD+u3jxTJPV00mfUAvAHy/vLegBhgABp&#10;fB34vt9pPqgBagAAAAK/jnxVl9NfXADKgADS+Dvxfb7SfVAC1AAAAAVHhJ8Bx/aR6pAZwAAazgvx&#10;Vg+/1yAnAAAA46nVYdLjm+a8V7o7Z9ADI6zU21epvmtG3KnojujsAcQEnhuGc+vw0iOjlbz6I6QG&#10;xAAGa8I/h9Pso9cgKoAjrAboAAAAAAYUAAW3g38PyfZT64AaQAAAAAAAAAAAAAAAAAAAAAAAAAAA&#10;AAAAAAAAAAVHF+FeMb59PX9b8qvzv8omr0vOeXjjyu2O8GdV4PgAAAAAAAAAAAAAAAAAAAAAAAAA&#10;AAAAAAAAAAAAAAAAAAAAAAAAAAAAAANL4P6jnNHOKZ6cc/gsdBk5WHkz11BapQAAAAAAAAAAAAM7&#10;4QaXm89c9Y8nJ1+lX6/FyckZIjot1+kFOiAAAAAAAAAAAAAAAAAAAAAAAAAAAAAAAAAAAD1jvbHe&#10;t6TMWrO8TBW01tExO0wDWcN11dbp4t0Rkr0WqtdNnjNj3+VHXAJjsAAAAAAAAAAAAAAAAAAAAAAA&#10;AAAAAAAAAAAAAAAAAAAAAAAAAAAAAMXrbcrWZp/1yA4gLDgUb8Tx+ifUA1QAAAAAAAAAAAADM+EP&#10;xjH2cfmAqwAAAAAAAAABreD/ABXg9E+uQE0AAYrWfDM/2lvWA5AL7wZ95qPTX8wHDj2h5nN4zjjy&#10;Lz5XmkBUAPWO9seSt6Ttas7xIDX6DV11mlrljonqtHdICRf3lvQAwwAA0vg78X2+0n1QAtQAAAAF&#10;fxz4qy+mvrgBlQABpfB34vt9pPqgBagAAAAKjwk+A4/tI9UgM4AAOtNVqMdIpj1GWtY6oreYiAHr&#10;x7V/Ss/9SQDx7V/Ss/8AUkB5nV6m3XqMs+m8gOUzMzvMzM+cAAAGm4Jw+dLinNljbLkjoifkwAtA&#10;ABmvCP4fT7KPXICqAI6wG6AAAAAAGFAAFt4N/D8n2U+uAGkAAAAAAAAAAAAAAAAAAAAAAAAAAAAA&#10;AAAAAAAAABU8X4VGoic+nr+tjrr87/KLq9LzkTfHHl9sd4M5MTEzExtMdcK6Y2naQfAAAAAAAAAA&#10;AAAAAAAAAAAAAAAAAAAAAAAAAAAAAAAAAAAAAAAAAAAABY8E1HMa+tZnycnky76LJyM8R2W6Aala&#10;AAAAAAAAAAAAAj6/TRqtJfFPXMb19Lnnx87itXt7AY61ZraazG0xO0qiY2naeuAfAAAAAAAAAAAA&#10;AAAAAAAAAAAAAAAAAAAAAAAAd9Hqr6TUVy0nq6474e8OW2LJFq/fHeDXabUY9TgrlxzvW34LbHkr&#10;kpFqz0SDq9AAAAAAAAAAAAAAAAAAAAAAAAAAAAAAAAAAAAAAAAAAAAAAAAAAAMVq4mNXmifnz6wH&#10;IBYcCnbieP0T6gGqAAAAAAAAAAAAAZnwh+MY+zj8wFWAdfUA7+I6v6Ln/pyAeI6v6Ln/AKcgHiOr&#10;+i5/6cgHiOr+i5/6cgHiOr+i5/6cgHiOr+i5/wCnIDUcKpbHw7DS9ZraIneLRtMdMgJYAAxWs+GZ&#10;/tLesByAX3gz7zUemv5gLjUYaajDfFkjeto2AY7Vae+l1F8OTrrPX3x3gOQCfwfXeJ6ra0/qsnRb&#10;zecBqre8n0AMMAANL4O/F9vtJ9UALUAAAABX8c+Ksvpr64AZUAAaXwd+L7faT6oAWoAAAACo8JPg&#10;OP7SPVIDOAAAAAAAA+0pa9orSs2tPVERvICdg4Prc0xvi5uvffo/DrAXWg4Ph0kxkvPO5Y6pmOiP&#10;RACxAAABmvCP4fT7KPXICqAI6wG6AAAAAAGFAAFt4N/D8n2U+uAGkAAAAAAAAAAAAAAAAAAAAAAA&#10;AAAAAAAAAAAAAAAAAVvE+FU1dbZcURXN+FkbU6WMsTasbX9YMzelsd5pes1tE7TE9ittE1mYmNpg&#10;HkAAAAAAAAAAAAAAAAAAAAAAAAAAAAAAAAAAAAAAAAAAAAAAAAAAAAB6raaWi0dcTvBE7TEx1wDZ&#10;6XNGo02PLHyo3XGK8ZMdbR2wDq9gAAAAAAAAAAAAzPHtLzOr52seRl6fvVuuxcjLyojot6wVaMAA&#10;AAAAAAAAAAAAAAAAAAAAAAAAAAAAAAAAAACfwriE6LPybTvhvPlR3ed30uonDfafeT1g1VbRasWr&#10;O8T0xK0iYmN46pB9AAAAAAAAAAAAAAAAAAAAAAAAAAAAAAAAAAAAAAAAAAAAAAAAAAZDitOb4jmj&#10;b5W4CIAlcMyc3xDDaerlbSA2AAAAAAA85clMWO2TJbk1rG8yA+Ys2LNXlYslbx/pncB7AAABmfCH&#10;4xj7OPzAVYD1j/aV9MANwAAAAAAAAAAADFaz4Zn+0t6wHIBfeDPvNR6a/mAvAFXx3Q+MafnscfrM&#10;cfxgBmQABo+Ca7n9LbT5J/WY69HngBnAABpfB34vt9pPqgBagAAAAK/jnxVl9NfXADKgADS+Dvxf&#10;b7SfVAC1AAAAAVHhJ8Bx/aR6pAZwAAaHhfDNHqOH4suXDyr233nlTHbPnASb8E0No6Mdq+i8/mAq&#10;eI8FyaWk5cNpyYo69+usfmAqwCJmsxMTMTHVMAL3hfGt5jDrLeauT2+0BegAAAAM34SR/wDnY578&#10;cR+MgKkAjrAboAAAAAAYUAAW3g3H/wCbknsjHMfjADSAAAAAAAAAAAAAAAAAAAAAAAAAAAAAAAAA&#10;AAAAAAAACBxPhmPW05Vdq5ojot3+aXDU6auaN46Lx1SDMZsOTBknHlrNbR1xKsvS1LTW0bTAOb4A&#10;AAAAAAAAAAAAAAAAAAAAAAAAAAAAAAAAAAAAAAAAAAAAAAAAAAADQ+Duo5WG+CZ6aTvHolP4fk3p&#10;ak9nTALlMAAAAAAAAAAAABE4npfG9HekR5UeVX0uWpxc7hmO2OmAZGY2naeuFSD4AAAAAAAAAAAA&#10;AAAAAAAAAAAAAAAAAAAAAAAAAuuB8R5Expc1vJn3kz2eZM0Wo2nmrz0dkg0CeAAAAAAAAAAAAAAA&#10;AAAAAAAAAAAAAAAAAAAAAAAAAAAAAAAAAADO+EeDk6mmaI6LxtPpgBTgPtZmtotHXE7gNno9RGp0&#10;uPLE77x0+kB2AAAAAVHhDqYppq4Inysk7z6IAZ2t7UtFqWmto6pidpAT9PxrWYdom8Za9143/EBp&#10;tPktlwUyXrybWjfbffYB0AZnwh+MY+zj8wFWA9Y/2lfTADcAAAAAAAAAAAAxWs+GZ/tLesByAX3g&#10;z7zUemv5gLwAAZXjOh8U1PKpH6rJ01809wCvAdNPmvp81cuOdrVAcwABpfB34vt9pPqgBagAAAAK&#10;/jnxVl9NfXADKgADS+Dvxfb7SfVAC1AAAAAVHhJ8Bx/aR6pAZwAAazgvxVg+/wBcgJwB1gMxxnh3&#10;imbncUfqbz/LPcArAABoeBcRnLXxXNby6x5Ez2x3ALkAAAGf8Ja7Z8Fu+sx/7/EBSgADb4rRfFS0&#10;dU1iQHsAAAHjLbk4b2nsrMgMQAALnwar+vzW7qxH4gNCAAAAAAAAAAAAAAAAAAAAAAAAAAAAAAAA&#10;AAAAAAAAAACLr9Bi12La/k3j3t464cs+Cueu09Ex1SDLavSZdHmnHlj0T2TCsy4rYb8m0eie8HB4&#10;AAAAAAAAAAAAAAAAAAAAAAAAAAAAAAAAAAAAAAAAAAAAAAAAAAAE3hOo8X1+O0z5Np5M/e66XJze&#10;es9k9Eg1q2AAAAAAAAAAAAAAZbjel8X1k2rHkZPKhWa3FzebeOq3SCuRwAAAAAAAAAAAAAAAAAAA&#10;AAAAAAAAAAAAAAAAAfY6J3gBpeDcRjU44w5Z/W0j+aFlo9RzleRafLj8QWiSAAAAAAAAAAAAAAAA&#10;AAAAAAAAAAAAAAAAAAAAAAAAAAAAAAAAIfFNJ43o7UiPLr5VfSAyMxMTMTG0x2AACw4TxKdFkmmT&#10;ecNuuO7zgNPiy0zY4vjtFqz1TAD2AAI+s1mHR4pvlt09lY65AZPV6m+rz2zZOueqO6O4BxASeHaa&#10;dVrMePbyd97T3QA2MRERtHVAAAzPhD8Yx9nH5gKsB6x/tK+mAG4AAAAAAAAAAABitZ8Mz/aW9YDk&#10;AvvBn3mo9NfzAXgAAj67S11mmtit1z01nukBj8mO2LJbHeNrVnaYAeQAAAaXwd+L7faT6oAWoAAA&#10;ACv458VZfTX1wAyoAA0vg78X2+0n1QAtQAAAAFR4SfAcf2keqQGcAAGs4L8VYPv9cgJwAA558NNR&#10;htiyRvW0bSAx+r019JqLYcnXXqnvjvAcQHrHe2O9b0mYtWd4mAGv0GrrrdLXLHRbqtHdICSAAKbw&#10;lx76fDk297aY/j//AABngABp+B62ufSxgtP6zFG23fHZICzAAABX8a1ddNob138vLE1rHrkBlQAB&#10;oPBrHthz5PnWiv8AD/8AoC6AAAAAAAAAAAAAAAAAAAAAAAAAAAAAAAAAAAAAAAAAAAActTpsWqxT&#10;jzUi1Z/jHoecmOuWvJvG8AzHEeG5NDff32KZ8m35SrNRp7YJ366T1SCC4gAAAAAAAAAAAAAAAAAA&#10;AAAAAAAAAAAAAAAAAAAAAAAAAAAAAAAPvVO8ANhw/P4zoseTt22n0rfT5Ocw1t27dIJLoAAAAAAA&#10;AAAAACDxfS+NaK20eXTyquGrxc7hnbrr0wDKKsHwAAAAAAAAAAAAAAAAAAAAAAAAAAAAAAAAAAAA&#10;B7xZb4clcmOdrVneJfa2mlotWdpgGt4fraa3TxeOi8dFq90rXT5ozY946+2ASnUAAAAAAAAAAAAA&#10;AAAAAAAAAAAAAAAAAAAAAAAAAAAAAAAAAAAUHG+GTFp1WCu8T7+sdnnAUgAA64NVn01uVhy2p6J6&#10;J+4BPpx/WVjaYxX8819kgPOXjutvG1Zpj89a+3cBX5Ml8t5vkva9p7bTuA8gERMzERG8yA1XB9B4&#10;ng5WSP1t+vzR3ALAAAZnwh+MY+zj8wFWARO0xMdgC290Or/d4P5Z9oB7odX+7wfyz7QD3Q6v93g/&#10;ln2gHuh1f7vB/LPtAPdDq/3eD+WfaAe6HV/u8H8s+0B9r4QaubRHN4emfmz7QGjAAGK1nwzP9pb1&#10;gOQC+8Gfeaj01/MBeAAAApPCDQ8qvjeOOmOi+3d3gKAAAAGl8Hfi+32k+qAFqAAAAAr+OfFWX019&#10;cAMqAANL4O/F9vtJ9UALUAAAABUeEnwHH9pHqkBnAABrOC/FWD7/AFyAnAAAArON6HxrTc7SP1uO&#10;N427Y7YAZgAAT+D67xPVRF5/VZOi3m84DVgACPrtNGr0mTD2zHRPn7AGOvW1LzS0bWrO0x3SA+AP&#10;WPJfDkjJjtNb16pgBc6fwhvWsRqMMWn51Z2/ABJ90Ok/d5v4R7QHDP4RRttgwTv33n8oAU2o1GXU&#10;5Zy5rza0/gA5gERMzERG8z1RADY8O03imix4p99Eb29MgJIAAAAAAAAAAAAAAAAAAAAAAAAAAAAA&#10;AAAAAAAAAAAAAAAA85KVy0ml6xato2mJfLVi1Zi0bxPYDO8S4NfBvl00TfF1zHbVX6nRzj8rH017&#10;u4FSigAAAAAAAAAAAAAAAAAAAAAAAAAAAAAAAAAAAAAAAAAAAAAAAAAL3wc1HTk08z/qr+abw7J7&#10;7HPpgF6nAAAAAAAAAAAAAAMnxfS+K6y0RHkX8qqq1eLms07dU9MAguIAAAAAAAAAAAAAAAAAAAAA&#10;AAAAAAAAAAAAAAAACTodXfRaiMlOmOq0d8OmDLbDki0dXbHeDW4M1NRhrlxzvW0LWl4yUi1Z3iQd&#10;HoAAAAAAAAAAAAAAAAAAAAAAAAAAAAAAAAAAAAAAAAAAAAAAA6wFJxHgfLmcuk2iZ6Zxz1T6AFFk&#10;x3xXmmSlqWjsmNgHkAAAAB0wafLqL8jDjtefN2ANHwzhFNJMZc0xfN2d1QFmAAADM+EPxjH2cfmA&#10;qwAAAAAAAAAB9p7+vpgBuQABitZ8Mz/aW9YDkAvvBn3mo9NfzAXgAAAPlqxes1tG8TG0wAyHEtHO&#10;i1VsfTyJ6aT5gEUAAaXwd+L7faT6oAWoAAAACv458VZfTX1wAyoAA0vg78X2+0n1QAtQAAAAFR4S&#10;fAcf2keqQGcAAGs4L8VYPv8AXICcAAAAAy3GtD4rqecpH6rJ0x5p7YAVwAA0vAtdz+DmMk/rMcdH&#10;nqAtQABU8Y4V4zvn08frY99X53+QGctW1LTW1ZraOuJjaYAfAAAAAAAiJmYiI3mewBoOD8JnFaNT&#10;qa7Xj3lJ7PPIC6AAAAAAAAAAAAAAAAAAAAAAAAAAAAAAAAAAAAAAAAAAAAAAAAAFRxPg1c2+XSxF&#10;cnbTqi3+UTU6OL+Vi2i3d3gz2SlsV5pes1tWdpiUC1ZraYtG0x2A8vgAAAAAAAAAAAAAAAAAAAAA&#10;AAAAAAAAAAAAAAAAAAAAAAAAAAk8Pz+LazHk7InafQ6YL83mrbz9INjE7xvHatwAAAAAAAAAAAAA&#10;FdxvSeMaOb1jy8fTHo7UfW4ucw7x116QZZWAAAAAAAAAAAAAAAAAAAAAAAAAAAAAAAAAAAAAAACx&#10;4RxGdHm5GSf1N+vzT3pGk1HM35Np8ifwBqImJiJid4nqlZx0xvAPoAAAAAAAAAAAAAAAAAAAAAAA&#10;AAAAAAAAAAAAAAAAAAAAAAAAAOebBiz15ObHW8eeAFfl4Do7zvScmPzRO8fiAj28HK7+Tqpj003/&#10;ADAfa+DlI99qbT6KbfmAk4eB6PHO9ovkn/VPsAWGPFjxV5OOlaV7qxsA9AAAAAKziPCPHtRz3P8A&#10;I8mK7cjf8wEX3N/7v/r/AMgHub/3f/X/AJAPc3/u/wDr/wAgHub/AN3/ANf+QD3N/wC7/wCv/IB7&#10;m/8Ad/8AX/kA9zf+7/6/8gHub/3f/X/kB9r4ObWifG+qf3f+QF4AAKXN4P8AO5r5PGtuXabbc31b&#10;/eA8e5v/AHf/AF/5AT+GcO/R9ckc7znLmPk7bbfeAnAAAAAInEdBTX4Ypa3ItE71ttvsArfc3/u/&#10;+v8AyAe5v/d/9f8AkBZ8O0XiOnnFznOb2m2+2wCUAAAAAj67S+OaW+Dl8jlbdO2/VO4Cq9zf+7/6&#10;/wDIB7m/93/1/wCQFnw7ReI6ecXOc5vabb7bAJQAAAACJxLQ+P4K4uc5vk25W/J37J9oCt9zf+7/&#10;AOv/ACAe5v8A3f8A1/5AW2i0/imlpg5fL5G/lbbb9O4DuAAAAA4azS01enthv0b9U9094Cp9zf8A&#10;u/8Ar/yAe5v/AHf/AF/5AddNwO+mz0zY9X5VZ/d9fm6wFwAAACNq9BptZH67H5XZaOiQFTm8Hb7z&#10;ODPEx2ReNvxgBGtwLWx1Vpb0WAc/0NxD6P8A319oD3Xgeut14619No/IBJw+DuSZic+etY7qRuAt&#10;dJw7TaPpxU3v8+3TICWAAAAAAAAAAAAAAAAAAAAAAAAAAAAAAAAAAAAAAAAAAAAAAAAAAAAia7h+&#10;HXU/WRteI2reOuPa5Z9PTNHlRtbskGZ1uhzaLJyctfJn3to6pVubBfDba0dHZPeCM5gAAAAAAAAA&#10;AAAAAAAAAAAAAAAAAAAAAAAAAAAAAAAAAAAAADW8I1HjGgxzM72r5MrXSZOcwVntjokE12AAAAAA&#10;AAAAAAAmImJieqTrBkOJ6WdJrL0+TPTX0KnU4uazTXs64BEcgAAAAAAAAAAAAAAAAAAAAAAAAAAA&#10;AAAAAAAAAAABe8D4l1aXNb6kz6k3Raj/AOK8/VkF6nAAAAAAAAAAAAAAAAAAAAAAAAAAAAAAAAAA&#10;AAAAAAAAAAAAAAAAAAAAAAAAAAAAAAAAAAAAAAAAAAAAAAAAAAAAAAAAAAAAAAAAAAAAAAAAAAAA&#10;AAAAAAAAAAAAAAAAAAAAAAAAAAAAAAAAAAAAAAAAAAAAAAAAAAAAAAAAAAAAAAAAAAAAAAAAAAAA&#10;AAAAADzkx0y0mmSsWrPXEvlqxeu1o3iQZ7iPBL4d8ml3yU7a9se1A1GitTysW9q93bAKmYmJ2nol&#10;EB8AAAAAAAAAAAAAAAAAAAAAAAAAAAAAAAAAAAAAAAAAAAAAXPg7qORnvgmei8bx6Uvh+Ta9qT29&#10;MA0KwAAAAAAAAAAAAAAVfHtLz2ljNWPKx+pF12Ll4uXHXX1AzKuAAAAAAAAAAAAAAAAAAAAAAAAA&#10;AAAAAAAAAAAAAAH2JmJiYnaYOoGo4RxGNXi5vJP66nX/AKo71npNRztOTb38fiCxSAAAAAAAAAAA&#10;AAAAAAAAAAAAAAAAAAAAAAAAAAAAAAAAAAAAAAAAAAAAAAAAAAAAAAAAAAAAAAAAAAAAAAAAAAAA&#10;AAAAAAAAAAAAAAAAAAAAAAAAAAAAAAAAAAAAAAAAAAAAAAAAAAAAAAAAAAAAAAAAAAAAAAAAAAAA&#10;AAAAAAAAAAAAAAAAAAAAAAAAAAAAAAV3EOEYdXvfHtjzd8dVp86PqNJTLvavk37+8Gd1WkzaTJyM&#10;1OTPZPZPoV+XFfFba8bfmDg8AAAAAAAAAAAAAAAAAAAAAAAAAAAAAAAAAAAAAAAAAAADrpc04NTj&#10;yx8m271ivzeSto7JBtKWi9ItHVMbriJ3iJjtB9fQAAAAAAAAAAAAfLVi9ZraN4mNpJiJiYnqkGO1&#10;2mnS6u+KeqJ3j0KfPjnFltX+AI7wAAAAAAAAAAAAAAAAAAAAAAAAAAAAAAAAAAAAAAAOmDNfBlrl&#10;xztas7vtLzjvFqztMA1uh1lNbp4yU6J6rV7pW2DNXNj5UdfbHcCS6AAAAAAAAAAAAAAAAAAAAAAA&#10;AAAAAAAAAAAAAAAAAAAAAAAAAAAAAAAAAAAAAAAAAAAAAAAAAAAAAAAAAAAAAAAAAAAAAAAAAAAA&#10;AAAAAAAAAAAAAAAAAAAAAAAAAAAAAAAAAAAAAAAAAAAAAAAAAAAAAAAAAAAAAAAAAAAAAAAAAAAA&#10;AAAAAAAAAAAAAAAAAA8ZsOPPjnHlpF6z2S83pW9eTaImAUHEOB5MW+TS75KfN+VHtQc+itTysXlR&#10;3dsAqJiYnaY2lEB8AAAAAAAAAAAAAAAAAAAAAAAAAAAAAAAAAAAAAAAAAAGp4HqOf0NazPlY/JlZ&#10;6LJy8ER216AWKQAAAAAAAAAAAAAAp/CDS85grqKx006LehE1+LlUjJHXXrBnVeAAAAAAAAAAAAAA&#10;AAAAAAAAAAAAAAAAAAAAAAAAAACVw/W30Woi9ems9Fq98OmDNOHJyo6u2Aa3FlpmxVyY53raN4lb&#10;UtF6xas7xIPb6AAAAAAAAAAAAAAAAAAAAAAAAAAAAAAAAAAAAAAAAAAAAAAAAAAAAAAAAAAAAAAA&#10;AAAAAAAAAAAAAAAAAAAAAAAAAAAAAAAAAAAAAAAAAAAAAAAAAAAAAAAAAAAAAAAAAAAAAAAAAAAA&#10;AAAAAAAAAAAAAAAAAAAAAAAAAAAAAAAAAAAAAAAAAAAAAAAAAAAAAAAg67hWDWb225GX59e30w4Z&#10;9LjzdPvbd8Azus0Go0dtstPJ7L16YlX5sGTDPlR0d8dQIrmAAAAAAAAAAAAAAAAAAAAAAAAAAAAA&#10;AAAAAAAAAAAC14BqOa1k4pnoyRt96ToMnJzcmeqwNKsgAAAAAAAAAAAAAHnJSuTHalo3raNpfLVi&#10;1ZrPVIMbq8FtNqb4rfJno9Cny0nHktSewHF5AAAAAAAAAAAAAAAAAAAAAAAAAAAAAAAAAAAAAAAA&#10;BacG4jOly8zln9Vef5ZSdHqOatyLT5E/gDTRO8bwsgAAAAAAAAAAAAAAAAAAAAAAAAAAAAAAAAAA&#10;AAAAAAAAAAAAAAAAAAAAAAAAAAAAAAAAAAAAAAAAAAAAAAAAAAAAAAAAAAAAAAAAAAAAAAAAAAAA&#10;AAAAAAAAAAAAAAAAAAAAAAAAAAAAAAAAAAAAAAAAAAAAAAAAAAAAAAAAAAAAAAAAAAAAAAAAAAAA&#10;AAAAAAAAB8vWt6zW9YtWeuJjrfJiLRtMbxPYCm13Aa33vpJis/MtPR9yJn0MT04p2nukFHmw5MF+&#10;RlpNLd0wg3paluTeJifODm+AAAAAAAAAAAAAAAAAAAAAAAAAAAAAAAAAAAAAAPeLJOLLXJXrrO77&#10;W01tFo64ncG0w5IzYaZK9MWjdc0tF6RaOqYB7fQAAAAAAAAAAAAAFJ4RaXelNTWOmPJshcQxbxGS&#10;I6uiQUCCAAAAAAAAAAAAAAAAAAAAAAAAAAAAAAAAAAAAAAAAAAv+B8S5URpc1vKj3kz2+ZO0Wo3i&#10;MV56fkyC7TQAAAAAAAAAAAAAAAAAAAAAAAAAAAAAAAAAAAAAAAAAAAAAAAAAAAAAAAAAAAAAAAAA&#10;AAAAAAAAAAAAAAAAAAAAAAAAAAAAAAAAAAAAAAAAAAAAAAAAAAAAAAAAAAAAAAAAAAAAAAAAAAAA&#10;AAAAAAAAAAAAAAAAAAAAAAAAAAAAAAAAAAAAAAAAAAAAAAAAAAAAAAActRpsOpx8jNSLR+Meh5yY&#10;6ZK7XrEwCi1vAsmKJvprTlrHyflf5Qc2htXecc8qO7tBUWiazMWiYmOuJRJiYnaY2kHwAAAAAAAA&#10;AAAAAAAAAAAAAAAAAAAAAAAAAAAABpfB/Uc5pJxTPTjn8FjoMnKxTWeuoLVKAAAAAAAAAAAAAAeM&#10;+KufDfFfqtGzzesXpNZ6pgGMz4rYM18V46azsp70ml5rPXEg5vgAAAAAAAAAAAAAAAAAAAAAAAAA&#10;AAAAAAAAAAAAAAAPtbTW0WrO0x0xJEzE7x1g1XCeIRrMPJvP66keVHf51ppdRGam0+/jrBPdwAAA&#10;AAAAAAAAAAAAAAAAAAAAAAAAAAAAAAAAAAAAAAAAAAAAAAAAAAAAAAAAAAAAAAAAAAAAAAAAAAAA&#10;AAAAAAAAAAAAAAAAAAAAAAAAAAAAAAAAAAAAAAAAAAAAAAAAAAAAAAAAAAAAAAAAAAAAAAAAAAAA&#10;AAAAAAAAAAAAAAAAAAAAAAAAAAAAAAAAAAAAAAAAAAEbV6HT6uv63HHK26LR0TDnlwY8seXXp746&#10;wUes4Jnwb2w/raR3e+/gg5tFem808qv4gq5iYnaY2lG6gfAAAAAAAAAAAAAAAAAAAAAAAAAAAAAA&#10;AAAABYcE1HMa+sTPk5PJl30WTkZ4jst0A1S0AAAAAAAAAAAAAAAFD4RaXaa6msdfk2QeIYumMkei&#10;QUaEAAAAAAAAAAAAAAAAAAAAAAAAAAAAAAAAAAAAAAAAAA66bPfTZq5cc7Wr+L1jvbHeLV64BrtH&#10;qqazT1y07euO6Vthy1zY4tX747gd3sAAAAAAAAAAAAAAAAAAAAAAAAAAAAAAAAAAAAAAAAAAAAAA&#10;AAAAAAAAAAAAAAAAAAAAAAAAAAAAAAAAAAAAAAAAAAAAAAAAAAAAAAAAAAAAAAAAAAAAAAAAAAAA&#10;AAAAAAAAAAAAAAAAAAAAAAAAAAAAAAAAAAAAAAAAAAAAAAAAAAAAAAAAAAAAAAAAAAAAAAAAAAAA&#10;ARtVw/Tavpy445Xzo6Jc8uDHl99Xp74BSazgWfFvbBPO17uqYQs2hvTpx+VH4gqrVmszFomJjslF&#10;mJidpjaQfAAAAAAAAAAAAAAAAAAAAAAAAAAAAAAAAfa2mtotHXE7wRO0xMdcA2ekzRqNNjyx8qFx&#10;ivzmOto7YB2ewAAAAAAAAAAAAAHLVYK6nT3xW6rR+LzlpGTHak9sAxuXHbFktjtG1qztKntWa2ms&#10;9cA8PgAAAAAAAAAAAAAAAAAAAAAAAAAAAAAAAAAAAAAAAAACZw3XW0Woi3TOO3Rarrps84cm/wAm&#10;euAazHkrlx1yUmLVtG8TC1raLVi1Z3iQen0AAAAAAAAAAAAAAAAAAAAAAAAAAAAAAAAAAAAAAAAA&#10;AAAAAAAAAAAAAAAAAAAAAAAAAAAAAAAAAAAAAAAAAAAAAAAAAAAAAAAAAAAAAAAAAAAAAAAAAAAA&#10;AAAAAAAAAAAAAAAAAAAAAAAAAAAAAAAAAAAAAAAAAAAAAAAAAAAAAAAAAAAAAAAAAAAAAAAAAAAA&#10;AAAAAAAEfVaLT6uNs2OJn50dE/xc8uHHljy67+ftBTazgGSnlaW3OR823RKHm0Fo6cU8qO6esFTl&#10;xZMN5plpalo7JjZFtW1J2tExPnB4fAAAAAAAAAAAAAAAAAAAAAAAAAAAAAAGh8HNRysN8Ez01neP&#10;RKfw/JvS1J7OmAXKYAAAAAAAAAAAAAAAM94Q6XkZq6isdF+i3pV/EMXJvGSOqesFMiAAAAAAAAAA&#10;AAAAAAAAAAAAAAAAAAAAAAAAAAAAAAAAAC64Bqs1bzhml74p6piPeymaDLeJ5HJmad/cDQJ4AAAA&#10;AAAAAAAAAAAAAAAAAAAAAAAAAAAAAAAAAAAAAAAAAAAAAAAAAAAAAAAAAAAAAAAAAAAAAAAAAAAA&#10;AAAAAAAAAAAAAAAAAAAAAAAAAAAAAAAAAAAAAAAAAAAAAAAAAAAAAAAAAAAAAAAAAAAAAAAAAAAA&#10;AAAAAAAAAAAAAAAAAAAAAAAAAAAAAAAAAAAAAAAAAAAAAAA55sGLPTk5cdbx54eb0reNr1iY84Kr&#10;VcAx2jfTXmk/Nt0wi5dBWenHbae6QU+q0Op0k/rscxHzo6Y/iiZcGTF7+vR39gIzmAAAAAAAAAAA&#10;AAAAAAAAAAAAAAAAJnCtR4vrsdpnybTyZ+910uTm89Z7J6JBrlsAAAAAAAAAAAAAAAI+u00arS3x&#10;T1zG8eaXPPjjLitX+AMfas0tNbRtMTtKomJiZieuAeQAAAAAAAAAAAAAAAAAAAAAAAAAAAAAAAAA&#10;AAAAB9rW1pitYmZnsiCImZ2iN5BYabgurz7TasYq99+v+CRj0eW/TMcmPOC203A9Lh2nLvmt/q6I&#10;/glY9Fip028ufP1Asq1rSsVpWKxHVERskRERG0RER5gfX0AAAAAAAAAAAAAAAAAAAAAAAAAAAAAA&#10;AAAAAAAAAAAAAAAAAAAAAAAAAAAAAAAAAAAAAAAAAAAAAAAAAAAAAAAAAAAAAAAAAAAAAAAAAAAA&#10;AAAAAAAAAAAAAAAAAAAAAAAAAAAAAAAAAAAAAAAAAAAAAAAAAAAAAAAAAAAAAAAAAAAAAAAAAAAA&#10;AAAAAAAAAAAAAAAAAAAAAAAAmImNpjeAEDU8I0mo3nkc3ae2nR+HU4ZNJiydPJ5M98AqdTwLU4pm&#10;cPJy17Np2n+CJk0OSvTTa8fiCtyY8mK3JyUtS3daNke1bVna0TE+eAeHwAAAAAAAAAAAAAAAAAAA&#10;AAAAferqAbDh2fxnRY8nbttPpW+nyc5hrbt26QSXQAAAAAAAAAAAAAAAZvj+k5nUxmrHk5Ov0q7X&#10;4uRk5cdVvWCpRQAAAAAAAAAAAAAAAAAAAAAAAAAAAAAAAAAH2ImZ2iN5OsEzT8L1eo2muKa1n5Vu&#10;iHbHpcuTqrtHfILTT+D+Ou06jLN5+bXohJx6CsdOS0z5oBaYNNg09dsOKtPRHSlUx0xxtSsQDq9A&#10;AAAAAAAAAAAAAAAAAAAAAAAAAAAAAAAAAAAAAAAAAAAAAAAAAAAAAAAAAAAAAAAAAAAAAAAAAAAA&#10;AAAAAAAAAAAAAAAAAAAAAAAAAAAAAAAAAAAAAAAAAAAAAAAAAAAAAAAAAAAAAAAAAAAAAAAAAAAA&#10;AAAAAAAAAAAAAAAAAAAAAAAAAAAAAAAAAAAAAAAAAAAAAAAAAAAAAAAAAAAAAPGXFjzV5OWlb17r&#10;Ru+WrW8bWrEx5wVuo4DpsnTitbFP8YRsmhx26aTNZ/iCs1HBdXh6aVjLXvp1/wAEbJostOqOVHmB&#10;X2ralpres1mOyY2R5iYnaYmJ84PIAAAAAAAAAAAAAAAAAAAAC98HNR05NPM/6q/mm8OydNsc+mAX&#10;qcAAAAAAAAAAAAAAAIvEtLGr0d8fyo6a+ly1GLncM17euAZCYmJmJ64VPVIPgAAAAAAAAAAAAAAA&#10;AAAAAAAAAAAAAD7ETM7RG8nX1AmYOFazPtycM1ie2/Q600ua/VSYjvnoBZYPB6sdOozTPmpG34yk&#10;4+Hx/wDJffzQCz0+h02m/ZYaxPzp6Z/ik48GPH72kRPeCQ6AAAAAAAAAAAAAAAAAAAAAAAAAAAAA&#10;AAAAAAAAAAAAAAAAAAAAAAAAAAAAAAAAAAAAAAAAAAAAAAAAAAAAAAAAAAAAAAAAAAAAAAAAAAAA&#10;AAAAAAAAAAAAAAAAAAAAAAAAAAAAAAAAAAAAAAAAAAAAAAAAAAAAAAAAAAAAAAAAAAAAAAAAAAAA&#10;AAAAAAAAAAAAAAAAAAAAAAAAAAAAAAAAAAAAAAAAAPGXDizV5OXHW8f6o3ebUreNrVifTAK7PwLS&#10;5N5x8rFPmneHC+hxW97vWQV2fgOqxzM45pljzTtKNfQ5a+9mLQCvy6fNgnbLivT60bOF8d6e/rMe&#10;mAcnkAAAAAAAAAAAAAAAAEnQZ50+sx5OyJ2n0PeC/N5q28/SDYxO8RMdq4AAAAAAAAAAAAAAAABl&#10;+OaXxfWTeseRk6Y9Ks1uLm83Kjqt0grUcAAAAAAAAAAAAAAAAAAAAAAAAHXFp82edsWK9/qxu9Ux&#10;3v72sz6IBOw8C1mTab8jFH+qd5/B3poctvfbV9MgscHANPSYnLe+Se7qhIpoMdem1pt+ALHDpsGC&#10;NsWKlPRHSkUx0p72sR9wOr0AAAAAAAAAAAAAAAAAAAAAAAAAAAAAAAAAAAAAAAAAAAAAAAAAAAAA&#10;AAAAAAAAAAAAAAAAAAAAAAAAAAAAAAAAAAAAAAAAAAAAAAAAAAAAAAAAAAAAAAAAAAAAAAAAAAAA&#10;AAAAAAAAAAAAAAAAAAAAAAAAAAAAAAAAAAAAAAAAAAAAAAAAAAAAAAAAAAAAAAAAAAAAAAAAAAAA&#10;AAAAAAAAAAAAAAAAAAAAAAAAA+TETG0xEx3ST09YImfhejz78rDWsz206HG+lw366RE98dAIGbwe&#10;pO84M818143/ABcL8Pj5F5jzTAIGbgutxTO2OMkd9J/Jwvo81eqvKjzSCHkw5cM7ZcdqT/qjZxtS&#10;1J2tWY9MA5vgAAAAAAAAAAAANbwjUeMaDHMzvavkytdJk5zBWe2OiQTXYAAAAAAAAAAAAAAAQuLa&#10;XxrRWiI8unlVcdXi53DMR1x0wDJqoHwAAAAAAAAAAAAAAAAAAdcOmz5/2WK9/PEdD1THe/vKTPog&#10;E7DwLWZPfxTHH+qfY7U0Oa3XtX0yCdh8HsVdpzZrW81Y2d6cPrHv7zPoBOw8M0eHbk4KzMdtul3p&#10;psNOqkT6ekEqIisbRERHdDrEbdQPoAAAAAAAAAAAAAAAAAAAAAAAAAAAAAAAAAAAAAAAAAAAAAAA&#10;AAAAAAAAAAAAAAAAAAAAAAAAAAAAAAAAAAAAAAAAAAAAAAAAAAAAAAAAAAAAAAAAAAAAAAAAAAAA&#10;AAAAAAAAAAAAAAAAAAAAAAAAAAAAAAAAAAAAAAAAAAAAAAAAAAAAAAAAAAAAAAAAAAAAAAAAAAAA&#10;AAAAAAAAAAAAAAAAAAAAAAAAAAAAAAAAAAAAAAAAPkxFo2mImO6SY36wRsvDdHl6baem/fWNvU5W&#10;0+G3Xjr93QCHl8H9Nbpx5MlPN1w420GOfe2tX8QQ8vg9nrvzeWl/TvDlbh9497es+noBEycJ12Pr&#10;wTMd9ZiXK2kz1/8AjmfR0gi5MWTFO2SlqT542crUtSdrVmPSDw+AAAAAALjwd1HIz3wTPReN49KX&#10;w/JteaT29MA0SwAAAAAAAAAAAAAAAABlOMaXxXW25MbUv5VVXq8XNZp26rdMAgOAAAAAAAAAAD7E&#10;TM7R0gO2PR6nL7zBkt5+TOz3XDkt72lp+4ErFwTW5J8qkY477Wh1pos1uusVjzyCXj8Hb/8Ay6iI&#10;81a7uteHz8rJH3QCXi4Fo6e/5eSfPbb1OtdDhjr5VvTIJmLRaXD049PjiY7eT0/xdq4cVPe46x9w&#10;O72AAAAAAAAAAAAAAAAAAAAAAAAAAAAAAAAAAAAAAAAAAAAAAAAAAAAAAAAAAAAAAAAAAAAAAAAA&#10;AAAAAAAAAAAAAAAAAAAAAAAAAAAAAAAAAAAAAAAAAAAAAAAAAAAAAAAAAAAAAAAAAAAAAAAAAAAA&#10;AAAAAAAAAAAAAAAAAAAAAAAAAAAAAAAAAAAAAAAAAAAAAAAAAAAAAAAAAAAAAAAAAAAAAAAAAAAA&#10;AAAAAAAAAAAAAAAAAAAAAAAAAAABMb9YDhk0emy+/wBPjme/kxu8Ww47e+x1n7gR78G0N/8A4ZrP&#10;+m0udtHgn5G3okEe/g9p595lyV9O0uduH456rWgHC/g7b/49RE/Wrs8W4fPyckffAOF+AauvvbY7&#10;ffMPFtBljqms/eDzg4bxDTaimWMG/Itv0WifzfKabPjyVtyOqeyYBp46YidtlkAAAAAAAAAAAAAA&#10;AACv41pfGNFNqxvfH5Ufmj6zFzmGZiOmvTAMxTHe/vKWt6I3VsVtbqiZ9EA6RotVbq02af8AhL1G&#10;HLPVjv8AyyDtXhWut1ae33zEPUaXPP8A8cg6U4Hrre+pWn1rR+T3XRZ566xHpkHevg9nn3+bHHo3&#10;l7jh9+29YB3p4O0+XqLT6K7PccPr25J+6ASKcB0dffc5f029jpXQ4Y6+VPpkHfHwvRYp3rp6z9be&#10;fW6V0uGvVjj7+kEmmLHj95jpX0Rs6RWteqsR6IB7fQAAAAAAAAAAAAAAAAAAAAAAAAAAAAAAAAAA&#10;AAAAAAAAAAAAAAAAAAAAAAAAAAAAAAAAAAAAAAAAAAAAAAAAAAAAAAAAAAAAAAAAAAAAAAAAAAAA&#10;AAAAAAAAAAAAAAAAAAAAAAAAAAAAAAAAAAAAAAAAAAAAAAAAAAf/2VBLAQItABQABgAIAAAAIQCK&#10;FT+YDAEAABUCAAATAAAAAAAAAAAAAAAAAAAAAABbQ29udGVudF9UeXBlc10ueG1sUEsBAi0AFAAG&#10;AAgAAAAhADj9If/WAAAAlAEAAAsAAAAAAAAAAAAAAAAAPQEAAF9yZWxzLy5yZWxzUEsBAi0AFAAG&#10;AAgAAAAhALwIJut0BAAAhwwAAA4AAAAAAAAAAAAAAAAAPAIAAGRycy9lMm9Eb2MueG1sUEsBAi0A&#10;FAAGAAgAAAAhAFhgsxu6AAAAIgEAABkAAAAAAAAAAAAAAAAA3AYAAGRycy9fcmVscy9lMm9Eb2Mu&#10;eG1sLnJlbHNQSwECLQAUAAYACAAAACEAGsyzi+EAAAALAQAADwAAAAAAAAAAAAAAAADNBwAAZHJz&#10;L2Rvd25yZXYueG1sUEsBAi0ACgAAAAAAAAAhAK29qqXihwEA4ocBABUAAAAAAAAAAAAAAAAA2wgA&#10;AGRycy9tZWRpYS9pbWFnZTEuanBlZ1BLBQYAAAAABgAGAH0BAADwkAE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1" o:spid="_x0000_s1031" type="#_x0000_t75" alt="LOGO_romana_bun" style="position:absolute;left:406;top:15495;width:1335;height:1087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yDGIvQAAANoAAAAPAAAAZHJzL2Rvd25yZXYueG1sRE/LisIw&#10;FN0P+A/hCu7G1CJSqlFEEJzl+ECX1+baFpubmkRb/94sBmZ5OO/FqjeNeJHztWUFk3ECgriwuuZS&#10;wfGw/c5A+ICssbFMCt7kYbUcfC0w17bjX3rtQyliCPscFVQhtLmUvqjIoB/bljhyN+sMhghdKbXD&#10;LoabRqZJMpMGa44NFba0qai4759GwZ1O3eWRZufsud1cpy74nyT1So2G/XoOIlAf/sV/7p1WELfG&#10;K/EGyOUHAAD//wMAUEsBAi0AFAAGAAgAAAAhANvh9svuAAAAhQEAABMAAAAAAAAAAAAAAAAAAAAA&#10;AFtDb250ZW50X1R5cGVzXS54bWxQSwECLQAUAAYACAAAACEAWvQsW78AAAAVAQAACwAAAAAAAAAA&#10;AAAAAAAfAQAAX3JlbHMvLnJlbHNQSwECLQAUAAYACAAAACEAhMgxiL0AAADaAAAADwAAAAAAAAAA&#10;AAAAAAAHAgAAZHJzL2Rvd25yZXYueG1sUEsFBgAAAAADAAMAtwAAAPECAAAAAA==&#10;">
                <v:imagedata r:id="rId3" o:title="LOGO_romana_bun"/>
                <o:lock v:ext="edit" aspectratio="f"/>
              </v:shape>
              <v:shape id="Text Box 32" o:spid="_x0000_s1032" type="#_x0000_t202" style="position:absolute;left:1741;top:16024;width:3509;height:6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z9ZwwAAANoAAAAPAAAAZHJzL2Rvd25yZXYueG1sRI9Ba8JA&#10;FITvQv/D8grezG7FShPdhFIRPLVoq+DtkX0modm3Ibua+O+7hUKPw8x8w6yL0bbiRr1vHGt4ShQI&#10;4tKZhisNX5/b2QsIH5ANto5Jw508FPnDZI2ZcQPv6XYIlYgQ9hlqqEPoMil9WZNFn7iOOHoX11sM&#10;UfaVND0OEW5bOVdqKS02HBdq7OitpvL7cLUaju+X82mhPqqNfe4GNyrJNpVaTx/H1xWIQGP4D/+1&#10;d0ZDCr9X4g2Q+Q8AAAD//wMAUEsBAi0AFAAGAAgAAAAhANvh9svuAAAAhQEAABMAAAAAAAAAAAAA&#10;AAAAAAAAAFtDb250ZW50X1R5cGVzXS54bWxQSwECLQAUAAYACAAAACEAWvQsW78AAAAVAQAACwAA&#10;AAAAAAAAAAAAAAAfAQAAX3JlbHMvLnJlbHNQSwECLQAUAAYACAAAACEANDc/WcMAAADaAAAADwAA&#10;AAAAAAAAAAAAAAAHAgAAZHJzL2Rvd25yZXYueG1sUEsFBgAAAAADAAMAtwAAAPcCAAAAAA==&#10;" filled="f" stroked="f">
                <v:textbox>
                  <w:txbxContent>
                    <w:p w:rsidR="00F12E7F" w:rsidRPr="00F914B7" w:rsidRDefault="00F12E7F" w:rsidP="00F12E7F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F914B7"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  <w:t>Programul Regiunea Centru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lang w:val="en-US" w:eastAsia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3950970</wp:posOffset>
              </wp:positionH>
              <wp:positionV relativeFrom="paragraph">
                <wp:posOffset>-27305</wp:posOffset>
              </wp:positionV>
              <wp:extent cx="2744470" cy="645160"/>
              <wp:effectExtent l="0" t="1270" r="635" b="1270"/>
              <wp:wrapNone/>
              <wp:docPr id="6" name="Text Box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4470" cy="645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12E7F" w:rsidRDefault="00F12E7F" w:rsidP="00F12E7F">
                          <w:pPr>
                            <w:spacing w:line="240" w:lineRule="exact"/>
                            <w:jc w:val="right"/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</w:pPr>
                          <w:r w:rsidRPr="002E0B54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www.adrcentru.ro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 I   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Facebook.com/ADRCentru.ro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</w:t>
                          </w:r>
                        </w:p>
                        <w:p w:rsidR="00F12E7F" w:rsidRDefault="00F12E7F" w:rsidP="00F12E7F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</w:pPr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>E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-mail: </w:t>
                          </w:r>
                          <w:hyperlink r:id="rId4" w:history="1">
                            <w:r w:rsidRPr="008E1CDF">
                              <w:rPr>
                                <w:rStyle w:val="Hyperlink"/>
                                <w:rFonts w:ascii="Trebuchet MS" w:hAnsi="Trebuchet MS"/>
                                <w:b/>
                                <w:sz w:val="16"/>
                                <w:szCs w:val="16"/>
                              </w:rPr>
                              <w:t>office@adrcentru.ro</w:t>
                            </w:r>
                          </w:hyperlink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I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 xml:space="preserve">Tel.: 0258-818616 </w:t>
                          </w:r>
                        </w:p>
                        <w:p w:rsidR="00F12E7F" w:rsidRPr="00FA2B09" w:rsidRDefault="00F12E7F" w:rsidP="00F12E7F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</w:pP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Str. Decebal, 1</w:t>
                          </w:r>
                          <w:r w:rsidR="00E31672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1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 xml:space="preserve">, 510093, Alba Iulia,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Romania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 id="Text Box 28" o:spid="_x0000_s1033" type="#_x0000_t202" style="position:absolute;margin-left:311.1pt;margin-top:-2.15pt;width:216.1pt;height:50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2lRDmgIAADsFAAAOAAAAZHJzL2Uyb0RvYy54bWysVNuO0zAQfUfiHyy/d3PBvSRqutrdUoS0&#10;XKRdPmAaO41FYgfbbVoQ/87YabtlAQkh8uDYnvHxzJwznl/v24bshLFSq4ImVzElQpWaS7Up6KfH&#10;1WhGiXWgODRaiYIehKXXi5cv5n2Xi1TXuuHCEARRNu+7gtbOdXkU2bIWLdgr3QmFxkqbFhwuzSbi&#10;BnpEb5sojeNJ1GvDO6NLYS3uLgcjXQT8qhKl+1BVVjjSFBRjc2E0YVz7MVrMId8Y6GpZHsOAf4ii&#10;Banw0jPUEhyQrZG/QLWyNNrqyl2Vuo10VclShBwwmyR+ls1DDZ0IuWBxbHcuk/1/sOX73UdDJC/o&#10;hBIFLVL0KPaO3Oo9SWe+PH1nc/R66NDP7XEfaQ6p2u5el58tUfquBrURN8bovhbAMbzEn4wujg44&#10;1oOs+3ea4z2wdToA7SvT+tphNQiiI02HMzU+lhI30yljbIqmEm0TNk4mgbsI8tPpzlj3RuiW+ElB&#10;DVIf0GF3b52PBvKTi7/M6kbylWyasDCb9V1jyA5QJqvwhQSeuTXKOyvtjw2Iww4GiXd4mw830P4t&#10;S1IW36bZaDWZTUdsxcajbBrPRnGS3WaTmGVsufruA0xYXkvOhbqXSpwkmLC/o/jYDIN4gghJX9Bs&#10;nI6xUoD9ZBQfyPpjunH4fpeuL9cSbD2UxR7sUjvvB3krHXZtI9uCzs7HIffkv1Y8uDiQzTCPfk4x&#10;MIF1Ov1D5YJUvDoGnbj9eh9E+crf52W01vyA2jEaqUUV4IuDk1qbr5T02L0FtV+2YAQlzVuF+ssS&#10;xny7hwUbT1NcmEvL+tICqkSogjpKhumdG56IbWfkpsabBsUrfYOarWSQ01NUR6Vjh4acjq+JfwIu&#10;18Hr6c1b/AAAAP//AwBQSwMEFAAGAAgAAAAhAAiEVqrhAAAACgEAAA8AAABkcnMvZG93bnJldi54&#10;bWxMj0FPwkAQhe8m/ofNmHiDLaWA1k6JIZIoJy1oPC7dsW3szjbdhdZ/73LS4+R9ee+bbD2aVpyp&#10;d41lhNk0AkFcWt1whXDYbyd3IJxXrFVrmRB+yME6v77KVKrtwG90LnwlQgm7VCHU3neplK6sySg3&#10;tR1xyL5sb5QPZ19J3ashlJtWxlG0lEY1HBZq1dGmpvK7OBmE3Wr28uyokK+frh+6xcd20zy9I97e&#10;jI8PIDyN/g+Gi35Qhzw4He2JtRMtwjKO44AiTJI5iAsQLZIExBHhfjUHmWfy/wv5LwAAAP//AwBQ&#10;SwECLQAUAAYACAAAACEAtoM4kv4AAADhAQAAEwAAAAAAAAAAAAAAAAAAAAAAW0NvbnRlbnRfVHlw&#10;ZXNdLnhtbFBLAQItABQABgAIAAAAIQA4/SH/1gAAAJQBAAALAAAAAAAAAAAAAAAAAC8BAABfcmVs&#10;cy8ucmVsc1BLAQItABQABgAIAAAAIQBo2lRDmgIAADsFAAAOAAAAAAAAAAAAAAAAAC4CAABkcnMv&#10;ZTJvRG9jLnhtbFBLAQItABQABgAIAAAAIQAIhFaq4QAAAAoBAAAPAAAAAAAAAAAAAAAAAPQEAABk&#10;cnMvZG93bnJldi54bWxQSwUGAAAAAAQABADzAAAAAgYAAAAA&#10;" stroked="f">
              <v:stroke dashstyle="1 1" endcap="round"/>
              <v:textbox>
                <w:txbxContent>
                  <w:p w:rsidR="00F12E7F" w:rsidRDefault="00F12E7F" w:rsidP="00F12E7F">
                    <w:pPr>
                      <w:spacing w:line="240" w:lineRule="exact"/>
                      <w:jc w:val="right"/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</w:pPr>
                    <w:r w:rsidRPr="002E0B54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www.adrcentru.ro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 I   </w:t>
                    </w:r>
                    <w:r w:rsidRPr="00FA2B09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Facebook.com/ADRCentru.ro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</w:t>
                    </w:r>
                  </w:p>
                  <w:p w:rsidR="00F12E7F" w:rsidRDefault="00F12E7F" w:rsidP="00F12E7F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</w:pPr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>E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-mail: </w:t>
                    </w:r>
                    <w:hyperlink r:id="rId5" w:history="1">
                      <w:r w:rsidRPr="008E1CDF">
                        <w:rPr>
                          <w:rStyle w:val="Hyperlink"/>
                          <w:rFonts w:ascii="Trebuchet MS" w:hAnsi="Trebuchet MS"/>
                          <w:b/>
                          <w:sz w:val="16"/>
                          <w:szCs w:val="16"/>
                        </w:rPr>
                        <w:t>office@adrcentru.ro</w:t>
                      </w:r>
                    </w:hyperlink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I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 xml:space="preserve">Tel.: 0258-818616 </w:t>
                    </w:r>
                  </w:p>
                  <w:p w:rsidR="00F12E7F" w:rsidRPr="00FA2B09" w:rsidRDefault="00F12E7F" w:rsidP="00F12E7F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</w:pP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Str. Decebal, 1</w:t>
                    </w:r>
                    <w:r w:rsidR="00E31672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1</w:t>
                    </w: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 xml:space="preserve">, 510093, Alba Iulia,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it-IT"/>
                      </w:rPr>
                      <w:t>Romania</w:t>
                    </w:r>
                  </w:p>
                </w:txbxContent>
              </v:textbox>
            </v:shape>
          </w:pict>
        </mc:Fallback>
      </mc:AlternateContent>
    </w:r>
    <w:r>
      <w:rPr>
        <w:lang w:val="en-US" w:eastAsia="en-US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-810895</wp:posOffset>
          </wp:positionH>
          <wp:positionV relativeFrom="paragraph">
            <wp:posOffset>-236855</wp:posOffset>
          </wp:positionV>
          <wp:extent cx="7983220" cy="107315"/>
          <wp:effectExtent l="0" t="0" r="0" b="0"/>
          <wp:wrapNone/>
          <wp:docPr id="26" name="Picture 26" descr="Banda color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9" descr="Banda colorata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83220" cy="107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2B3BB9" w:rsidRDefault="002B3BB9">
    <w:pPr>
      <w:pStyle w:val="Subsol"/>
      <w:rPr>
        <w:sz w:val="1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2DDE" w:rsidRDefault="00537500">
    <w:pPr>
      <w:pStyle w:val="Subsol"/>
    </w:pPr>
    <w:r>
      <w:rPr>
        <w:lang w:val="en-US" w:eastAsia="en-US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2227580</wp:posOffset>
          </wp:positionH>
          <wp:positionV relativeFrom="paragraph">
            <wp:posOffset>-504190</wp:posOffset>
          </wp:positionV>
          <wp:extent cx="1952625" cy="156845"/>
          <wp:effectExtent l="0" t="0" r="0" b="0"/>
          <wp:wrapNone/>
          <wp:docPr id="32" name="Picture 32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7" descr="Untitl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547" r="-500" b="17809"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15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lang w:val="en-US" w:eastAsia="en-US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304165</wp:posOffset>
              </wp:positionH>
              <wp:positionV relativeFrom="paragraph">
                <wp:posOffset>-23495</wp:posOffset>
              </wp:positionV>
              <wp:extent cx="2390140" cy="309245"/>
              <wp:effectExtent l="0" t="0" r="1270" b="0"/>
              <wp:wrapNone/>
              <wp:docPr id="5" name="Text Box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90140" cy="309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43AC4" w:rsidRPr="00C9311C" w:rsidRDefault="00643AC4" w:rsidP="00643AC4">
                          <w:pPr>
                            <w:rPr>
                              <w:rFonts w:ascii="Calibri" w:hAnsi="Calibri" w:cs="Calibri"/>
                              <w:sz w:val="28"/>
                            </w:rPr>
                          </w:pPr>
                          <w:r w:rsidRPr="00C9311C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  <w:t xml:space="preserve">Autoritate de Management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6" o:spid="_x0000_s1034" type="#_x0000_t202" style="position:absolute;margin-left:23.95pt;margin-top:-1.85pt;width:188.2pt;height:24.3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cYpRuAIAAME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MxRoJ20KIHNhp0K0cUzWx5hl6n4HXfg58Z4Rza7Kjq/k6WXzUSctVQsWU3SsmhYbSC9EJ70z+7&#10;OuFoC7IZPsgK4tCdkQ5orFVnawfVQIAObXo8tcbmUsJhdJkEIQFTCbbLIIlI7ELQ9Hi7V9q8Y7JD&#10;dpFhBa136HR/p43NhqZHFxtMyIK3rWt/K54dgON0ArHhqrXZLFw3fyRBsl6sF8Qj0WztkSDPvZti&#10;RbxZEc7j/DJfrfLwp40bkrThVcWEDXNUVkj+rHMHjU+aOGlLy5ZXFs6mpNV2s2oV2lNQduG+Q0HO&#10;3PznabgiAJcXlMKIBLdR4hWzxdwjBYm9ZB4svCBMbpNZQBKSF88p3XHB/p0SGjKcxFE8iem33AL3&#10;veZG044bmB0t7zK8ODnR1EpwLSrXWkN5O63PSmHTfyoFtPvYaCdYq9FJrWbcjO5pEBvdinkjq0dQ&#10;sJIgMNAizD1YNFJ9x2iAGZJh/W1HFcOofS/gFSQhsZI1bkPieQQbdW7ZnFuoKAEqwwajabky06Da&#10;9YpvG4g0vTshb+Dl1NyJ+imrw3uDOeG4HWaaHUTne+f1NHmXvwAAAP//AwBQSwMEFAAGAAgAAAAh&#10;APJM4+vdAAAACAEAAA8AAABkcnMvZG93bnJldi54bWxMj81OwzAQhO9IvIO1SNzaNW1KaYhTIRBX&#10;EOVH4ubG2yQiXkex24S3ZznBbVYzmvm22E6+UycaYhvYwNVcgyKugmu5NvD2+ji7ARWTZWe7wGTg&#10;myJsy/OzwuYujPxCp12qlZRwzK2BJqU+R4xVQ97GeeiJxTuEwdsk51CjG+wo5b7DhdbX6G3LstDY&#10;nu4bqr52R2/g/enw+ZHp5/rBr/oxTBrZb9CYy4vp7hZUoin9heEXX9ChFKZ9OLKLqjOQrTeSNDBb&#10;rkGJny2yJai9iJUGLAv8/0D5AwAA//8DAFBLAQItABQABgAIAAAAIQC2gziS/gAAAOEBAAATAAAA&#10;AAAAAAAAAAAAAAAAAABbQ29udGVudF9UeXBlc10ueG1sUEsBAi0AFAAGAAgAAAAhADj9If/WAAAA&#10;lAEAAAsAAAAAAAAAAAAAAAAALwEAAF9yZWxzLy5yZWxzUEsBAi0AFAAGAAgAAAAhALpxilG4AgAA&#10;wQUAAA4AAAAAAAAAAAAAAAAALgIAAGRycy9lMm9Eb2MueG1sUEsBAi0AFAAGAAgAAAAhAPJM4+vd&#10;AAAACAEAAA8AAAAAAAAAAAAAAAAAEgUAAGRycy9kb3ducmV2LnhtbFBLBQYAAAAABAAEAPMAAAAc&#10;BgAAAAA=&#10;" filled="f" stroked="f">
              <v:textbox>
                <w:txbxContent>
                  <w:p w:rsidR="00643AC4" w:rsidRPr="00C9311C" w:rsidRDefault="00643AC4" w:rsidP="00643AC4">
                    <w:pPr>
                      <w:rPr>
                        <w:rFonts w:ascii="Calibri" w:hAnsi="Calibri" w:cs="Calibri"/>
                        <w:sz w:val="28"/>
                      </w:rPr>
                    </w:pPr>
                    <w:r w:rsidRPr="00C9311C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  <w:t xml:space="preserve">Autoritate de Management </w:t>
                    </w:r>
                  </w:p>
                </w:txbxContent>
              </v:textbox>
            </v:shape>
          </w:pict>
        </mc:Fallback>
      </mc:AlternateContent>
    </w:r>
    <w:r>
      <w:rPr>
        <w:lang w:val="en-US" w:eastAsia="en-US"/>
      </w:rPr>
      <mc:AlternateContent>
        <mc:Choice Requires="wpg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column">
                <wp:posOffset>-534035</wp:posOffset>
              </wp:positionH>
              <wp:positionV relativeFrom="paragraph">
                <wp:posOffset>-137795</wp:posOffset>
              </wp:positionV>
              <wp:extent cx="3075940" cy="778510"/>
              <wp:effectExtent l="0" t="0" r="1270" b="0"/>
              <wp:wrapNone/>
              <wp:docPr id="2" name="Group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75940" cy="778510"/>
                        <a:chOff x="406" y="15495"/>
                        <a:chExt cx="4844" cy="1226"/>
                      </a:xfrm>
                    </wpg:grpSpPr>
                    <pic:pic xmlns:pic="http://schemas.openxmlformats.org/drawingml/2006/picture">
                      <pic:nvPicPr>
                        <pic:cNvPr id="3" name="Picture 24" descr="LOGO_romana_bun"/>
                        <pic:cNvPicPr preferRelativeResize="0">
                          <a:picLocks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06" y="15495"/>
                          <a:ext cx="1335" cy="10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4" name="Text Box 25"/>
                      <wps:cNvSpPr txBox="1">
                        <a:spLocks noChangeArrowheads="1"/>
                      </wps:cNvSpPr>
                      <wps:spPr bwMode="auto">
                        <a:xfrm>
                          <a:off x="1741" y="16024"/>
                          <a:ext cx="3509" cy="69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43AC4" w:rsidRPr="00F914B7" w:rsidRDefault="00643AC4" w:rsidP="00643AC4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F914B7"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  <w:t>Programul Regiunea Centru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group id="Group 23" o:spid="_x0000_s1035" style="position:absolute;margin-left:-42.05pt;margin-top:-10.85pt;width:242.2pt;height:61.3pt;z-index:251657216" coordorigin="406,15495" coordsize="4844,122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XNAVBzBAAAhwwAAA4AAABkcnMvZTJvRG9jLnhtbOxXWW/cNhB+L9D/&#10;QOhdWUkrrQ54Hdh7GAGc2nDS54ArUSsiEqmS3MMp+t87Q2oPH2iMpI9ZwALP4cz3zTekL97vu5Zs&#10;mdJciqkXvgs8wkQpKy7WU+/Pz0s/84g2VFS0lYJNvUemvfeXv/92sesLFslGthVTBIwIXez6qdcY&#10;0xejkS4b1lH9TvZMwGQtVUcNdNV6VCm6A+tdO4qCYDLaSVX1SpZMaxidu0nv0tqva1aau7rWzJB2&#10;6oFvxn6V/a7wO7q8oMVa0b7h5eAG/QEvOsoFHHo0NaeGko3iL0x1vFRSy9q8K2U3knXNS2ZjgGjC&#10;4Fk0N0puehvLutit+yNMAO0znH7YbPnH9l4RXk29yCOCdkCRPZVEY8Rm168LWHKj+k/9vXIBQvNW&#10;ll81TI+ez2N/7RaT1e6jrMAe3RhpsdnXqkMTEDXZWwoejxSwvSElDI6DNMljYKqEuTTNknDgqGyA&#10;SNwWBxOPwGSYxHni+CubxbA9zuLY7Q2jaIKzI1q4c62vg2+XFz0vC/gbIIXWC0i/n3qwy2wU8wYj&#10;3ZtsdFR93fQ+sN9Tw1e85ebRZjJAhE6J7T0vEWrsnNgZH9iBWTyURBBnxXQJuXx7d3P3RcmOCvpl&#10;tREY9WEzmiK9YjVTD6yFA7fsgWn+DWgJLCew0JJJhJw1VKzZlVJy1zBaaYDYAnhuC/DE7hMnVy3v&#10;l7xtkVpsD3CAY8+S9BVEnQDmstx0TBinaGUdlUI3vNceUQXrVgwSVH2oQusz5MqtNngcZo1V2d9R&#10;dhUEeXTtz5Jg5sdBuvCv8jj102CRxkGchbNw9g/uDuNioxnETNt5zwdfYfSFt69Kaig+TqxW9GRL&#10;bWlxqQYO2ZQ7uAjZh5Cgr1qVD1COYB20jWKmbLBZA3LDOCw+TliYT8gi6BoU+F1RvaIOBAmlFY7H&#10;yaCNIEufaIMWvdLmhskOkkVDkVTgqcWabgFqF9thCXotJDJuY2nFkwEIwo0cIDhnKQ/yRbbIYj+O&#10;JgtgaT73r5az2J8swzSZj+ez2Tw8sNTwqmICj/l5kizmsuXVIU+1Wq9mrXLkLe1vAESflo0wWU5u&#10;HIhFY4ipS7w8jOLgOsr95SRL/XgZJ36eBpkfhPl1PgniPJ4vn4Z0ywX7+ZDIburlSZRYls6cxkQ7&#10;iy2wv5ex0aLjBm7elndTLzsuogVKfyEqS62hvHXtMyjQ/RMUQPeBaJuymKRDkYCcxQsE7nV9qAnQ&#10;e5vO8FZ/7Ub81NCeQcho9lQcoRS6q+sz8nIt9wRwgQiGVXh1EbOHcSxpNhfcDfYfRe9sq7PzJvWF&#10;aRy6y2kSQIG2IKJL9mZLgtzJb5L/Ut8v9f3f6sOMderDltmv9vZZdxTCSlaPoAMlobzD+wre7NBo&#10;pPrmkR28f6ee/mtD8TXTfhCg0jyM8RlmbCdO0gg66nxmdT5DRQmmpp7xiGvODPRgy6ZXfN3ASU54&#10;Ql7Ba7Dm9kpBP51XUDGwA4XCtuxr19aY4WWOz+nzvl11+v/h8l8AAAD//wMAUEsDBBQABgAIAAAA&#10;IQBYYLMbugAAACIBAAAZAAAAZHJzL19yZWxzL2Uyb0RvYy54bWwucmVsc4SPywrCMBBF94L/EGZv&#10;07oQkaZuRHAr9QOGZJpGmwdJFPv3BtwoCC7nXu45TLt/2ok9KCbjnYCmqoGRk14ZpwVc+uNqCyxl&#10;dAon70jATAn23XLRnmnCXEZpNCGxQnFJwJhz2HGe5EgWU+UDudIMPlrM5YyaB5Q31MTXdb3h8ZMB&#10;3ReTnZSAeFINsH4Oxfyf7YfBSDp4ebfk8g8FN7a4CxCjpizAkjL4DpvqGkgD71r+9Vn3AgAA//8D&#10;AFBLAwQUAAYACAAAACEAGsyzi+EAAAALAQAADwAAAGRycy9kb3ducmV2LnhtbEyPwU7DMAyG70i8&#10;Q2QkbluSbcAoTadpAk7TJDYkxM1rvbZak1RN1nZvjznBzZY//f7+dDXaRvTUhdo7A3qqQJDLfVG7&#10;0sDn4W2yBBEiugIb78jAlQKsstubFJPCD+6D+n0sBYe4kKCBKsY2kTLkFVkMU9+S49vJdxYjr10p&#10;iw4HDreNnCn1KC3Wjj9U2NKmovy8v1gD7wMO67l+7bfn0+b6fXjYfW01GXN/N65fQEQa4x8Mv/qs&#10;Dhk7Hf3FFUE0BibLhWaUh5l+AsHEQqk5iCOjSj2DzFL5v0P2AwAA//8DAFBLAwQKAAAAAAAAACEA&#10;rb2qpeKHAQDihwEAFQAAAGRycy9tZWRpYS9pbWFnZTEuanBlZ//Y/+AAEEpGSUYAAQEBASwBLAAA&#10;/+4ADkFkb2JlAGQAAAAAAP/bAEMAIxgaHhoWIx4cHiclIyk0Vzg0MDA0akxQP1d+b4SCfG96d4uc&#10;yKmLlL2Wd3qu7bC9ztXg4uCHp/X/89n/yNvg1//AABQIBnAHBgRDEQBNEQBZEQBLEQD/xAAaAAEA&#10;AwEBAQAAAAAAAAAAAAAABAUGAwIB/8QASBABAAIBAgEGBwwJBAICAwEAAAECAwQRBRITITFBUQYU&#10;ImFxsdEWMjQ1QlJUcnOBocEVIzNTkZKTouFiZIKjsvBDRCRj8SX/2gAOBEMATQBZAEsAAD8AvV6v&#10;V6AAAAAAAAAAAAAAAAAAAAAAAAAAAAAAAAAAAAAAAAAAAAAAAAAAAAAAAAAAAAAAAAAAAAAAAAAA&#10;AAAAAAAAAAAAAAAK/V8Y0um3itudv82ntcMurxY+iJ5U90AptXxnVajetLc1Tup1/wAUPLrMuToi&#10;eRHdALzg+TneHYpmd5iNv4JuktytPWe7oBNdg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mYiN5naI7ZOrrBWavjenwb1xfrr+boiPvRsutx06KeXPm6gUer4l&#10;qdXvGS+1J+RXohCy6nJl6LW2jujqBEcgAGj8HMnK0uTH82yw4dbfFavdILdL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mYiN5naI7Tq6wVes43p8G9cP66/m97H&#10;3o2bW46dFPLnzdQKPV8Q1Osn9bfyfmV6IQcuoyZvfW6O6OoEVzAAAABceDmTbU5Me/vq7/wS+HW2&#10;yWr3wDRL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Vut4zp9P&#10;vXHPO5O6OqPvR82sx4+ivlW83UCi1fEdRrJnnLzFPmV6IQcuoyZp8q20d0dQIjkAAAAAAAJ3B8nN&#10;8Sxd1vJl20duTqK+foBrFq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CFruJ6fRxMWnl5PmV6/v7nHNqceHomd7d0AoNbxTUazes25GP5lfz70DNqsmbo35Ne6AQXEAAA&#10;AAAAAAB009+b1GO/zbRL1jnk5Kz3SDaxO8RPeuY6YB9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cdTqsOlpys2SK90ds+iHjJlpirve0QCg13G82femD9Vj7/lT7EHNrb33&#10;jH5NfxBVooPgAAAAAAAAAAAADZ6HJzujw376wuMFuVhpbvgHd7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fLWrSs2tMVrHXMz1PkzERvM7QCm13Ha13x6SOVP7yer7kTProjeu&#10;Lpn50gosuXJmvN8t5vae2ZQbXte3KtMzPnB4fAAAAAAAAAAAAAAABqeBZOXw6sdtZmFnobcrTxHd&#10;OwLFI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BB1/FcGi3r+0y/Mier0z2OG&#10;fVUw9Hvrd0Azut1+fW33yW2r2UjqhX5s980+VPR2RHUCK5gAAAAAAAAAAAAAAAAAL7wayeTmx+eL&#10;J3DrdF6/eC8TQ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HjNmx4Mc5MtorWOuZe&#10;b3rSs2tO0QCg1/HMmXfHpd8dPnfKn2IOfW2vvXF5Md/bIKiZmZ3md5ROsHwAAAAAAAAAAAAAAAAA&#10;AAFp4P5ORr5r2XrKToLbZ9u+AaZZ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ruI&#10;cXw6TelNsmXujqj0o+o1dMXk18q/d3Azuq1ebV5OXmtv3RHVCvy5b5bb3n7gcHgAAAAAAAAAAAAA&#10;AAAAAAAABK4bk5rX4bb/ACtnTTW5Oek+cGwW4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Dxly0w45yZLRWsdcy+WtWlZtadojtBQcR43fNvj0u9Kdtu2fYgajWzfycW9a9/bIKhEB8AAAAA&#10;AAAAAAAAAAAAAAAAAAB6pbkXrbuncidrRPcDbY7RfHW0dsRK6rO9YnvgHp9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ETXcRw6Kvlzysk9VI659jln1FMMdPTbsiAZnW67NrcnKy22rHVSOqF&#10;bmz3zW3tPR2R2QCM5gAAAAAAAAAAAAAAAAAAAAAAAAAADX8Kyc5w7DPbFdltpbcrT0nzbAluo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EzERvPRACm4jxutInFpJ5Vuqb9kehD1Gtiu9cXTPzgU&#10;F72yWm17Ta09czO8ygTM2ne0zMz2yDyAAAAAAAAAAAAAAAAAAAAAAAAAAAAA0vg7k5WitT5lljw+&#10;2+GY7pBapQAAAAAAAAAAAAAAAAAAAAAAAAAAAAAAAAAAAAAAAAAAAAAAAAAAAAAAAAAAAAAAAAAA&#10;AAAAAAAAAAAAAAAAAAAAAAAAAAAAAAAAAAAAAAAAAAAAAAAAAAAAAAAAAAAAAAAAAAAAAAAAAAAA&#10;AAAAAAAAAAAAAAAAAAAAAAAAAAAAAAAAAAAAAAAAAAAAAAAAAAAAAAAAAAAAAAAAAAAAAAAAAAAA&#10;AAAAAAAAAAAAAAAAAAAAAAAAAAAAAAAAAAAAAAAAAAAAA558+PT45yZbxWsdsvN71x15V5iIBm+J&#10;cXyavfHi3x4e7tt6VdqNXbLvWvk09YK1HAAAAAAAAAAAAAAAAAAAAAAAAAAAAAAAF14N5NsubH3x&#10;EwmcOt5V6+bcGgTwAAAAAAAAAAAAAAAAAAAAAAAAAAAAAAAAAAAAAAAAAAAAAAAAAAAAAAAAAAAA&#10;AAAAAAAAAAAAAAAAAAAAAAAAAAAAAAAAAAAAAAAAAAAAAAAAAAAAAAAAAAAAAAAAAAAAAAAAAAAA&#10;AAAAAAAAAAAAAAAAAAAAAAAAAAAAAAAAAAAAAAAAAAAAAAAAAAAAAAAAAAAAAAAAAAAAAAAAAAAA&#10;AAAAAAAAAAAAAAAAAAAAAAAAAAAAAAAAAAAAAAAAAAAAAAAAAETX8Qw6Gnlzyskx5NI659jln1FM&#10;MdPTaeqAZjWazNrMvLyz1dVY6oVmbNfNblXn0R3AjvAAAAAAAAAAAAAAAAAAAAAAAAAAAAAAAAAL&#10;DgeTm+JUjf38TV30VuTqI8/QDVLQAAAAAAAAAAAAAAAAAAAAAAAAAAAAAAAAAAAAAAAAAAAAAAAA&#10;AAAAAAAAAAAAAAAAAAAAAAAAAAAAAAAAAAAAAAAAAAAAAAAAAAAAAAAAAAAAAAAAAAAAAAAAAAAA&#10;AAAAAAAAAAAAAAAAAAAAAAAAAAAAAAAAAAAAAAAAAAAAAAAAAAAAAAAAAAAAAAAAAAAAAAAAAAAA&#10;AAAAAAAAAAAAAAAAAAAAAAAAAAAAAAAAAAAAAAAAAAAAAAAAAAAAAAAAAAAAABmeP4ppr+V07XrE&#10;wrdfWa59+yYBVowAAAAAAAAAAAAAAAAAAAAAAAAAAAAAAAAADto783q8V+60PWG3Jy0nukG0id43&#10;XIAAAAAAAAAAAAAAAAAAAAAAAAAAAAAAAAAAAAAAAAAAAAAAAAAAAAAAAAAAAAAAAAAAAAAAAAAA&#10;AAAAAAAAAAAAAAAAAAAAAAAAAAAAAAAAAAAAAAAAAAAAAAAAAAAAAAAAAAAAAAAAAAAAAAAAAAAA&#10;AAAAAAAAAAAAAAAAAAAAAAAAAAAAAAAAAAAAAAAAAAAAAAAAAAAAAAAAAAAAAAAAAAAAAAAAAAAA&#10;AAAAAAAAAAAAAAAAAAAAAAAAAAAAAAAAAAACp8IcHL0lMsR047dPolE4hTlYot82QZtXgAAAAAAA&#10;AAAAAAAAAAAAAAAAAAAAAAAAAAPoDaaW/O6bFf51Ylc4rcrHW3fAOr0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DjrMPP6XLi+dXo9LxlpzmK1e+AYyY2mY7lOD4AAAAAAAAAAAAAAAAAAAAAAAAAAAA&#10;AAAAAANXwTJznDcf+neq00VuVp6+boBPdwAAAAAAAAAAAAAAAAAAAAAAAAAAAAAAAAAAAAAAAAAA&#10;AAAAAAAAAAAAAAAAAAAAAAAAAAAAAAAAAAAAAAAAAAAAAAAAAAAAAAAAAAAAAAAAAAAAAAAAAAAA&#10;AAAAAAAAAAAAAAAAAAAAAAAAAAAAAAAAAAAAAAAAAAAAAAAAAAAAAAAAAAAAAAAAAAAAAAAAAAAA&#10;AAAAAAAAAAAAAAAAAAAAAAAAAAAAAAAAAAAAAAAAAAAAAAAAAAAAAAAAAAAAAAAAAAAGR4rh5jiG&#10;WsR0TPKj71TqqcjPaOzfcENyAAAAAAAAAAAAAAAAAAAAAAAAAAAAAAAAAAaHwbyb4MuPutun8Ot5&#10;Fq90guUwAAAAAAAAAAAAAAAAAAAAAAAAAAAAAAAAAAAAAAAAAAAAAAAAAAAAAAAAAAAAAAAAAAAA&#10;AAAAAAAAAAAAAAAAAAAAAAAAAAAAAAAAAAAAAAAAAAAAAAAAAAAAAAAAAAAAAAAAAAAAAAAAAAAA&#10;AAAAAAAAAAAAAAAAAAAAAAAAAAAAAAAAAAAAAAAAAAAAAAAAAAAAAAAAAAAAAAAAAAAAAAAAAAAA&#10;AAAAAAAAAAAAAAAAAAAAAAAAAAAAAAAAAAAAAAAAABReEmDpxZ4+rKDxGnTW/wB0gokIAAAAAAAA&#10;AAAAAAAAAAAAAAAAAAAAAAAAABb+DuTk6y9PnV9SVw+22aY74Bo1i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hcXw8/wAPyx21jlR9zjq6cvT2jtjpBklUAAAAAAAAAAAAAAAAAAAAAAAAAAAAAAAA&#10;AAmcJyc3xHDPZM7S66W3J1FJ8+wNctgAAAAAAAAAAAAAAAAAAAAAAAAAAAAAAAAAAAAAAAAAAAAA&#10;AAAAAAAAAAAAAAAAAAAAAAAAAAAAAAAAAAAAAAAAAAAAAAAAAAAAAAAAAAAAAAAAAAAAAAAAAAAA&#10;AAAAAAAAAAAAAAAAAAAAAAAAAAAAAAAAAAAAAAAAAAAAAAAAAAAAAAAAAAAAAAAAAAAAAAAAAAAA&#10;AAAAAAAAAAAAAAAAAAAAAAAAAAAAAAAAAAAAAAAAAAAAAAAAAAAAAAAAAAAAAAAAHy0Ras1nqmNp&#10;JjeNpBi9TinBqcmKfk2mFNlryMlq90g5PIAAAAAAAAAAAAAAAAAAAAAAAAAAAAAAAAPeK/N5aX+b&#10;aJfaTybxPdO4NtWeVSJ743XMTvESD6+gAAAAAAAAAAAAAAAAAAAAAAAAAAAAAAAAAAAAAAAAAAAA&#10;AAAAAAAAAAAAAAAAAAAAAAAAAAAAAAAAAAAAAAAAAAAAAAAAAAAAAAAAAAAAAAAAAAAAAAAAAAAA&#10;AAAAAAAAAAAAAAAAAAAAAAAAAAAAAAAAAAAAAAAAAAAAAAAAAAAAAAAAAAAAAAAAAAAAAAAAAAAA&#10;AAAAAAAAAAAAAAAAAAAAAAAAAAAAAAAAAAAAAAAAAAAAAAAAAAAAAAAAAAAAAAAAAM14Q4Ob1kZI&#10;joyV/GFdxCnJzRb50AqkUAAAAAAAAAAAAAAAAAAAAAAAAAAAAAAAAABseHZOd0OG/bNY3W+ntysF&#10;J8wJLoAAAAAAAAAAAAAAAAAAAAAAAAAAAAAAAAAAAAAAAAAAAAAAAAAAAAAAAAAAAAAAAAAAAAAA&#10;AAAAAAAAAAAAAAAAAAAAAAAAAAAAAAAAAAAAAAAAAAAAAAAAAAAAAAAAAAAAAAAAAAAAAAAAAAAA&#10;AAAAAAAAAAAAAAAAAAAAAAAAAAAAAAAAAAAAAAAAAAAAAAAAAAAAAAAAAAAAAAAAAAAAAAAAAAAA&#10;AAAAAAAAAAAAAAAAAAAAAAAAAAAAAAAAAAAAAAAAq/CDDzmhjJEdOO2/3Sja+nKwcrtrIMyrQAAA&#10;AAAAAAAAAAAAAAAAAAAAAAAAAAAAAAGn4Bk5fD+T8y0wstBbfBt3SCzSQ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HPUYozafJin5VZh5yV5eO1e+AYq0TW01nridlNMbTMA+AAAAAAAAAAAAAAAAAA&#10;AAAAAAAAAAAAAAAL3wbydObH6LJvDre/r94L1OAAAAAAAAAAAAAAAAAAAAAAAAAAAAAAAAAAAAAA&#10;AAAAAAAAAAAAAAAAAAAAAAAAAAAAAAAAAAAAAAAAAAAAAAAAAAAAAAAAAAAAAAAAAAAAAAAAAAAA&#10;AAAAAAAAAAAAAAAAAAAAAAAAAAAAAAAAAAAAAAAAAAAAAAAAAAAAAAAAAAAAAAAAAAAAAAAAAAAA&#10;AAAAAAAAAAAAAAAAAAAAAAAAAAAAAAAAAAAAAAAAAAAAAAAAAAAAAAAAAAAAAAAAAAAAAAAAAGT4&#10;xg5niGTbqv5UfeqtZTkai3dPSCC4gAAAAAAAAAAAAAAAAAAAAAAAAAAAAAAAAsuA5ORxCK9lqzCR&#10;oLbajbvgGoWYAAAAAAAAAAAAAAAAAAAAAAAAAAAAAAAAAAAAAAAAAAAAAAAAAAAAAAAAAAAAAAAA&#10;AAAAAAAAAAAAAAAAAAAAAAAAAAAAAAAAAAAAAAAAAAAAAAAAAAAAAAAAAAAAAAAAAAAAAAAAAAAA&#10;AAAAAAAAAAAAAAAAAAAAAAAAAAAAAAAAAAAAAAAAAAAAAAAAAAAAAAAAAAAAAAAAAAAAAAAAAAAA&#10;AAAAAAAAAAAAAAAAAAAAAAAAAAAAAAAAAAAAAAAAAAAAAAApPCTDvTFniOqeTP5fmhcRp0Vv9wKB&#10;BAAAAAAAAAAAAAAAAAAAAAAAAAAAAAAAABI0GTmtdhv3Wh7wW5Oek+cGyX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i8Tw8/oMtNumI5Ufc5amnLwXjzbgyCpB8AAAAAAAAAAAAAAAAAAAAAAAAA&#10;AAAAAAB9rM1tEx1xO5E7TuDbYL85hpeO2sSuaTyqVnvgHt6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JjeNpAYzW4fF9XlxfNt0ehT5qc3ltXukHB4AAAAAAAAAAAAAAAAAAAAAAAAAAAAAAAABreE&#10;ZOc4dhnfqjb+C10luVp6eaNgTXYAAAAAAAAAAAAAAAAAAAAAAAAAAAAAAAAAAAAAAAAAAAAAAAAA&#10;AAAAAAAAAAAAAAAAAAAAAAAAAAAAAAAAAAAAAAAAAAAAAAAAAAAAAAAAAAAAAAAAAAAAAAAAAAAA&#10;AAAAAAAAAAAAAAAAAAAAAAAAAAAAAAAAAAAAAAAAAAAAAAAAAAAAAAAAAAAAAAAAAAAAAAAAAAAA&#10;AAAAAAAAAAAAAAAAAAAAAAAAAAAAAAAAAAAAAAAAAAAAAAAAAAAAAAAAAAAAAAZ3wiw8jU0zRHRe&#10;u0+mFfxCm2St/nQCnRAAAAAAAAAAAAAAAAAAAAAAAAAAAAAAAAAaPwcycrSXp82yw4fbfFavdILd&#10;LAAAAAAAAAAAAAAAAAAAAAAAAAAAAAAAAAAAAAAAAAAAAAAAAAAAAAAAAAAAAAAAAAAAAAAAAAAA&#10;AAAAAAAAAAAAAAAAAAAAAAAAAAAAAAAAAAAAAAAAAAAAAAAAAAAAAAAAAAAAAAAAAAAAAAAAAAAA&#10;AAAAAAAAAAAAAAAAAAAAAAAAAAAAAAAAAAAAAAAAAAAAAAAAAAAAAAAAAAAAAAAAAAAAAAAAAAAA&#10;AAAAAAAAHy0xWs2tMRERvMz2EzERvM7RAOen1GPVYoy4p3rMzDzjyVy15VJ3gHV6AAAAAAAAAAAA&#10;AAAAAAAAAAAABXcdw87w+bRHTjnlI+upysEz21ncGWVgAAAAAAAAAAAAAAAAAAAAAAAAAAAAAAAA&#10;LnwcybajLj399Xf+CXw622S1e+AaFYAAAAAAAAAAAAAAAAAAAAAAAAAAAAAAAAAAAAAAAAAAAAAA&#10;AAAAAAAAAAAAAAAAAAAAAAAAAAAAAAAAAAAAAAAAAAAAAAAAAAAAAAAAAAAAAAAAAAAAAAAAAAAA&#10;AAAAAAAAAAAAAAAAAAAAAAAAAAAAAAAAAAAAAAAAAAAAAAAAAAAAAAAAAAAAAAAAAAAAAAAAAAAA&#10;AAAAAAAAAAAAAAAAAAAAAAAAAAAAAAAAAAAAADPcb4nzs20uGfIifLt3z3K/W6nlzOKnvY657wPB&#10;3VcjNfTWnov5VfT/AO+o4fl2vOOfldMekGhWAAAAAAAAAAAAAAAAAAAAAAAAAPGXHGXFfHPVaJh8&#10;vXlVms9sbAxeSk48lqT11nZTWjk2mJ7JB4fAAAAAAAAAAAAAAAAAAAAAAAAAAAAAAABP4Nk5viWP&#10;/VvV20duTqK+foBq1qAAAAAAAAAAAAAAAAAAAAAAAAAAAAAAAAAAAAAAAAAAAAAAAAAAAAAAAAAA&#10;AAAAAAAAAAAAAAAAAAAAAAAAAAAAAAAAAAAAAAAAAAAAAAAAAAAAAAAAAAAAAAAAAAAAAAAAAAAA&#10;AAAAAAAAAAAAAAAAAAAAAAAAAAAAAAAAAAAAAAAAAAAAAAAAAAAAAAAAAAAAAAAAAAAAAAAAAAAA&#10;AAAAAAAAAAAAAAAAAAAAAAAApuOcS5qs6XDby7R5cx2R3Iet1HJjmqT0z1z3AzyADphy2w5qZae+&#10;rO8PtLTS8WjridwbLBlrnw0y097aN4XFLRekWjqmNwdHoAAAAAAAAAAAAAAAAAAAAAAAAGW45h5n&#10;iF5jqyRylXracjUTPZbpBXOAAAAAAAAAAAAAAAAAAAAAAAAAAAAAAAA66a/N6nHfutEvWO3JyVnu&#10;kG0id4ie9cx0wD6AAAAAAAAAAAAAAAAAAAAAAAAAAAAAAAAAAAAAAAAAAAAAAAAAAAAAAAAAAAAA&#10;AAAAAAAAAAAAAAAAAAAAAAAAAAAAAAAAAAAAAAAAAAAAAAAAAAAAAAAAAAAAAAAAAAAAAAAAAAAA&#10;AAAAAAAAAAAAAAAAAAAAAAAAAAAAAAAAAAAAAAAAAAAAAAAAAAAAAAAAAAAAAAAAAAAAAAAAAAAA&#10;AAAAAAAAAAAAAAAAAACDxTXxosHk7Tlt0Vju87jqs8YadHvp6oBlbWte02tMzaZ3mZ7VVMzMzMzv&#10;Mg8gADQeDuq5WK+mtPTXyq+jt/8AfOn8Py71nHPZ0wC6TAAAAAAAAAAAAAAAAAAAAAAAAAU3hHh5&#10;WDHmiOms8mfvQ+I03pW/dOwM8gAAAAAAAAAAAAAAAAAAAAAAAAAAAAAAAAA2miyc7o8V++sLjDbl&#10;YqW74B2ewAAAAAAAAAAAAAAAAAAAAAAAAAAAAAAAAAAAAAAAAAAAAAAAAAAAAAAAAAAAAAAAAAAA&#10;AAAAAAAAAAAAAAAAAAAAAAAAAAAAAAAAAAAAAAAAAAAAAAAAAAAAAAAAAAAAAAAAAAAAAAAAAAAA&#10;AAAAAAAAAAAAAAAAAAAAAAAAAAAAAAAAAAAAAAAAAAAAAAAAAAAAAAAAAAAAAAAAAAAAAAAAAAAA&#10;AAAAAAAAAAHHVammlwWzZJ6I6o757njLkripN7dUAyOq1OTVZ7Zck9M9Ud0dypy5LZbze3XP4A4v&#10;IAAAkaHUTpdXjyx1RPT6O17wZOay1v3dYNjWYtWLRO8T0wuIneN4B9AAAAAAAAAAAAAAAAAAAAAA&#10;ABH1+Hn9Flx9s13j0ueenOYbV8wMdPROyoB8AAAAAAAAAAAAAAAAAAAAAAAAAAAAAAABqeBZOXw6&#10;kT11mYWehtytPHm6AWKQAAAAAAAAAAAAAAAAAAAAAAAAAAAAAAAAAAAAAAAAAAAAAAAAAAAAAAAA&#10;AAAAAAAAAAAAAAAAAAAAAAAAAAAAAAAAAAAAAAAAAAAAAAAAAAAAAAAAAAAAAAAAAAAAAAAAAAAA&#10;AAAAAAAAAAAAAAAAAAAAAAAAAAAAAAAAAAAAAAAAAAAAAAAAAAAAAAAAAAAAAAAAAAAAAAAAAAAA&#10;AAAAAAAAAAAAAAAAAAAAD5a0UrNrTEViN5mewmYiJmZ2iAZTiuvnW5/JmYxU6Kx+aq1Wec2To95H&#10;VAILiAAAAAA0/AtVz+j5u0+Vi6Pu7FlocvLw8meuvR9wLNJAAAAAAAAAAAAAAAAAAAAAAAABjuI4&#10;fF9dlxx1RbePQqNRTm89q+cEZzAAAAAAAAAAAAAAAAAAAAAAAAAAAAAAAF/4N5N8ebHv1TEp3Dre&#10;Tevn3BdpoAAAAAAAAAAAAAAAAAAAAAAAAAAAAAAAAAAAAAAAAAAAAAAAAAAAAAAAAAAAAAAAAAAA&#10;AAAAAAAAAAAAAAAAAAAAAAAAAAAAAAAAAAAAAAAAAAAAAAAAAAAAAAAAAAAAAAAAAAAAAAAAAAAA&#10;AAAAAAAAAAAAAAAAAAAAAAAAAAAAAAAAAAAAAAAAAAAAAAAAAAAAAAAAAAAAAAAAAAAAAAAAAAAA&#10;AAAAAAAAAKDjvEeVM6TDbyY/aTHbPcga7UbzzVJ6I99IKRDAAAAAAAE7hGp8W11JmfIv5NnbSZOb&#10;zxv1T0SDWLUAAAAAAAAAAAAAAAAAAAAAAAAGf8I8PJy4s0R76OTP3IHEabXrfvjYFKhgAAAAAAAA&#10;AAAAAAAAAAAAAAAAAAAAAAC18HsnJ1007L1SeH22zzHfANKsgAAAAAAAAAAAAAAAAAAAAAAAAAAA&#10;AAAAAAAAAAAAAAAAAAAAAAAAAAAAAAAAAAAAAAAAAAAAAAAAAAAAAAAAAAAAAAAAAAAAAAAAAAAA&#10;AAAAAAAAAAAAAAAAAAAAAAAAAAAAAAAAAAAAAAAAAAAAAAAAAAAAAAAAAAAAAAAAAAAAAAAAAAAA&#10;AAAAAAAAAAAAAAAAAAAAAAAAAAAAAAAAAAAAAAAAAAAAAAABXcY4h4ph5vHP668dH+mO9H1eo5qn&#10;JrPl26vMDLzMzO89asB8AAAAAAAAAa7hWq8a0VLzPl18m3pWuly87hie2OiQTHYAAAAAAAAAAAAA&#10;AAAAAAAAAAQONYOe4ffbrp5UOGspy9PPfHSDKKsAAAAAAAAAAAAAAAAAAAAAAAAAAAAAAAS+GZOb&#10;4hht/q2dNNbk6ik+cGvW4AAAAAAAAAAAAAAAAAAAAAAAAAAAAAAAAAAAAAAAAAAAAAAAAAAAAAAA&#10;AAAAAAAAAAAAAAAAAAAAAAAAAAAAAAAAAAAAAAAAAAAAAAAAAAAAAAAAAAAAAAAAAAAAAAAAAAAA&#10;AAAAAAAAAAAAAAAAAAAAAAAAAAAAAAAAAAAAAAAAAAAAAAAAAAAAAAAAAAAAAAAAAAAAAAAAAAAA&#10;AAAAAAAAAAAAAAAAAADjq9TTSae2bJ1R1R3y8ZclcWOb27AZDUZ76nNbLkne1pVOS9sl5taemQcn&#10;kAAAAAAAAABa8A1XM6ucNp8nLHR6UnQZeRl5E9VvWDSrIAAAAAAAAAAAAAAAAAAAAAAAeb1i9LUt&#10;1WjaXy0RasxPVPQDF58c4s18c9dbTCmvXkXtWeydgc3wAAAAAAAAAAAAAAAAAAAAAAAAAAAAAB6x&#10;25GStvmzElZ2tE90g22O3Kx1t3xuuqzvWJ74B6fQAAAAAAAAAAAAAAAAAAAAAAAAAAAAAAAAAAAA&#10;AAAAAAAAAAAAAAAAAAAAAAAAAAAAAAAAAAAAAAAAAAAAAAAAAAAAAAAAAAAAAAAAAAAAAAAAAAAA&#10;AAAAAAAAAAAAAAAAAAAAAAAAAAAAAAAAAAAAAAAAAAAAAAAAAAAAAAAAAAAAAAAAAAAAAAAAAAAA&#10;AAAAAAAAAAAAAAAAAAAAAAAAAAAAAAAAAAAmYiN5naIAZXjGv8c1HJpM81Tor5571Xq8/PZNqz5F&#10;erzgr3AAAAAAAAAAAAeqWml63rO01neCJmsxMdcdINlo88anTY81flR0+aVxiyRkxVvHbAOz2AAA&#10;AAAAAAAAAAAAAAAAAAAAMxx7DzWvm8R0ZI3Vmupyc+/ZaNwViOAAAAAAAAAAAAAAAAAAAAAAAAAA&#10;AAAAANhwzJzvD8Nu3k7SttNblaek+YEp1AAAAAAAAAAAAAAAAAAAAAAAAAAAAAAAAAAAAAAAAAAA&#10;AAAAAAAAAAAAAAAAAAAAAAAAAAAAAAAAAAAAAAAAAAAAAAAAAAAAAAAAAAAAAAAAAAAAAAAAAAAA&#10;AAAAAAAAAAAAAAAAAAAAAAAAAAAAAAAAAAAAAAAAAAAAAAAAAAAAAAAAAAAAAAAAAAAAAAAAAAAA&#10;AAAAAAAAAAAAAAAAAAAAAAAAAAAAFLx7X8iviuK3lWjy5jsjuQ9dn5Mc1WemffAz6AAAAAAAAAAA&#10;AAAAvPB3VbWvprT1+VX803h+Xptjn0wC+TgAAAAAAAAAAAAAAAAAAAAAABU+EODl6SuWOvHb8JRe&#10;IU5WKLfNkGbVwAAAAAAAAAAAAAAAAAAAAAAAAAAAAAAA0vg9k5WhmnzLSseH23wTHdILVKAAAAAA&#10;AAAAAAAAAAAAAAAAAAAAAAAAAAAAAAAAAAAAAAAAAAAAAAAAAAAAAAAAAAAAAAAAAAAAAAAAAAAA&#10;AAAAAAAAAAAAAAAAAAAAAAAAAAAAAAAAAAAAAAAAAAAAAAAAAAAAAAAAAAAAAAAAAAAAAAAAAAAA&#10;AAAAAAAAAAAAAAAAAAAAAAAAAAAAAAAAAAAAAAAAAAAAAAAAAAAAAAAAAAAAAAAARuIauui01ss9&#10;Nuqsd8uefLGHHNp6+yAZDJe2TJa95mbWneZlU2tNrTaZ3mQeXwAAAAAAAAAAAAAB10+a2n1FMteu&#10;k7vWO848lbx2SDZ4slcuOuSk71tG8LitotWLR1TG4PT6AAAAAAAAAAAAAAAAAAAAAA46vDz+ly4v&#10;nVnb0vGWnLxWr3wDGTG0zHcp56JB8AAAAAAAAAAAAAAAAAAAAAAAAAAAAAAF34N5NsmbH3xEwmcO&#10;t5V6/eC/TwAAAAAAAAAAAAAAAAAAAAAAAAAAAAAAAAAAAAAAAAAAAAAAAAAAAAAAAAAAAAAAAAAA&#10;AAAAAAAAAAAAAAAAAAAAAAAAAAAAAAAAAAAAAAAAAAAAAAAAAAAAAAAAAAAAAAAAAAAAAAAAAAAA&#10;AAAAAAAAAAAAAAAAAAAAAAAAAAAAAAAAAAAAAAAAAAAAAAAAAAAAAAAAAAAAAAAAAAAAAAAAAAAA&#10;AAfJmKxMzO0R0zMkztG8gyfFNbOt1MzE/q69FI/NVarNz2TePex0QCE4gAAAAAAAAAAAAAAAA0fg&#10;9quc09tPafKxzvHolYcPy8rHOOeuvV6AW6WAAAAAAAAAAAAAAAAAAAAAAAMjxXDzHEMtYjomeVH3&#10;qnVU5Ge0dm+4IbkAAAAAAAAAAAAAAAAAAAAAAAAAAAAAAseB5ORxGkb++iYd9Dbk6iPPGwNStAAA&#10;AAAAAAAAAAAAAAAAAAAAAAAAAAAAAAAAAAAAAAAAAAAAAAAAAAAAAAAAAAAAAAAAAAAAAAAAAAAA&#10;AAAAAAAAAAAAAAAAAAAAAAAAAAAAAAAAAAAAAAAAAAAAAAAAAAAAAAAAAAAAAAAAAAAAAAAAAAAA&#10;AAAAAAAAAAAAAAAAAAAAAAAAAAAAAAAAAAAAAAAAAAAAAAAAAAAAAAAAAAAAAAAAAAUvH9dyKeKY&#10;58q3TeY7I7kPX59o5qs9M++Bn0AAAAAAAAAAAAAAAAAABK4dqfFdbjyb7V32t6JdNPk5rNW3Z1T6&#10;AbCJ3jeFuAAAAAAAAAAAAAAAAAAAAAAAKLwkwdOLPH1ZQeI097f7pBRIQAAAAAAAAAAAAAAAAAAA&#10;AAAAAAAAAADvo8nNavFfutD3htyctJ84Nn1rgAAAAAAAAAAAAAAAAAAAAAAAAAAAAAAAAAAAAAAA&#10;AAAAAAAAAAAAAAAAAAAAAAAAAAAAAAAAAAAAAAAAAAAAAAAAAAAAAAAAAAAAAAAAAAAAAAAAAAAA&#10;AAAAAAAAAAAAAAAAAAAAAAAAAAAAAAAAAAAAAAAAAAAAAAAAAAAAAAAAAAAAAAAAAAAAAAAAAAAA&#10;AAAAAAAAAAAAAAAAAAAAAAAAAAAAR9bqq6PTWy223jorHfPc55ssYcc3n7o75BkMuS2XJbJed7Wn&#10;eZVNrTe02tO8yDw+AAAAAAAAAAAAAAAAAAADVcF1XjGhrWZ8vH5M/ks9Fl5zDET116JBYJAAAAAA&#10;AAAAAAAAAAAAAAAACFxfDz/D8kdtY5Ufc46unL09o7Y6QZJVAAAAAAAAAAAAAAAAAAAAAAAAAAAA&#10;AAPsTtO8dcANrpr85p8d++sSucc8rHWe+AdHoAAAAAAAAAAAAAAAAAAAAAAAAAAAAAAAAAAAAAAA&#10;AAAAAAAAAAAAAAAAAAAAAAAAAAAAAAAAAAAAAAAAAAAAAAAAAAAAAAAAAAAAAAAAAAAAAAAAAAAA&#10;AAAAAAAAAAAAAAAAAAAAAAAAAAAAAAAAAAAAAAAAAAAAAAAAAAAAAAAAAAAAAAAAAAAAAAAAAAAA&#10;AAAAAAAAAAAAAAAAAAAAAAAAAABl+M67xvU8jHbfFj6I7pntlWazPzuTas+RXq84K1HAAAAAAAAA&#10;AAAAAAAAAAABY8E1Xi+uitp2pk8mfT2O+iy83niJ6rdANStAAAAAAAAAAAAAAAAAAAAAAHy0Ras1&#10;nqmNpJjeNpBi9VinBqcmOfk2mFNlryMlq90g5PIAAAAAAAAAAAAAAAAAAAAAAAAAAAAADWcFyc5w&#10;3H/p8laaO3K01fN0AnO4AAAAAAAAAAAAAAAAAAAAAAAAAAAAAAAAAAAAAAAAAAAAAAAAAAAAAAAA&#10;AAAAAAAAAAAAAAAAAAAAAAAAAAAAAAAAAAAAAAAAAAAAAAAAAAAAAAAAAAAAAAAAAAAAAAAAAAAA&#10;AAAAAAAAAAAAAAAAAAAAAAAAAAAAAAAAAAAAAAAAAAAAAAAAAAAAAAAAAAAAAAAAAAAAAAAAAAAA&#10;AAAAAAAAKzjet8W0/NUn9Zljb0R2o2tzc3j5NffW/CAZhWgAAAAAAAAAAAAAAAAAAAAAPsTtO8dE&#10;gNfw7U+NaPHk38rba3pW2nyc7hrbt6pBKdQAAAAAAAAAAAAAAAAAAAAAGb8IcHN6yMsdWSv4wruI&#10;U5OaLfOgFSigAAAAAAAAAAAAAAAAAAAAAAAAAAAAAND4OZN9Plx/Ntun8OtvjtXukFymAAAAAAAA&#10;AAAAAAAAAAAAAAAAAAAAAAAAAAAAAAAAAAAAAAAAAAAAAAAAAAAAAAAAAAAAAAAAAAAAAAAAAAAA&#10;AAAAAAAAAAAAAAAAAAAAAAAAAAAAAAAAAAAAAAAAAAAAAAAAAAAAAAAAAAAAAAAAAAAAAAAAAAAA&#10;AAAAAAAAAAAAAAAAAAAAAAAAAAAAAAAAAAAAAAAAAAAAAAAAAAAAAAADzlyVxYrZLztWsby+WtFK&#10;zaeqI3BjtbqbavU3zW7Z6I7o7FRmyTlyTee3qBweAAAAAAAAAAAAAAAAAAAAAAABceD2q5vUW09p&#10;8nJ0x6Uvh+Xk5Jxz1W6vSDRLAAAAAAAAAAAAAAAAAAAAAABV+EGHnNDGSI6cc7/dKNr6crByu2sg&#10;zKtAAAAAAAAAAAAAAAAAAAAAAAAAAAAAAW/g7k5Orvj399Xf+CVw+22W1e+AaNYgAAAAAAAAAAAA&#10;AAAAAAAAAAAAAAAAAAAAAAAAAAAAAAAAAAAAAAAAAAAAAAAAAAAAAAAAAAAAAAAAAAAAAAAAAAAA&#10;AAAAAAAAAAAAAAAAAAAAAAAAAAAAAAAAAAAAAAAAAAAAAAAAAAAAAAAAAAAAAAAAAAAAAAAAAAAA&#10;AAAAAAAAAAAAAAAAAAAAAAAAAAAAAAAAAAAAAAAAAAAAAAAAAACi8IdZ1aSlvPfb8IQeIZurFWfP&#10;YFEhAAAAAAAAAAAAAAAAAAAAAAAAA948lsWSuSk7WrO8PtbTW0WjridwbPT5q6jBTLXqtG64x3jJ&#10;jraOqYB0egAAAAAAAAAAAAAAAAAAAAc9RijNp8mOflVmHnJXl47V74Bi7VmtprPXE7KaY2mY7geQ&#10;AAAAAAAAAAAAAAAAAAAAAAAAAAAAE3hGTm+I4p7JnaXbSW5Oop5+gGtWoAAAAAAAAAAAAAAAAAAA&#10;AAAAAAAAAAAAAAAAAAAAAAAAAAAAAAAAAAAAAAAAAAAAAAAAAAAAAAAAAAAAAAAAAAAAAAAAAAAA&#10;AAAAAAAAAAAAAAAAAAAAAAAAAAAAAAAAAAAAAAAAAAAAAAAAAAAAAAAAAAAAAAAAAAAAAAAAAAAA&#10;AAAAAAAAAAAAAAAAAAAAAAAAAAAAAAAAAAAAAAAAAADhrdTXSaa+a3ZHRHfPY8ZskYsc3ns6gY/L&#10;ktlyWyXne1p3mVRa02tNpneZB4fAAAAAAAAAAAAAAAAAAAAAAAAAAF/4O6ret9NaemPKr6O1O4fl&#10;6Jxz2dMAu00AAAAAAAAAAAAAAAAAAAAABk+M4OZ4hk26r+VH3qrWU5Got3T0gguIAAAAAAAAAAAA&#10;AAAAAAAAAAAAAAAAOmG/N5qX+baJfaTyb1nukG1rPKrE98brqJ3iJB9AAAAAAAAAAAAAAAAAAAAA&#10;AAAAAAAAAAAAAAAAAAAAAAAAAAAAAAAAAAAAAAAAAAAAAAAAAAAAAAAAAAAAAAAAAAAAAAAAAAAA&#10;AAAAAAAAAAAAAAAAAAAAAAAAAAAAAAAAAAAAAAAAAAAAAAAAAAAAAAAAAAAAAAAAAAAAAAAAAAAA&#10;AAAAAAAAAAAAAAAAAAAAAAAAAAAAAAAAAAAAAAAAZrjus5/U8zSfIxde09Eyrddm5eTkRPk19YKp&#10;GAAAAAAAAAAAAAAAAAAAAAAAAAAAHfR5502qx5o+TPT6O17w5Jx5a3jskGypaL0i1Z3iY3iVvExM&#10;RMdUg+voAAAAAAAAAAAAAAAAAAAAKTwkw70xZ47J5MoXEaeTW/d0AoEEAAAAAAAAAAAAAAAAAAAA&#10;AAAAAAAAABstBk53Q4b99YW+C3Kw0nzAkOgAAAAAAAAAAAAAAAAAAAAAAAAAAAAAAAAAAAAAAAAA&#10;AAAAAAAAAAAAAAAAAAAAAAAAAAAAAAAAAAAAAAAAAAAAAAAAAAAAAAAAAAAAAAAAAAAAAAAAAAAA&#10;AAAAAAAAAAAAAAAAAAAAAAAAAAAAAAAAAAAAAAAAAAAAAAAAAAAAAAAAAAAAAAAAAAAAAAAAAAAA&#10;AAAAAAAAAAAAAAAAAAh8U1niekteP2lvJpHn73HU5uZxTMe+nogGSmZmZmZ3mVVPTO8g+AAAAAAA&#10;AAAAAAAAAAAAAAAAAAAAAANLwDVc9pJw2nysU7R6OxY6DLy8XInrr6gWqUAAAAAAAAAAAAAAAAAA&#10;AACLxPDz+gy026YjlR9zlqacvBePNuDIKkHwAAAAAAAAAAAAAAAAAAAAAAAAAAAABqOAZOXw+K/N&#10;tMLLQW30+3dILJJAAAAAAAAAAAAAAAAAAAAAAAAAAAAAAAAAAAAAAAAAAAAAAAAAAAAAAAAAAAAA&#10;AAAAAAAAAAAAAAAAAAAAAAAAAAAAAAAAAAAAAAAAAAAAAAAAAAAAAAAAAAAAAAAAAAAAAAAAAAAA&#10;AAAAAAAAAAAAAAAAAAAAAAAAAAAAAAAAAAAAAAAAAAAAAAAAAAAAAAAAAAAAAAAAAAAAAAAAAAGV&#10;4zq/GtZMVn9Xj8mv5yq9Zl53NO3va9EAr3AAAAAAAAAAAAAAAAAAAAAAAAAAAAAABM4VqfFddS0z&#10;tS3k29DrpcnNZ6z2T0SDXLYAAAAAAAAAAAAAAAAAAAACY3jaQGM1uHmNXlx/NtO3oU+anIy2r3SD&#10;g8AAAAAAAAAAAAAAAAAAAAAAAAAAAAAvfBvJ+2x+iybw63v6/eC9TgAAAAAAAAAAAAAAAAAAAAAA&#10;AAAAAAAAAAAAAAAAAAAAAAAAAAAAAAAAAAAAAAAAAAAAAAAAAAAAAAAAAAAAAAAAAAAAAAAAAAAA&#10;AAAAAAAAAAAAAAAAAAAAAAAAAAAAAAAAAAAAAAAAAAAAAAAAAAAAAAAAAAAAAAAAAAAAAAAAAAAA&#10;AAAAAAAAAAAAAAAAAAAAAAAAAAAAAAAAAAAEHjGs8U0c8mf1mTya+bzuGrzc1hnb31uiAZNVgAAA&#10;AAAAAAAAAAAAAAAAAAAAAAAAAAAAA1vCNV41oaTad708my10mXncETPXHRIJrsAAAAAAAAAAAAAA&#10;AAAAAADO+EWHkammaOq8bT6YV/EKbZK3+dAKdEAAAAAAAAAAAAAAAAAAAAAAAAAAAABZ8AycjiHJ&#10;7LVmEnQW2z7d8A06yAAAAAAAAAAAAAAAAAAAAAAAAAAAAAAAAAAAAAAAAAAAAAAAAAAAAAAAAAAA&#10;AAAAAAAAAAAAAAAAAAAAAAAAAAAAAAAAAAAAAAAAAAAAAAAAAAAAAAAAAAAAAAAAAAAAAAAAAAAA&#10;AAAAAAAAAAAAAAAAAAAAAAAAAAAAAAAAAAAAAAAAAAAAAAAAAAAAAAAAAAAAAAAAAAAAAAAAAAAZ&#10;Li2r8b1lrRO+Onk09HeqtVl53NMxPkx0QCE4gAAAAAAAAAAAAAAAAAAAAAAAAAAAAAAAAs+A6rmN&#10;Zzdp8jLG339iTocvIzcmeq3R94NOsgAAAAAAAAAAAAAAAAAAAAV3HcPO8Pm0R0455SPrqcrBM9te&#10;kGWVgAAAAAAAAAAAAAAAAAAAAAAAAAAAAJPD8nNa7Df/AFRDpp7cnPSfODYrcAAAAAAAAAAAAAAA&#10;AAAAAAAAAAAAAAAAAAAAAAAAAAAAAAAAAAAAAAAAAAAAAAAAAAAAAAAAAAAAAAAAAAAAAAAAAAAA&#10;AAAAAAAAAAAAAAAAAAAAAAAAAAAAAAAAAAAAAAAAAAAAAAAAAAAAAAAAAAAAAAAAAAAAAAAAAAAA&#10;AAAAAAAAAAAAAAAAAAAAAAAAAAAAAAAAAAAAAAAAAHnJSMmO1Lb7WiYnaXy0RasxPVMbAx+t0t9H&#10;qbYr9nTWe+O9UZsU4ck0n7p74BHeAAAAAAAAAAAAAAAAAAAAAAAAAAAAAAAAAfa2mtotWdpid4ki&#10;Zid464BstDqI1Wkx5Y65jp80rjDk53FW/fHSDu9gAAAAAAAAAAAAAAAAAADxlxxlxXxz1WiYfL15&#10;VZrPbGwMVkpOPJakxtNZ2U1o5NpiewHl8AAAAAAAAAAAAAAAAAAAAAAAAAAAHqtuTaLR1xO5E7TE&#10;9wNrhtF8NLR2xErqk8qkT3wD2+gAAAAAAAAAAAAAAAAAAAAAAAAAAAAAAAAAAAAAAAAAAAAAAAAA&#10;AAAAAAAAAAAAAAAAAAAAAAAAAAAAAAAAAAAAAAAAAAAAAAAAAAAAAAAAAAAAAAAAAAAAAAAAAAAA&#10;AAAAAAAAAAAAAAAAAAAAAAAAAAAAAAAAAAAAAAAAAAAAAAAAAAAAAAAAAAAAAAAAAAAAAAAAAAAA&#10;AAAAAAAg8W0Ma3TTyY/W06a+fzOGqwc9j6PfV6YBlJiYmYmNphV9QPgAAAAAAAAAAAAAAAAAAAAA&#10;AAAAAAAAAAAC68HdVycl9Naei3lV9PamcPy7WnHPb0wDQJ4AAAAAAAAAAAAAAAAAAAAMtxzDzPEL&#10;THVkjlKvW05Gomey3SCucAAAAAAAAAAAAAAAAAAAAAAAAAAAAAa7hOTneHYZ7o2/gtdJblaek+bY&#10;Ex2AAAAAAAAAAAAAAAAAAAAAAAAAAAAAAAAAAAAAAAAAAAAAAAAAAAAAAAAAAAAAAAAAAAAAAAAA&#10;AAAAAAAAAAAAAAAAAAAAAAAAAAAAAAAAAAAAAAAAAAAAAAAAAAAAAAAAAAAAAAAAAAAAAAAAAAAA&#10;AAAAAAAAAAAAAAAAAAAAAAAAAAAAAAAAAAAAAAAAAAAAAAAAAAAAAAAAAAAAAZ/j2g5u/jWKvk2n&#10;y4jsnvQNdg5M87WOiffApUMAAAAAAAAAAAAAAAAAAAAAAAAAAAAAAAAHTBltgzUy066Tu+0vNLxa&#10;OuJBs8OSubFTJSd62jeFzS0XpFo6pjcHt9AAAAAAAAAAAAAAAAAAAFN4R4eVgx5ojprO0/eh8Rpv&#10;jrfunYGeQAAAAAAAAAAAAAAAAAAAAAAAAAAAAAaTwdycrR3p82yw4fbfDNe6QWyWAAAAAAAAAAAA&#10;AAAAAAAAAAAAAAAAAAAAAAAAAAAAAAAAAAAAAAAAAAAAAAAAAAAAAAAAAAAAAAAAAAAAAAAAAAAA&#10;AAAAAAAAAAAAAAAAAAAAAAAAAAAAAAAAAAAAAAAAAAAAAAAAAAAAAAAAAAAAAAAAAAAAAAAAAAAA&#10;AAAAAAAAAAAAAAAAAAAAAAAAAAAAAAAAAAAAAAAAAAAAAA85KVy47UvG9bRtMPlqxas1tG8SDIa/&#10;R20Wptinea9dbd8KnPinDkms9XZPeCM5gAAAAAAAAAAAAAAAAAAAAAAAAAAAAAAAA0Pg7quXhvp7&#10;T006a+hP4fl3pOOeuvTALlMAAAAAAAAAAAAAAAAAAAEfX4ef0WXHtvM13j0ueenLw3r5gY6eidlQ&#10;D4AAAAAAAAAAAAAAAAAAAAAAAAAAAC58G8m2fLj767pnDrbXtXvgGhTwAAAAAAAAAAAAAAAAAAAA&#10;AAAAAAAAAAAAAAAAAAAAAAAAAAAAAAAAAAAAAAAAAAAAAAAAAAAAAAAAAAAAAAAAAAAAAAAAAAAA&#10;AAAAAAAAAAAAAAAAAAAAAAAAAAAAAAAAAAAAAAAAAAAAAAAAAAAAAAAAAAAAAAAAAAAAAAAAAAAA&#10;AAAAAAAAAAAAAAAAAAAAAAAAAAAAAAAAAAAAAABD4poY1ummsbc5XppP5OOpwxmx7R76OoGStE1t&#10;NbRMTHRMSqpiYnaesHwAAAAAAAAAAAAAAAAAAAAAAAAAAAAAAAEnQaidLrMeXsidreh0wZOazVt2&#10;doNhExaImOqVvE7xuD6AAAAAAAAAAAAAAAAAAADH8Rw+L67Ljjq33j0KjUU5vPavnBFcwAAAAAAA&#10;AAAAAAAAAAAAAAAAAAABP4Lk5viWP/VvV30VuTqa+foBq1oAAAAAAAAAAAAAAAAAAAAAAAAAAAAA&#10;AAAAAAAAAAAAAAAAAAAAAAAAAAAAAAAAAAAAAAAAAAAAAAAAAAAAAAAAAAAAAAAAAAAAAAAAAAAA&#10;AAAAAAAAAAAAAAAAAAAAAAAAAAAAAAAAAAAAAAAAAAAAAAAAAAAAAAAAAAAAAAAAAAAAAAAAAAAA&#10;AAAAAAAAAAAAAAAAAAAAAAAAAAAAAAACh49oNp8bxR1/tIj1oOvwf/LWPrAo0IAAAAAAAAAAAAAA&#10;AAAAAAAAAAAAAAAAAAGo4Hquf0UUtPl4vJn0diz0WXnMO09degFkkAAAAAAAAAAAAAAAAAAADP8A&#10;hHh2y4s0R76OTP3IHEabWrfv6AUqGAAAAAAAAAAAAAAAAAAAAAAAAAAAOulvzepxX7rQ9YrcnJWe&#10;6QbWJ3iJ71yAAAAAAAAAAAAAAAAAAAAAAAAAAAAAAAAAAAAAAAAAAAAAAAAAAAAAAAAAAAAAAAAA&#10;AAAAAAAAAAAAAAAAAAAAAAAAAAAAAAAAAAAAAAAAAAAAAAAAAAAAAAAAAAAAAAAAAAAAAAAAAAAA&#10;AAAAAAAAAAAAAAAAAAAAAAAAAAAAAAAAAAAAAAAAAAAAAAAAAAAAAAAAAAAAAAAAAAAAAAAD5etb&#10;0ml4ia2jaYntfJiLRMTG8SDI8S0dtFqZp10nppPfCq1GGcOSa9k9MSCI5AAAAAAAAAAAAAAAAAAA&#10;AAAAAAAAAAAACfwfVeLa6u8+Rk8mfyd9Hl5vPG/VbokGrWgAAAAAAAAAAAAAAAAAAAgcaw89w++0&#10;bzTyocNZTl6e3fHSDKKsAAAAAAAAAAAAAAAAAAAAAAAAAAAfQGz0eTndJiv86sLjDblYq274B2ew&#10;AAAAAAAAAAAAAAAAAAAAAAAAAAAAAAAAAAAAAAAAAAAAAAAAAAAAAAAAAAAAAAAAAAAAAAAAAAAA&#10;AAAAAAAAAAAAAAAAAAAAAAAAAAAAAAAAAAAAAAAAAAAAAAAAAAAAAAAAAAAAAAAAAAAAAAAAAAAA&#10;AAAAAAAAAAAAAAAAAAAAAAAAAAAAAAAAAAAAAAAAAAAAAAAAAAAAAAAAAAAAROJaOut0006rx00n&#10;uly1GGM2Ka/KjpiQZK9bUvNLRtas7TE9ipmJrMxMbTAPIAAAAAAAAAAAAAAAAAAAAAAAAAAAAAA+&#10;9QDXcM1PjWipeffR5NvTC202TncNbdvVIJbqAAAAAAAAAAAAAAAAAA83rF6WpbqtG0vloi1Zieqe&#10;gGLz45xZ745662mFNevIvas9k7A5vgAAAAAAAAAAAAAAAAAAAAAAAAAAA1XA8nOcOpHbWZhZ6K3K&#10;08eboBYJAAAAAAAAAAAAAAAAAAAAAAAAAAAAAAAAAAAAAAAAAAAAAAAAAAAAAAAAAAAAAAAAAAAA&#10;AAAAAAAAAAAAAAAAAAAAAAAAAAAAAAAAAAAAAAAAAAAAAAAAAAAAAAAAAAAAAAAAAAAAAAAAAAAA&#10;AAAAAAAAAAAAAAAAAAAAAAAAAAAAAAAAAAAAAAAAAAAAAAAAAAAAAAAAAAAAAAAAAAAAAACj4/oN&#10;48bxR0x0ZIj1oWvwb/rax9b2goUEAAAAAAAAAAAAAAAAAAAAAAAAAAAAAAAW3ANVzWqnBafJydXp&#10;StBl5OWaT1W9YNIsQAAAAAAAAAAAAAAAAAABmOPYea183iOjJG6t19OTn37LRuCsRgAAAAAAAAAA&#10;AAAAAAAAAAAAAAAABoPBvJvizY9+qYlP4dbyb17p3BdJgAAAAAAAAAAAAAAAAAAAAAAAAAAAAAAA&#10;AAAAAAAAAAAAAAAAAAAAAAAAAAAAAAAAAAAAAAAAAAAAAAAAAAAAAAAAAAAAAAAAAAAAAAAAAAAA&#10;AAAAAAAAAAAAAAAAAAAAAAAAAAAAAAAAAAAAAAAAAAAAAAAAAAAAAAAAAAAAAAAAAAAAAAAAAAAA&#10;AAAAAAAAAAAAAAAAAAAAAAAAAAAAAAD5aItWa2jeJjaYJiJjaeqQZPiminRamaxvzdumk/kqtVhn&#10;Dk2j3s9MAhOIAAAAAAAAAAAAAAAAAAAAAAAAAAAAAD1S9sd63rO1qzvBWZraJjrgGz0ueNTpseWv&#10;yo3XGK8ZMdbx2wDq9gAAAAAAAAAAAAAAAAAKnwhw8vSUyxHTS3T6JROIU3xRb5sgzavAAAAAAAAA&#10;AAAAAAAAAAAAAAAAAAFr4PZOTrbU+fVK4fbbNMd8A0qxAAAAAAAAAAAAAAAAAAAAAAAAAAAAAAAA&#10;AAAAAAAAAAAAAAAAAAAAAAAAAAAAAAAAAAAAAAAAAAAAAAAAAAAAAAAAAAAAAAAAAAAAAAAAAAAA&#10;AAAAAAAAAAAAAAAAAAAAAAAAAAAAAAAAAAAAAAAAAAAAAAAAAAAAAAAAAAAAAAAAAAAAAAAAAAAA&#10;AAAAAAAAAAAAAAAAAAAAAAAAAAAAAAAEbX6Sut01sU9Fuus90uefFGbHNZ6+yQZDJjtiyWpeJi1Z&#10;2mJVNqzW01tG0wDy+AAAAAAAAAAAAAAAAAAAAAAAAAAAAAAL3wd1Xv8ATWn/AFV/NN4fl68c+mAX&#10;qcAAAAAAAAAAAAAAAAAA46vDGfS5cXzqzt6XjLTl4rV74BjJjaZjuU89Eg+AAAAAAAAAAAAAAAAA&#10;AAAAAAAAACXwvJzXEMNuyZ2ddLbk6ik+cGvWwAAAAAAAAAAAAAAAAAAAAAAAAAAAAAAAAAAAAAAA&#10;AAAAAAAAAAAAAAAAAAAAAAAAAAAAAAAAAAAAAAAAAAAAAAAAAAAAAAAAAAAAAAAAAAAAAAAAAAAA&#10;AAAAAAAAAAAAAAAAAAAAAAAAAAAAAAAAAAAAAAAAAAAAAAAAAAAAAAAAAAAAAAAAAAAAAAAAAAAA&#10;AAAAAAAAAAAAAAAAAAAAAAAAAKXj2g5dPG8UeVX38R2x3oeuwcqOdrHTHvgZ9AAAAAAAAAAAAAAA&#10;AAAAAAAAAAAAAAAAdtLntptRTNXrrO/ph6xXnHkreOyQbLHeuTHW9Z3raN4lcVtFqxaOqekHp9AA&#10;AAAAAAAAAAAAAAAAZHiuHmOIZaxG0TPKj71TqqcjPaOzrBDcgAAAAAAAAAAAAAAAAAAAAAAAAAHv&#10;HbkZK2+bMS+1na0T3SDa0tyqVt3xuuazvWJ7wen0AAAAAAAAAAAAAAAAAAAAAAAAAAAAAAAAAAAA&#10;AAAAAAAAAAAAAAAAAAAAAAAAAAAAAAAAAAAAAAAAAAAAAAAAAAAAAAAAAAAAAAAAAAAAAAAAAAAA&#10;AAAAAAAAAAAAAAAAAAAAAAAAAAAAAAAAAAAAAAAAAAAAAAAAAAAAAAAAAAAAAAAAAAAAAAAAAAAA&#10;AAAAAAAAAAAAAAAAAAAAAAAAAAAJiJiYmN4nsOsGU4toZ0ep8mP1V+ms93mVWrwczk6Pez1AgOIA&#10;AAAAAAAAAAAAAAAAAAAAAAAAAAAADSeD+q53TTgtPlY+r0LHQZeVjmk9dfUC2SgAAAAAAAAAAAAA&#10;AAAAFF4SYenFniP9MoPEadNb/dIKJCAAAAAAAAAAAAAAAAAAAAAAAAAAAGw4Zk53QYbdvJ2lbaa3&#10;KwUnzAlOoAAAAAAAAAAAAAAAAAAAAAAAAAAAAAAAAAAAAAAAAAAAAAAAAAAAAAAAAAAAAAAAAAAA&#10;AAAAAAAAAAAAAAAAAAAAAAAAAAAAAAAAAAAAAAAAAAAAAAAAAAAAAAAAAAAAAAAAAAAAAAAAAAAA&#10;AAAAAAAAAAAAAAAAAAAAAAAAAAAAAAAAAAAAAAAAAAAAAAAAAAAAAAAAAAAAAAAAAAAAAAAAAI+t&#10;0tNZprYrdc9NZ7pc82KM2OaT9090gyGbFfDltjyRtas7TCpvWaWmto2mAeHwAAAAAAAAAAAAAAAA&#10;AAAAAAAAAAAAEvhmq8U1tMkztWfJt6HXTZeazVt2dUg18dMbrYAAAAAAAAAAAAAAAAABD4vh5/h+&#10;SNumscqPucdXTl6e0dsdIMiqgAAAAAAAAAAAAAAAAAAAAAAAAAABpvB/JytBNd/eWmFloLb4Nu6Q&#10;WiSAAAAAAAAAAAAAAAAAAAAAAAAAAAAAAAAAAAAAAAAAAAAAAAAAAAAAAAAAAAAAAAAAAAAAAAAA&#10;AAAAAAAAAAAAAAAAAAAAAAAAAAAAAAAAAAAAAAAAAAAAAAAAAAAAAAAAAAAAAAAAAAAAAAAAAAAA&#10;AAAAAAAAAAAAAAAAAAAAAAAAAAAAAAAAAAAAAAAAAAAAAAAAAAAAAAAAAAAAAAAAAAAAAqOO6Dns&#10;XjOOPLpHlR3x3/cia7By685WPKjr9AM4rwAAAAAAAAAAAAAAAAAAAAAAAAAAAAAGr4NqvGdFWLT5&#10;ePyZWmjy85hjfrr0SCe7gAAAAAAAAAAAAAAAA+WiLVms9UxtJMbxtIMZqsU4NTkxz8m0wpsteRkt&#10;XukHF5AAAAAAAAAAAAAAAAAAAAAAAAAAXng3k8vNj80TCbw63Tev3gvk4AAAAAAAAAAAAAAAAAAA&#10;AAAAAAAAAAAAAAAAAAAAAAAAAAAAAAAAAAAAAAAAAAAAAAAAAAAAAAAAAAAAAAAAAAAAAAAAAAAA&#10;AAAAAAAAAAAAAAAAAAAAAAAAAAAAAAAAAAAAAAAAAAAAAAAAAAAAAAAAAAAAAAAAAAAAAAAAAAAA&#10;AAAAAAAAAAAAAAAAAAAAAAAAAAAAAAAAAAAAAAAAAAAAAAA6wGW4xoPE9RyqR+qydNfN5lXq8HM5&#10;N497bq8wK5wAAAAAAAAAAAAAAAAAAAAAAAAAAAABZcD1Xi+tilp2pl8mfT2JGiy83m2nqt0A1CzA&#10;AAAAAAAAAAAAAAAAAZrwhw83rIyRHRkr+Ku4hTk5ot2WgFUigAAAAAAAAAAAAAAAAAAAAAAAAALH&#10;gWTkcRrG/v4mEjQ25OoiO+NgalZgAAAAAAAAAAAAAAAAAAAAAAAAAAAAAAAAAAAAAAAAAAAAAAAA&#10;AAAAAAAAAAAAAAAAAAAAAAAAAAAAAAAAAAAAAAAAAAAAAAAAAAAAAAAAAAAAAAAAAAAAAAAAAAAA&#10;AAAAAAAAAAAAAAAAAAAAAAAAAAAAAAAAAAAAAAAAAAAAAAAAAAAAAAAAAAAAAAAAAAAAAAAAAAAA&#10;AAAAAAAAAAAAAAAAAADjq9NTV6e2G/VPVPdPe8ZccZcc0t2/gDH58N9PmtiyRtas7SqL0nHea2jp&#10;gHN8AAAAAAAAAAAAAAAAAAAAAAAAAAAH2JmsxMTtMdMETtO8A2HD9TGq0ePL2zG1vSt8GTncNbdv&#10;aCS6AAAAAAAAAAAAAAAAAq+P4ec0PORHTjnf7kbX05WDldtZBmVaAAAAAAAAAAAAAAAAAAAAAAAA&#10;AA76LJzWsw37rQ94bcnNSfODZrgAAAAAAAAAAAAAAAAAAAAAAAAAAAAAAAAAAAAAAAAAAAAAAAAA&#10;AAAAAAAAAAAAAAAAAAAAAAAAAAAAAAAAAAAAAAAAAAAAAAAAAAAAAAAAAAAAAAAAAAAAAAAAAAAA&#10;AAAAAAAAAAAAAAAAAAAAAAAAAAAAAAAAAAAAAAAAAAAAAAAAAAAAAAAAAAAAAAAAAAAAAAAAAAAA&#10;AAAAAAAAAAAAAAAAAAAFVxzQeMYefxx+sxx0xHyoRdbg5ynLrHlV6/PAM0rgAAAAAAAAAAAAAAAA&#10;AAAAAAAAAAAAXPg9quRntp7T0X6a+lL4fl5N5xz1W6Y9INCsAAAAAAAAAAAAAAAAAc9RijNgyY5+&#10;VWYecleXjtXvgGLtWa2ms9cTsppjaZjuB5AAAAAAAAAAAAAAAAAAAAAAAAAfYnaYmOuCOidwbXT3&#10;5zT47x21iVzjnlY6z3wDo9AAAAAAAAAAAAAAAAAAAAAAAAAAAAAAAAAAAAAAAAAAAAAAAAAAAAAA&#10;AAAAAAAAAAAAAAAAAAAAAAAAAAAAAAAAAAAAAAAAAAAAAAAAAAAAAAAAAAAAAAAAAAAAAAAAAAAA&#10;AAAAAAAAAAAAAAAAAAAAAAAAAAAAAAAAAAAAAAAAAAAAAAAAAAAAAAAAAAAAAAAAAAAAAAAAAAAA&#10;AAAAAAAAAAAAAAAy/GtB4rn5zHH6rJPRt8me5WazBzWTlVjyLfgCtRwAAAAAAAAAAAAAAAAAAAAA&#10;AAAAAB7w5LYctMlPfVneH2lppeLR1xO4Nnp8tc+CmWvVaN1xjvF6RaOqYB0egAAAAAAAAAAAAAAA&#10;AZPjGHmeIZNo2i3lR96q1lORqLd09IILiAAAAAAAAAAAAAAAAAAAAAAAAAA1nBsnOcNxf6fJ/gtN&#10;Hblaavm6ATncAAAAAAAAAAAAAAAAAAAAAAAAAAAAAAAAAAAAAAAAAAAAAAAAAAAAAAAAAAAAAAAA&#10;AAAAAAAAAAAAAAAAAAAAAAAAAAAAAAAAAAAAAAAAAAAAAAAAAAAAAAAAAAAAAAAAAAAAAAAAAAAA&#10;AAAAAAAAAAAAAAAAAAAAAAAAAAAAAAAAAAAAAAAAAAAAAAAAAAAAAB8iYtG8TEx3wRMT1A+gAAAA&#10;AAAAAAAAAAAAAAAAAAAAOWp09NTgthyR0Wjr7vO85McZaTS3VIMfqcF9NntiyRtNZ/iqMmOcd5pb&#10;rgHJ5AAAAAAAAAAAAAAAAAAAAAAAAAAAGg8HdVysd9NaemvlV9HancPy71nHPZ0wC6TQAAAAAAAA&#10;AAAAAAAAUnhJh3pizx2TyZQuI08mt+7oBQIIAAAAAAAAAAAAAAAAAAAAAAAAADReDmTfTZMfzbbr&#10;Dh1t8dq90guEsAAAAAAAAAAAAAAAAAAAAAAAAAAAAAAAAAAAAAAAAAAAAAAAAAAAAAAAAAAAAAAA&#10;AAAAAAAAAAAAAAAAAAAAAAAAAAAAAAAAAAAAAAAAAAAAAAAAAAAAAAAAAAAAAAAAAAAAAAAAAAAA&#10;AAAAAAAAAAAAAAAAAAAAAAAAAAAAAAAAAAAAAAAAAAAAAAAAAAAAAHHWZvF9Jly9tazMenseM1+b&#10;xWt3QDO8J4nOjyc3lmZw2np7eTPer9LqZw25Numk/gDTxMWiJrMTE9MTHas4mJjeOmAfQAAAAAAA&#10;AAAAAAAAAAAAAAAAAFZxrQeNYOdxx+txx/GO5G1uDnacuseVX8YBmFaAAAAAAAAAAAAAAAAAAAAA&#10;AAAAAAO+i1E6XVY8sdUT0+h7w5Oay1v3dYNlW0WrFoneJjeFxE7xEx2g+gAAAAAAAAAAAAAAAi8T&#10;w8/oMtNumI3j7nLU05eC0ebcGQVIPgAAAAAAAAAAAAAAAAAAAAAAAAC48HMnJ1WSm/vq7/wS+HW2&#10;y2r3wDRLAAAAAAAAAAAAAAAAAAAAAAAAAAAAAAAAAAAAAAAAAAAAAAAAAAAAAAAAAAAAAAAAAAAA&#10;AAAAAAAAAAAAAAAAAAAAAAAAAAAAAAAAAAAAAAAAAAAAAAAAAAAAAAAAAAAAAAAAAAAAAAAAAAAA&#10;AAAAAAAAAAAAAAAAAAAAAAAAAAAAAAAAAAAAAAAAAAAAAAAAAFR4RZ+RpKYYnpyW6fRH+dkTiF9s&#10;UU+dIM4rwW/BuKeL2jT57fqp97afkz7ErR6nm55vJPkz1T3A0axAAAAAAAAAAAAAAAAAAAAAAAAA&#10;AZrjmg8Xzc/jj9Vknp80q3W4Obvy6x5NvwkFUjAAAAAAAAAAAAAAAAAAAAAAAAAAADT8B1XPaPmr&#10;T5WLo+7sWWhy8vDyZ669H3As0kAAAAAAAAAAAAAAAJjeNpAYzW4eY1eXH3Wnb0KfNTkZbV7pBweA&#10;AAAAAAAAAAAAAAAAAAAAAAAATeD5Ob4jinstO0u2ktydRXz9ANatQAAAAAAAAAAAAAAAAAAAAAAA&#10;AAAAAAAAAAAAAAAAAAAAAAAAAAAAAAAAAAAAAAAAAAAAAAAAAAAAAAAAAAAAAAAAAAAAAAAAAAAA&#10;AAAAAAAAAAAAAAAAAAAAAAAAAAAAAAAAAAAAAAAAAAAAAAAAAAAAAAAAAAAAAAAAAAAAAAAAAAAA&#10;AAAAAAAAAAAAAAAAAZjj+bnOITSJ6MdYr9/WrNfflajbsrGwKxHAAXnBeKbcnS6i3R1Y7T6k3R6r&#10;bbFkn6s/kC+TgAAAAAAAAAAAAAAAAAAAAAAAAc8+Gmow2xZI3raNnnJSMlJraOiQY/V6a+k1FsN+&#10;uOqe+O9UZcc4sk0t2A4vIAAAAAAAAAAAAAAAAAAAAAAAAACbwnU+La6kzPkX8mztpMnNZ4meqeiQ&#10;a1agAAAAAAAAAAAAAAAAzvhFh5GppmjqvG0+mFfxCm2St/nQCnRAAAAAAAAAAAAAAAAAAAAAAAAA&#10;dMF+bz4791ol9xzyb1nukG1rO9YnvhdR0xuD6AAAAAAAAAAAAAAAAAAAAAAAAAAAAAAAAAAAAAAA&#10;AAAAAAAAAAAAAAAAAAAAAAAAAAAAAAAAAAAAAAAAAAAAAAAAAAAAAAAAAAAAAAAAAAAAAAAAAAAA&#10;AAAAAAAAAAAAAAAAAAAAAAAAAAAAAAAAAAAAAAAAAAAAAAAAAAAAAAAAAAAAAAAAAAAAAAAAAAAP&#10;kzERMz0RBPRG8gxWfLOfPkyz13tMqXJbl3tae2dwc3wAAAaLg3FOerGm1Fv1ke9tPyvN6Vho9Ty4&#10;jHknyuye8FwlgAAAAAAAAAAAAAAAAAAAAAAAAruMaDxvT8ukfrcfTHnjuR9Zg53HvWPLr1ecGXVg&#10;PgAAAAAAAAAAAAAAAAAAAAAAAAAA13CtV41oqWmfLr5NvStdLl53DE9sdEgmOwAAAAAAAAAAAAAA&#10;AruO4ed4fa0R0455SPrqcrBM9tekGWVgAAAAAAAAAAAAAAAAAAAAAAAAADZaDJzuiw376wt8FuVh&#10;pPmBIdAAAAAAAAAAAAAAAAAAAAAAAAAAAAAAAAAAAAAAAAAAAAAAAAAAAAAAAAAAAAAAAAAAAAAA&#10;AAAAAAAAAAAAAAAAAAAAAAAAAAAAAAAAAAAAAAAAAAAAAAAAAAAAAAAAAAAAAAAAAAAAAAAAAAAA&#10;AAAAAAAAAAAAAAAAAAAAAAAAAAAAAAAAAAAAAAAAAAAAEPi2bmeHZrb9MxyY+/ocdVfkae89sxsD&#10;IqoAAAAH2JmJiYnaY6pgjoneAabg/E41dOazTtnrHX8+O/0rLSannY5F/fx+ILNJAAAAAAAAAAAA&#10;AAAAAAAAAAAABnOO6DmcvjOOP1d58qI7JV2uwci3OVjybdfmkFQigAAAAAAAAAAAAAAAAAAAAAAA&#10;AALTgOq5nVzitPk5Y2+9J0OXkZeTPVb1g0yyAAAAAAAAAAAAAAAHjLjjLivjnqtEw+WryqzWe2Ng&#10;YvJSceS1JjaazsprRybTE9kg8PgAAAAAAAAAAAAAAAAAAAAAAAANRwHJy+H1jtrMws9DbfTxHdIL&#10;JIAAAAAAAAAAAAAAAAAAAAAAAAAAAAAAAAAAAAAAAAAAAAAAAAAAAAAAAAAAAAAAAAAAAAAAAAAA&#10;AAAAAAAAAAAAAAAAAAAAAAAAAAAAAAAAAAAAAAAAAAAAAAAAAAAAAAAAAAAAAAAAAAAAAAAAAAAA&#10;AAAAAAAAAAAAAAAAAAAAAAAAAAAAAAAAAAAAAAAAUvhJm2xYcMT1zNp+7/8AqFxG/k0p3zuDPoIA&#10;AAAAD1S9sd4vS01tWd4mOwrM1mJrO0x2g1PC+I112La20Zqx5Ve/zwtNLqIz12novHXAJ7uAAAAA&#10;AAAAAAAAAAAAAAAAAAPGbFTPitiyRvW0bTD5esXpNbRvEgyGt0t9HqLYr9nTE98KjNinDkmk/dPe&#10;CO8AAAAAAAAAAAAAAAAAAAAAAAAA9VtNLxas7TWd4ImYmJjrgGx0eojVaXHlj5UdPmlcYckZcVbx&#10;2wDu9gAAAAAAAAAAAAAADLccw8zxC0x1ZI5Sr1tORqJnst0grnAAAAAAAAAAAAAAAAAAAAAAAAAF&#10;94NZOjNj88WTuHW6L1+8F4mgAAAAAAAAAAAAAAAAAAAAAAAAAAAAAAAAAAAAAAAAAAAAAAAAAAAA&#10;AAAAAAAAAAAAAAAAAAAAAAAAAAAAAAAAAAAAAAAAAAAAAAAAAAAAAAAAAAAAAAAAAAAAAAAAAAAA&#10;AAAAAAAAAAAAAAAAAAAAAAAAAAAAAAAAAAAAAAAAAAAAAAAAAAAAAAAAAAAAAMtx3LzvEbViejHE&#10;V/P81Zrr8rUTHzY2BXI4AAAAAAA6YM2TT5a5cVuTes9EvtL2x3i1Z2mAavh+ux67By69F69F690+&#10;xa6fPXPTeOi0dcAluoAAAAAAAAAAAAAAAAAAAAAAAgcW0MazTb1j9bTpr5/M4avBz2Po99XqBlZi&#10;YnaY2mFX1A+AAAAAAAAAAAAAAAAAAAAAAAAALvwd1W176a09flV/NM4fl2mcc9vTAL9PAAAAAAAA&#10;AAAAAAAFP4R4eVgx5ojprO0/eh8RpvjrfunYGdQAAAAAAAAAAAAAAAAAAAAAAAAAWng/k5Gv5PZe&#10;swk6C22fbvgGmWQAAAAAAAAAAAAAAAAAAAAAAAAAAAAAAAAAAAAAAAAAAAAAAAAAAAAAAAAAAAAA&#10;AAAAAAAAAAAAAAAAAAAAAAAAAAAAAAAAAAAAAAAAAAAAAAAAAAAAAAAAAAAAAAAAAAAAAAAAAAAA&#10;AAAAAAAAAAAAAAAAAAAAAAAAAAAAAAAAAAAAAAAAAAAAAAAAAAAEzERMz1QdUAxOfJObPkyz13tN&#10;lLe3Lva3fO4Ob4AAAAAAAADtpdTk0meubFPTHXHZMd0vWLJbFeL164/EGt0erx6zBGXHPmmvbWVt&#10;hy1zUi1fvjuB3ewAAAAAAAAAAAAAAAAAAAAAABnuPaDm7+NYo8m0+XEdk96v12Dk252sdE9fpBTI&#10;gAAAAAAAAAAAAAAAAAAAAAAAAOmnzWwZ6Za9dZ3esd5x3raOuJBs8WSuXFXJWd62jeFxW0WrFo6p&#10;jcHt9AAAAAAAAAAAAAAR9fh5/RZce28zXePS556cvDavmBjp6J2VAPgAAAAAAAAAAAAAAAAAAAAA&#10;AAJPDsnNa/Dbf5Wzpp7cnPSfODYrcAAAAAAAAAAAAAAAAAAAAAAAAAAAAAAAAAAAAAAAAAAAAAAA&#10;AAAAAAAAAAAAAAAAAAAAAAAAAAAAAAAAAAAAAAAAAAAAAAAAAAAAAAAAAAAAAAAAAAAAAAAAAAAA&#10;AAAAAAAAAAAAAAAAAAAAAAAAAAAAAAAAAAAAAAAAAAAAAAAAAAAAAAAAAAAAAAAAAEXieXmeH577&#10;9PJ2j7+hy1NuRp7z5tgY9UgAAAAAAAAAACTodZk0WeMlOms9Fq9lodMGa2G/Kr1dsd4Nbp8+PU4a&#10;5cVt62/DzLXHkrkpFqzvEg6PQAAAAAAAAAAAAAAAAAAAAADzlx1y47Y7xvW0bTD5asWrNbRvEgyG&#10;v0l9HqbYre966z3wqc+KcOSaz1dk94IzmAAAAAAAAAAAAAAAAAAAAAAAADReD2q5eC2ntPlY+mPQ&#10;sOH5eVjnHPXXqBcJYAAAAAAAAAAAAAAAx/EcPi+uy446t949Co1FObz2r5wRXMAAAAAAAAAAAAAA&#10;AAAAAAAAAeqW5N4tHXE7kTtMT3A2uK3LxUt3xErqs71ie+Ae30AAAAAAAAAAAAAAAAAAAAAAAAAA&#10;AAAAAAAAAAAAAAAAAAAAAAAAAAAAAAAAAAAAAAAAAAAAAAAAAAAAAAAAAAAAAAAAAAAAAAAAAAAA&#10;AAAAAAAAAAAAAAAAAAAAAAAAAAAAAAAAAAAAAAAAAAAAAAAAAAAAAAAAAAAAAAAAAAAAAAAAAAAA&#10;AAAAAAAAAVHhHk5Ojx44+Xf8IROI22w1r3yDOK8AAAAAAAAAAAAE3hvEL6HNv02xW9/X8487rps8&#10;4L99Z64Bq8WSmbHXJjtFqWjeJha1tF6xas7xPUD0+gAAAAAAAAAAAAAAAAAAAAAIXFNDGt00xERz&#10;lemk/k46rDGbHtHvo6gZO0TW0xMbTHRMKqY2naesHwAAAAAAAAAAAAAAAAAAAAAAAEnh+p8V1mPL&#10;v5O+1vQ6afJzWatuzqkGxiYmImOqVv1gAAAAAAAAAAAAAADP+EeHbLizRHvo5MoHEabWrfv6AUqG&#10;AAAAAAAAAAAAAAAAAAAAAAAADX8Kyc5w7DPbEbLbS25WnpPm2BLdQAAAAAAAAAAAAAAAAAAAAAAA&#10;AAAAAAAAAAAAAAAAAAAAAAAAAAAAAAAAAAAAAAAAAAAAAAAAAAAAAAAAAAAAAAAAAAAAAAAAAAAA&#10;AAAAAAAAAAAAAAAAAAAAAAAAAAAAAAAAAAAAAAAAAAAAAAAAAAAAAAAAAAAAAAAAAAAAAAAAAAAA&#10;AAAAAAAAAAABnfCPJytXjxxPvKb/AMf/AOK/iNt8ta90Ap0QAAAAAAAAAAAAABY8K4lbRZORkmZw&#10;Wnpj5vnh30upnDba3TSevzA1FbVvWLVmJrMbxMdq0iYmImJ3iQfQAAAAAAAAAAAAAAAAAAAAABQ8&#10;f0HJnxvFHRP7SO6e9B1+DaedrHRPvgUaEAAAAAAAAAAAAAAAAAAAAAAAADU8E1XjGiisz5ePyZ/J&#10;Z6LLzmGInrr0AsUgAAAAAAAAAAAAABA41h57h99o3mnlQ4aynL09u+OkGUVYAAAAAAAAAAAAAAAA&#10;AAAAAAAANJ4O5OVo7U+ZZY8PtvhmO6QWyUAAAAAAAAAAAAAAAAAAAAAAAAAAAAAAAAAAAAAAAAAA&#10;AAAAAAAAAAAAAAAAAAAAAAAAAAAAAAAAAAAAAAAAAAAAAAAAAAAAAAAAAAAAAAAAAAAAAAAAAAAA&#10;AAAAAAAAAAAAAAAAAAAAAAAAAAAAAAAAAAAAAAAAAAAAAAAAAAAAAAAAAAAAAAAAAAAAAMjxXJzv&#10;Es9u63J/h0fkqdVblam8+fYENyAAAAAAAAAAAAAAAFtwfini1owZ5/UzPRPzZ9iVo9Tzc83efInq&#10;nuBpOvqWIAAAAAAAAAAAAAAAAAAAAADzelclJpeImto2mJfJiLRMTG8SDJcR0dtFqZxzvNJ6az3w&#10;qdRhnDkmvZ2SCI5gAAAAAAAAAAAAAAAAAAAAAACw4LqvF9dWLTtTJ5M/k76PLzeaInqt0SDVLQAA&#10;AAAAAAAAAAAB5vWL0tSeq0bS+THKrMT1SDF58c4s98c9dbTCmvXkXtWeyQc3wAAAAAAAAAAAAAAA&#10;AAAAAAAAXXg3k2zZcffETCZw63l3r3xuDQJ4AAAAAAAAAAAAAAAAAAAAAAAAAAAAAAAAAAAAAAAA&#10;AAAAAAAAAAAAAAAAAAAAAAAAAAAAAAAAAAAAAAAAAAAAAAAAAAAAAAAAAAAAAAAAAAAAAAAAAAAA&#10;AAAAAAAAAAAAAAAAAAAAAAAAAAAAAAAAAAAAAAAAAAAAAAAAAAAAAAAAAAAAAAAAAAAAAD5e0UpN&#10;p6ojeXyZ2iZnsBiL2m97Xt12neVLM7zMz1yDyAAAAAAAAAAAAAAAAAu+C8U5HJ0uot5PVS09nmTN&#10;FqdtsWSej5M93mBfp4AAAAAAAAAAAAAAAAAAAAACJxLRV1ummm0c5XppPnctThjNj2+VHVIMletq&#10;Xmto2tE7TCpmJrMxPRMA8gAAAAAAAAAAAAAAAAAAAAAD7E7TvHWA1/DdT41oseSZ8rba3pW2myc7&#10;hrbt6pBKdQAAAAAAAAAAAAAGY4/h5rX8uI6Mkbq3X05OffstG4KxGAAAAAAAAAAAAAAAAAAAAAAA&#10;FhwTJzfEscb++iau+itydRXz9ANUtAAAAAAAAAAAAAAAAAAAAAAAAAAAAAAAAAAAAAAAAAAAAAAA&#10;AAAAAAAAAAAAAAAAAAAAAAAAAAAAAAAAAAAAAAAAAAAAAAAAAAAAAAAAAAAAAAAAAAAAAAAAAAAA&#10;AAAAAAAAAAAAAAAAAAAAAAAAAAAAAAAAAAAAAAAAAAAAAAAAAAAAAAAAAAAAAAAEXimTm+HZ7b7e&#10;Tt/HoctTbk6e8+bYGPVIAAAAAAAAAAAAAAAAAAA0PBeKc5EabUW8uOilp+V5vSn6PU8rbHknp+TP&#10;eC5TAAAAAAAAAAAAAAAAAAAAAAFHx/Qb/wD5eKPNeI9aFr8H/wAtY+sChQQAAAAAAAAAAAAAAAAA&#10;AAAAABb+D+q5vUWwWnycnTHpStBl5OSaT1W6vSDRrEAAAAAAAAAAAAABU+EOHl6SuWI6aW/CUXiF&#10;N8UW+bIM2rgAAAAAAAAAAAAAAAAAAAAAAB20l+b1WK/daHrFbk5az3SDaRO8brkAAAAAAAAAAAAA&#10;AAAAAAAAAAAAAAAAAAAAAAAAAAAAAAAAAAAAAAAAAAAAAAAAAAAAAAAAAAAAAAAAAAAAAAAAAAAA&#10;AAAAAAAAAAAAAAAAAAAAAAAAAAAAAAAAAAAAAAAAAAAAAAAAAAAAAAAAAAAAAAAAAAAAAAAAAAAA&#10;AAAAAAAAAAAAAAAAAAAABV+EOTk6CK9t7xH5ovELbYIjvkGZVwAAAAAAAAAAAAAAAAAAA+xMxO8T&#10;tMANLwficaqsYM07Zqx0T8+PasdJqedjkXny4/EFolAAAAAAAAAAAAAAAAAAAAA+WrF6zW0b1mNp&#10;ie0mImJiemJBkuJ6KdFqZrH7O3TSfN3KnU4Zw5Nvkz0wCG5AAAAAAAAAAAAAAAAAAAAAAPWO9sWS&#10;t6Ttas7w+1tNbRaOuOkGz02auo09Mteq0brjHeMmOto7YB1egAAAAAAAAAAAAcdXijPpcuKflVnb&#10;0vGWnLxWr3wDGTG0zE9innokHwAAAAAAAAAAAAAAAAAAAAAAfQG00mTndLiv31hcYrcrFWe+AdXs&#10;AAAAAAAAAAAAAAAAAAAAAAAAAAAAAAAAAAAAAAAAAAAAAAAAAAAAAAAAAAAAAAAAAAAAAAAAAAAA&#10;AAAAAAAAAAAAAAAAAAAAAAAAAAAAAAAAAAAAAAAAAAAAAAAAAAAAAAAAAAAAAAAAAAAAAAAAAAAA&#10;AAAAAAAAAAAAAAAAAAAAAAAAAAAAAAAAFD4S5PKwY9+ybT+H+UHiVumlfTIKNCAAAAAAAAAAAAAA&#10;AAAAAAB6pe1LxekzW1Z3iY7CJmsxMTtMA1PCuJV1uLk32jNWPKjv88LTS6iM1dp6Lx1x3gnu4AAA&#10;AAAAAAAAAAAAAAAAAI3ENHXW6acc9Fo6az3S56jDGbHNZ6+yQZDJS2LJal4mLVnaYlU2rNbTWY2m&#10;AeXwAAAAAAAAAAAAAAAAAAAAABfeDuq6L6a09XlV/NO4fl6Jxz6YBeJoAAAAAAAAAAAAADI8Vw8x&#10;xDLWI2iZ5UfeqdVTkZ7R2T0ghuQAAAAAAAAAAAAAAAAAAAAAAA1fBMnOcNx99d4WmitytPXzdAJ7&#10;uAAAAAAAAAAAAAAAAAAAAAAAAAAAAAAAAAAAAAAAAAAAAAAAAAAAAAAAAAAAAAAAAAAAAAAAAAAA&#10;AAAAAAAAAAAAAAAAAAAAAAAAAAAAAAAAAAAAAAAAAAAAAAAAAAAAAAAAAAAAAAAAAAAAAAAAAAAA&#10;AAAAAAAAAAAAAAAAAAAAAAAAAAAAAAAAADMeEF+XxHk7+8pEfn+at19t9Rt3REArEYAAAAAAAAAA&#10;AAAAAAAAAAAB7w5b4ctcuO01vWd4mH2lppaLVnaYBrOHa+muw8qNq5K+/r3f4Wunz1z036rR1wCW&#10;6gAAAAAAAAAAAAAAAAAAAApePaDl18axR5VffxHbHeh67BvHO1jpj3wM+gAAAAAAAAAAAAAAAAAA&#10;AAAAO2kzzptTjy1+TPT6HrFeceSt47JBsqWi9K3rO8WjeFxExaImOqQen0AAAAAAAAAAAAFF4SYe&#10;nFmiP9MoPEae9v8AdIKJCAAAAAAAAAAAAAAAAAAAAAAAGg8G8m+HLj7rbp/DreRevdO4LpMAAAAA&#10;AAAAAAAAAAAAAAAAAAAAAAAAAAAAAAAAAAAAAAAAAAAAAAAAAAAAAAAAAAAAAAAAAAAAAAAAAAAA&#10;AAAAAAAAAAAAAAAAAAAAAAAAAAAAAAAAAAAAAAAAAAAAAAAAAAAAAAAAAAAAAAAAAAAAAAAAAAAA&#10;AAAAAAAAAAAAAAAAAAAAAAAAAAABkOKX5ziWe3+vb+HR+Sp1VuVqMk+fYERyAAAAAAAAAAAAAAAA&#10;AAAAAAAHXTajJpc1cuK21o/hMd0vWPJbFeL0naYBrdFrMetwRkx9E9Vq9tZWuHNXNTlV++O4Eh0A&#10;AAAAAAAAAAAAAAAAAAHyYiYmJjeJ64JjeNpBlOK6GdFqZ5Mfqr9NJ/JVarBzOTo97PUCC4gAAAAA&#10;AAAAAAAAAAAAAAAANLwDVc7pZw2nysXV6FjoMvLxcieuvqBapQAAAAAAAAAAAAIfFsPP8PyR21jl&#10;R9zjq6cvT2jtjpBkVUAAAAAAAAAAAAAAAAAAAAAAALbwdycnW2p8+vqSuH22zTHfANIsQAAAAAAA&#10;AAAAAAAAAAAAAAAAAAAAAAAAAAAAAAAAAAAAAAAAAAAAAAAAAAAAAAAAAAAAAAAAAAAAAAAAAAAA&#10;AAAAAAAAAAAAAAAAAAAAAAAAAAAAAAAAAAAAAAAAAAAAAAAAAAAAAAAAAAAAAAAAAAAAAAAAAAAA&#10;AAAAAAAAAAAAAAAAAAAAAAAAAYjLfnM17/OtMqW88q9p753B4fAAAAAAAAAAAAAAAAAAAAAAAAAS&#10;NFrMmizxkx9MdVq9loe8Oa2G/Kr98d4NbptRj1WCuXFO9Z/jE90rbHkrlpF6z0T+AOr0AAAAAAAA&#10;AAAAAAAAAAAI+u0ldZprYrdE9dZ7pc8+KM2Oaz19k9wMhlx3w5LY8kbWrO0wqbVmlpraNpgHh8AA&#10;AAAAAAAAAAAAAAAAAABM4XqfFdbS0ztW3k29DrpcnNZqz2T0SDXda2AAAAAAAAAAAAB8tEWrNZ6p&#10;jaSY3jaQYzVYpwanJjn5NphTZa8jJavdIOLyAAAAAAAAAAAAAAAAAAAAAAmcKyc3xHDPZM7S66W3&#10;J1FJ8+wNctgAAAAAAAAAAAAAAAAAAAAAAAAAAAAAAAAAAAAAAAAAAAAAAAAAAAAAAAAAAAAAAAAA&#10;AAAAAAAAAAAAAAAAAAAAAAAAAAAAAAAAAAAAAAAAAAAAAAAAAAAAAAAAAAAAAAAAAAAAAAAAAAAA&#10;AAAAAAAAAAAAAAAAAAAAAAAAAAAAAAAAAAAAAAAAABy1V+b0uW/zaTP4POWeTivPdEyDFKYAAAAA&#10;AAAAAAAAAAAAAAAAAAAAAATOHa++hzcqN7Y7e/r3/wCXXT57YL79dZ64Bq8OWmfFXLitFqWjeJha&#10;0tW9YtWd4kHt9AAAAAAAAAAAAAAAAAAAFPx3Qc7j8Zxx5dI8qO+O9E12DlV5ysdMdfoBnVeAAAAA&#10;AAAAAAAAAAAAAAAAA1nB9V4zoa8qd708my00mXnMMb9cdEgnO4AAAAAAAAAAAAM34Q4eRrIyRHRk&#10;r+Ku4hTk5ot86AVKKAAAAAAAAAAAAAAAAAAAAAA94r83lpf5tol9rPJtE90g21Lcqlbd8brmJ3iJ&#10;7wfX0AAAAAAAAAAAAAAAAAAAAAAAAAAAAAAAAAAAAAAAAAAAAAAAAAAAAAAAAAAAAAAAAAAAAAAA&#10;AAAAAAAAAAAAAAAAAAAAAAAAAAAAAAAAAAAAAAAAAAAAAAAAAAAAAAAAAAAAAAAAAAAAAAAAAAAA&#10;AAAAAAAAAAAAAAAAAAAAAAAAAAAAAAAAAABD4vfkcMzz312/jOzjq5201582wMiqgAAAAAAAAAAA&#10;AAAAAAAAAAAAAAAAAWHCuI20OXk33nDafKju88O+l1E4bbT00nrjuBqaXrekXpMWraN4mO1ZxMWi&#10;Jid4kH19AAAAAAAAAAAAAAAAAAJjeNp6gGV4voZ0eo5VI/VX6a+bzKvV4OZybx723UCvcAAAAAAA&#10;AAAAAAAAAAAAAAWfAtVzGs5u0+Rl6Pv7EjQ5eRm5M9VugGnWYAAAAAAAAAAAAKvj+HnNDzkdeOd/&#10;uRtfTlYOV21kGZVoAAAAAAAAAAAAAAAAAAAAAAA2PDsnO6DDbt5PSt9PblYKT5gSXQAAAAAAAAAA&#10;AAAAAAAAAAAAAAAAAAAAAAAAAAAAAAAAAAAAAAAAAAAAAAAAAAAAAAAAAAAAAAAAAAAAAAAAAAAA&#10;AAAAAAAAAAAAAAAAAAAAAAAAAAAAAAAAAAAAAAAAAAAAAAAAAAAAAAAAAAAAAAAAAAAAAAAAAAAA&#10;AAAAAAAAAAAAAAAAAAABW8ftyeGzHzrxH5/kja+dtPt3zEAy6tAAAAAAAAAAAAAAAAAAAAAAAAAA&#10;AAAAWnB+J+K35nNO+G09E/Mn2JOk1PNTyLz5E/gDTRMTG8TvErIAAAAAAAAAAAAAAAAAAAcNZpqa&#10;vT2xX7eqe6e94zY4y45pP3eYGQz4b4M1sWSNrVnaVRek0vNbR0wDm+AAAAAAAAAAAAAAAAAAAD7W&#10;ZraLRO0xO8SRO07x1wDY6HURqtJjyx1zHT6Vvgyc7irb+IJDoAAAAAAAAAAAOeoxRmwZMc/KrMPO&#10;SvLpavfAMXas1tNZ64nZTTG0zHcDyAAAAAAAAAAAAAAAAAAAAAANP4P5OXoOT8y0wstBbfBt3SCz&#10;SQAAAAAAAAAAAAAAAAAAAAAAAAAAAAAAAAAAAAAAAAAAAAAAAAAAAAAAAAAAAAAAAAAAAAAAAAAA&#10;AAAAAAAAAAAAAAAAAAAAAAAAAAAAAAAAAAAAAAAAAAAAAAAAAAAAAAAAAAAAAAAAAAAAAAAAAAAA&#10;AAAAAAAAAAAAAAAAAAAAAAAAAAAAAAAFP4SW202Gvfff8P8AKHxGf1dI84M6gAAAAAAAAAAAAAAA&#10;AAAAAAAAAAAAAAAAC64LxTm5jTai3kT7y0/J83oTNHqeTMY8k+T2T3A0CeAAAAAAAAAAAAAAAAAA&#10;AKrjmg5/D4xjj9ZSOmI7YRdbg5dOcrHlV6/PAM0rgAAAAAAAAAAAAAAAAAAAAXXg7quTlvprT0W8&#10;qvpTOH5drTjnqnpgGgTwAAAAAAAAAAAAZPjOHmeIZNo2i3lR96q1lORqLd09IILiAAAAAAAAAAAA&#10;AAAAAAAAAAvPBvJ5WbH6JTeHW6b1+8F8nAAAAAAAAAAAAAAAAAAAAAAAAAAAAAAAAAAAAAAAAAAA&#10;AAAAAAAAAAAAAAAAAAAAAAAAAAAAAAAAAAAAAAAAAAAAAAAAAAAAAAAAAAAAAAAAAAAAAAAAAAAA&#10;AAAAAAAAAAAAAAAAAAAAAAAAAAAAAAAAAAAAAAAAAAAAAAAAAAAAAAAAAAAAAAAKHwlt5Wnr3Raf&#10;Ug8Snpxx6QUaEAAAAAAAAAAAAAAAAAAAAAAAAAAAAAAAAC/4LxTlcnS6i3ldWO09vmlO0eq32xZJ&#10;6fkz+QLtNAAAAAAAAAAAAAAAAAAAGX4zoPFM/OY4/VZOrzT3KzWYOaycqseTb8AVqOAAAAAAAAAA&#10;AAAAAAAAAOmHLbDmplp11nd9paaXi0dcSDZ4ctc2GmSs7xaN1xS0XpFo6pgHt6AAAAAAAAAAAFJ4&#10;R4d8eLPHZPJlC4jTya37ugFAggAAAAAAAAAAAAAAAAAAAAALLgOTkcRiOy1ZhI0NttREd8bA1CzA&#10;AAAAAAAAAAAAAAAAAAAAAAAAAAAAAAAAAAAAAAAAAAAAAAAAAAAAAAAAAAAAAAAAAAAAAAAAAAAA&#10;AAAAAAAAAAAAAAAAAAAAAAAAAAAAAAAAAAAAAAAAAAAAAAAAAAAAAAAAAAAAAAAAAAAAAAAAAAAA&#10;AAAAAAAAAAAAAAAAAAAAAAAAAAAAAZzwktvrMde7Hv8AjKv4jP66sd1QVCIAAAAAAAAAAAAAAAAA&#10;AAAAAAAAAAAAAAAD71dQDScH4p4zWMGe366I6Jn5ce1Y6PU85HIvPlx1T3gtUoAAAAAAAAAAAAAA&#10;AAABy1WnpqsFsOTqt29097xlxxlxzS3VIMfqMF9NntiyRtasqnJScd5pbrgHJ5AAAAAAAAAAAAAA&#10;AAAAAGh8HdVysV9PaemnTX0J/D8u9Zxz2dMAuUwAAAAAAAAAAAReJ4ef0GWnbEbx9zlqacvBaPNu&#10;DIKkHwAAAAAAAAAAAAAAAAAAAABI0OTmtbhv3Wh7wW5Oak+cGyXAAAAAAAAAAAAAAAAAAAAAAAAA&#10;AAAAAAAAAAAAAAAAAAAAAAAAAAAAAAAAAAAAAAAAAAAAAAAAAAAAAAAAAAAAAAAAAAAAAAAAAAAA&#10;AAAAAAAAAAAAAAAAAAAAAAAAAAAAAAAAAAAAAAAAAAAAAAAAAAAAAAAAAAAAAAAAAAAAAAAAAAAA&#10;AAAAADMeEFt+JTHdSIVmvnfUeiIBWI4AAAAAAAAAAAAAAAAAAAAAAAAAAAAAAAAAD7W01tFqzMTE&#10;7xMdhEzE7xO0wDU8J4lGtx8jJMRnrHTHzvPCz0upjNXk26Lx1+cFgkAAAAAAAAAAAAAAAAAAKzje&#10;g8Zw89jj9bjj+aEbW4Ocpy6++r+MAzKtB8AAAAAAAAAAAAAAAAAAEjQ6idLq8eWOqJ2n0PeDJzWW&#10;tv4g2NZi1YmOmJ6VxE7xvAPoAAAAAAAAAATG8bSAxuuw8xrMuPutO3oU+anIzWr3SCO8AAAAAAAA&#10;AAAAAAAAAAAAA+xM1tEx1x0kTtO4NrgvzmDHeO2sSuaTyqVnvgHR6AAAAAAAAAAAAAAAAAAAAAAA&#10;AAAAAAAAAAAAAAAAAAAAAAAAAAAAAAAAAAAAAAAAAAAAAAAAAAAAAAAAAAAAAAAAAAAAAAAAAAAA&#10;AAAAAAAAAAAAAAAAAAAAAAAAAAAAAAAAAAAAAAAAAAAAAAAAAAAAAAAAAAAAAAAAAAAAAAAAAAAA&#10;AAAAABlONW5XFM3m2j8IVWtnfVX+71AgOIAAAAAAAAAAAAAAAAAAAAAAAAAAAAAAAAAAA94sl8OS&#10;uTHaa3rO8TD7W00tFqztMdUg1fDeIU12Hforlr7+v5x5lpps8Z6d1o64BMdgAAAAAAAAAAAAAAAA&#10;AGZ43oPFs3PY4/VZJ/hKt1uDm78useTb8JBVowAAAAAAAAAAAAAAAAAAA1HAtVz+j5u0+Vi6Pu7F&#10;locvLw8meuvQCySQAAAAAAAAAABnfCLDydTTNEdF42n0wr+IU2yVv3wCnRAAAAAAAAAAAAAAAAAA&#10;AAAAGt4Pk5zhuKfmxyf4LXSW5Wnr5ugE12AAAAAAAAAAAAAAAAAAAAAAAAAAAAAAAAAAAAAAAAAA&#10;AAAAAAAAAAAAAAAAAAAAAAAAAAAAAAAAAAAAAAAAAAAAAAAAAAAAAAAAAAAAAAAAAAAAAAAAAAAA&#10;AAAAAAAAAAAAAAAAAAAAAAAAAAAAAAAAAAAAAAAAAAAAAAAAAAAAAAAAAAAAAABkOKzvxLPP+rZU&#10;6qd9Tk9IIjkAAAAAAAAAAAAAAAAAAAAAAAAAAAAAAAAAAAADrp8+TTZq5cVtrV/HzPWPJbHeLVna&#10;YBrNDrMetwRkp0WjotXtrK1wZq5sfKjontjuBJdAAAAAAAAAAAAAAAAAc9RgpqcFsWSN62j+Dzkp&#10;GSk1t1SDH6rT30uotiyR01nonvjvVGXHOLJNLdgOLyAAAAAAAAAAAAAAAAAAncH1Xi2urvPkX8mz&#10;tpMvN5o36rdEg1i1AAAAAAAAAAAFdx3DzvD7WiOnHPKR9dTlYJntr0gyysAAAAAAAAAAAAAAAAAA&#10;AAAAaPwcycrS5KfNssOHW3xWr3SC3SwAAAAAAAAAAAAAAAAAAAAAAAAAAAAAAAAAAAAAAAAAAAAA&#10;AAAAAAAAAAAAAAAAAAAAAAAAAAAAAAAAAAAAAAAAAAAAAAAAAAAAAAAAAAAAAAAAAAAAAAAAAAAA&#10;AAAAAAAAAAAAAAAAAAAAAAAAAAAAAAAAAAAAAAAAAAAAAAAAAAAAAAAAAAAY3iE8riGon/8AZb1q&#10;fUTvnyfWkEd4AAAAAAAAAAAAAAAAAAAAAAAAAAAAAAAAAAAAAASNHq8mjzxlxz6Y7Jjue8OW2G8W&#10;r98d4NZpdTj1eCuXFO8T1x2xPdK1xZK5aRes9HqB2ewAAAAAAAAAAAAAAAAV3GdB43g5zHH63HHR&#10;547kfWYOdpyqx5dfxBl1YD4AAAAAAAAAAAAAAAAA+gNdwvU+NaKl5nyo8m3pW2lyc7hie2OiQS3U&#10;AAAAAAAAAB4y44y4r456rRMPlq8qs1ntjYGLyUnHktSY2ms7Ka0cm0xPZIPD4AAAAAAAAAAAAAAA&#10;AAAAAC48HMm2pyY9/fV3S+HW2yWr3wDRLAAAAAAAAAAAAAAAAAAAAAAAAAAAAAAAAAAAAAAAAAAA&#10;AAAAAAAAAAAAAAAAAAAAAAAAAAAAAAAAAAAAAAAAAAAAAAAAAAAAAAAAAAAAAAAAAAAAAAAAAAAA&#10;AAAAAAAAAAAAAAAAAAAAAAAAAAAAAAAAAAAAAAAAAAAAAAAAAAAAAAAAAAAAAAGL1c76zPPfkt61&#10;Nl6c1/rSDi8gAAAAAAAAAAAAAAAAAAAAAAAAAAAAAAAAAAAAAACXw/XX0Ofl16aW6L174ddPntgv&#10;vHTE9cd4NZgzY9RirlxW5VLR0StKXrkpFqzvEg9vQAAAAAAAAAAAAAAAAM5xzQcxl8Yxx+rvPTEd&#10;kq7XYORbnKx5NuvzSCoRQAAAAAAAAAAAAAAAAAFrwDVc1qpw2nycnV6UrQZeRl5E9VvWDSrEAAAA&#10;AAAAAAAZbjmHmuIWmI6LxyoVetpyNRM9lukFc4AAAAAAAAAAAAAAAAAAAAAncGyc3xLF/q8l20du&#10;TqK+foBrFqAAAAAAAAAAAAAAAAAAAAAAAAAAAAAAAAAAAAAAAAAAAAAAAAAAAAAAAAAAAAAAAAAA&#10;AAAAAAAAAAAAAAAAAAAAAAAAAAAAAAAAAAAAAAAAAAAAAAAAAAAAAAAAAAAAAAAAAAAAAAAAAAAA&#10;AAAAAAAAAAAAAAAAAAAAAAAAAAAAAAAAAAAAAADE5531GSf9U+tS5P2lvTIOb4AAAAAAAAAAAAAA&#10;AAAAAAAAAAAAAAAAAAAAAAAAAACfwviNtDm2tvOG3vq93nh20uonBfp6aT1x+YNTS9clK3paLVtG&#10;8THatKzFqxNZ3ie0Hp9AAAAAAAAAAAAAAAHjNipnxWxZI3raNpeb0i9JraN4kGP1mlvpNRbFfs6p&#10;74VObFOLJNJ+4HB4AAAAAAAAAAAAAAAAB6pe2O9b1na1Z3grM1mJjrgGy0meNTpseWPlR0+lcYrx&#10;kx1vHbAOz2AAAAAAAAAAp/CPDytPjzRHTWdp+9D4hTfHW/dOwM6gAAAAAAAAAAAAAAAAAAAAA66e&#10;/N6jHfutEvWOeTkrPdINpE7xE965jpjcH0AAAAAAAAAAAAAAAAAAAAAAAAAAAAAAAAAAAAAAAAAA&#10;AAAAAAAAAAAAAAAAAAAAAAAAAAAAAAAAAAAAAAAAAAAAAAAAAAAAAAAAAAAAAAAAAAAAAAAAAAAA&#10;AAAAAAAAAAAAAAAAAAAAAAAAAAAAAAAAAAAAAAAAAAAAAAAAAAAAAAAAAAAAAGIy/tb/AFpUtvfT&#10;6QeHwAAAAAAAAAAAAAAAAAAAAAAAAAAAAAAAAAAAAAAAAABZ8I4nOkyRiyzvgtP8s96RpNTzVuRe&#10;fIn8AaaJiYiYmJieqYWcTvG8A+gAAAAAAAAAAAAAAAgcX0Pjmn3pH62nTXz+Zw1eDnse8e+r1Ays&#10;9E7SqwfAAAAAAAAAAAAAAAAAF54O6rab6a09flV/NN4fl6Zxz6YBfJwAAAAAAAAACPr8PP6LLj26&#10;ZrvHpc89OXhtXzAx0xtO0qgHwAAAAAAAAAAAAAAAAAAAABs9Fk53R4b99YXGG3Kw0nvgHd7AAAAA&#10;AAAAAAAAAAAAAAAAAAAAAAAAAAAAAAAAAAAAAAAAAAAAAAAAAAAAAAAAAAAAAAAAAAAAAAAAAAAA&#10;AAAAAAAAAAAAAAAAAAAAAAAAAAAAAAAAAAAAAAAAAAAAAAAAAAAAAAAAAAAAAAAAAAAAAAAAAAAA&#10;AAAAAAAAAAAAAAAAAAAAAAGHyftLemVJb30+kHkAAAAAAAAAAAAAAAAAAAAAAAAAAAAAAAAAAAAA&#10;AAAAAAFxwbinM2jTai36uZ2rafkz3ehL0ep5ExjyT5M9U9wNEsAAAAAAAAAAAAAAAAAZ7j2g5rJ4&#10;zijyLT5UR2T3q/XYOTbnax0T1+kFMiAAAAAAAAAAAAAAAAA66bNbT6imWvXWd3rHeceSt47JBs8W&#10;SuXHXJWd62jeJXFbRasWjqkHp9AAAAAAAAAAY/iOHmNdlx7bRyt49Co1FObz2r5+gEVzAAAAAAAA&#10;AAAAAAAAAAAABqeBZOXw6sT11mYWehtytPEd07AsUgAAAAAAAAAAAAAAAAAAAAAAAAAAAAAAAAAA&#10;AAAAAAAAAAAAAAAAAAAAAAAAAAAAAAAAAAAAAAAAAAAAAAAAAAAAAAAAAAAAAAAAAAAAAAAAAAAA&#10;AAAAAAAAAAAAAAAAAAAAAAAAAAAAAAAAAAAAAAAAAAAAAAAAAAAAAAAAAAAAAAAAAAAAAYrUYr4c&#10;96ZKzW0T1TCmyVtS8xaJidwcnkAAAAAAAAAAAAAAAAAAAAAAAAAAAAAAAAAAAAAAAAAAAAF9wXim&#10;/J0uot09WO0+pO0eq6sWSfqz+QLxNAAAAAAAAAAAAAAAHnLjrmx2x3jeto2mHy1YvWa2jeJBkNdp&#10;LaPU2xW6uus98KnPinDkms9XZIIzmAAAAAAAAAAAAAAAADR+D+q5zT2wWnysfV6FhoMvKxzSeuvV&#10;6AW6WAAAAAAAAAAoPCPDtlx5oj30cmUDiNNrVv39AKRDAAAAAAAAAAAAAAAAAAAABf8Ag3k8jNj3&#10;6piydw63Rev3gu00AAAAAAAAAAAAAAAAAAAAAAAAAAAAAAAAAAAAAAAAAAAAAAAAAAAAAAAAAAAA&#10;AAAAAAAAAAAAAAAAAAAAAAAAAAAAAAAAAAAAAAAAAAAAAAAAAAAAAAAAAAAAAAAAAAAAAAAAAAAA&#10;AAAAAAAAAAAAAAAAAAAAAAAAAAAAAAAAAAAAAAAAAAAcNXo8Gsx8jNTfutHXHol4y4aZq7Xj0T2w&#10;DN8Q4Vn0czaP1mL50R1elXZ9LfD0++p3wCA4AAAAAAAAAAAAAAAAAAAAAAAAAAAAAAAAAAAAAAAA&#10;AAAAA0fBuKc/WNPnt+tiPJtPyo9qw0ep5cRjvPlR1T3gt0sAAAAAAAAAAAAAAAQuK6GNbppisfra&#10;dNZ7/M46rBz2Po99HTAMnMTWZiY2mOuFVMbTtIPgAAAAAAAAAAAAAAAJXDdT4rrKZN/Jmdreh00+&#10;Tms1bdnVINhE7xvHVK3AAAAAAAAAAQONYee4ffaN5p5UOGspy9PbvjpBlFWAAAAAAAAAAAAAAAAA&#10;AAAC08H8nI1817L1lJ0Fts+3fANMsgAAAAAAAAAAAAAAAAAAAAAAAAAAAAAAAAAAAAAAAAAAAAAA&#10;AAAAAAAAAAAAAAAAAAAAAAAAAAAAAAAAAAAAAAAAAAAAAAAAAAAAAAAAAAAAAAAAAAAAAAAAAAAA&#10;AAAAAAAAAAAAAAAAAAAAAAAAAAAAAAAAAAAAAAAAAAAAAAAAAAAAAAAAAAJjeNp6gFPxDgdMm+TS&#10;bUv207J9Hch6jRRbe2Lon5vYCgyY74rzTJWa2jriYQbVtS01tExMdkg8PgAAAAAAAAAAAAAAAAAA&#10;AAAAAAAAAAAAAAAAAAAAAAAD7EzWYmszEx0xMdhEzE7x0SDT8I4lGsx83lmIz1jp/wBUd6z0mpjN&#10;Xk2ny4/EFkkAAAAAAAAAAAAAAACg49oOTbxrFXon38R396BrsG087WOiffApEMAAAAAAAAAAAAAA&#10;AAGq4LqvGdFWLT5ePyZWmjy85hiJ669EgsHcAAAAAAAAHm9YvS1J6rRtL5McqJie0GLz45xZr456&#10;62mFNes0vas9kg5vgAAAAAAAAAAAAAAAAAAAlcNyc1r8Nt+jlbOmmtyc9J84NgtwAAAAAAAAAAAA&#10;AAAAAAAAAAAAAAAAAAAAAAAAAAAAAAAAAAAAAAAAAAAAAAAAAAAAAAAAAAAAAAAAAAAAAAAAAAAA&#10;AAAAAAAAAAAAAAAAAAAAAAAAAAAAAAAAAAAAAAAAAAAAAAAAAAAAAAAAAAAAAAAAAAAAAAAAAAAA&#10;AAAAAAAAAAAAAAAAAABH1miwaynJzV6Y6rR1w55sNM1drx09k9sAzev4Zm0UzafLxb9F4/PuV2fT&#10;Xw9PXXvgEFxAAAAAAAAAAAAAAAAAAAAAAAAAAAAAAAAAAAAAAAAAAeseS+LJW+O01tWd4mH2tpra&#10;LVnaY6pBq+GcQrrsPTtXLX31fzjzLTTaiM9OnovHXAJrsAAAAAAAAAAAAAA83pXJS1LxvW0bTD5a&#10;ItWYmN4kGR4ho7aLU2xz01nprPfCp1GGcOSa9nZIIrmAAAAAAAAAAAAAAALHgmq8X1sVtO1Mnkz6&#10;exI0WXm80RPVboBqVmAAAAAAAAAAzHH8PN67lxHRkjdW6+nJz79lo3BWIwAAAAAAAAAAAAAAA9Vp&#10;e3vaWn0QRWZ6omQd6aDV5Pe6bL99dnSMGW3Vjt/AHanBtdb/AOGK+m0PcaPPPyNvTMAkYuBayL1t&#10;NsVdp399Pse6aHNFonesbecGijeKxv1rGOoH0AAAAAAAAAAAAAAAAAAAAAAAAAAAAAAAAAAAAAAA&#10;AAAAAAAAAAAAAAAAAAAAAAAAAAAAAAAAAAAAAAAAAAAAAAAAAAAAAAAAAAAAAAAAAAAAAAAAAAAA&#10;AAAAAAAAAAAAAAAAAAAAAAAAAAAAAAAAAAAAAAAAAAAAAAAAAAAAAAAAAAAAAAAAAAAACYiYmJje&#10;J64knpjaQUvEOB1vvk0e1bduOeqfR3Ieo0MTvbD0T80FDelsd5pes1tHRMT2IFqzWZi0TEx2SDyA&#10;AAAAAAAAAAAAAAAAAAAAAAAAAAAAAAAAAAAAAAAA6YM+TT5q5cVuTar7S9sd4tWdpgGs4frseuwc&#10;unReOi9e6VrgzVz05UdEx1x3AlOoAAAAAAAAAAAAACHxPRRrdNNY25yvTSfO5anDGbHt8qOqQZO1&#10;Zpaa2iYmJ2mJVMxMTMT0TAPIAAAAAAAAAAAAAA+xMxMTHRMEdE7wDYcO1MarR48nbttb0rfT5Odw&#10;1t29oJLoAAAAAAAACp8IcPL0lcsR00t+EovEKcrFFvmyDNq4AAAAAAAfQHbFo9Tm/Z4MlvPyej+L&#10;3XDkv72lp+4E3FwLWX9/yMceed/U7V0Oaevk19MglYvB2P8A5dRM+atXWvD4+Vk/hAJdOB6GvvqX&#10;v9a0/k610WGOuJn0yCTj0Olxe80+OP8Aju6VwYq9WOv8Ad4iKxtEREeZ0iIjqB9AAAAAAAAAAAAA&#10;AAAAAAAAAAAAAAAAAAAAAAAAAAAAAAAAAAAAAAAAAAAAAAAAAAAAAAAAAAAAAAAAAAAAAAAAAAAA&#10;AAAAAAAAAAAAAAAAAAAAAAAAAAAAAAAAAAAAAAAAAAAAAAAAAAAAAAAAAAAAAAAAAAAAAAAAAAAA&#10;AAAAAAAAAAAAAAAAAAAAAAAAAABG1ugwa2m2WvlR1XjrhzzYKZo2tHT2THXAM3ruG59Fbe0cvH2X&#10;jq+/uVufTXwz09NfnQCE5AAAAAAAAAAAAAAAAAAAAAAAAAAAAAAAAAAAAAAAAA76TVZNHnjLinpj&#10;rjsmO57xZbYbxav3x3g1mk1WPWYIy4p6J647YnuWuLLXNSLV++O4Hd7AAAAAAAAAAAAAAUXHtB/9&#10;vFX7SI9aDrsH/wAtY+sCiQgAAAAAAAAAAAAAABceD2q5vPbT2noydMelL4fl5N5xz1W6vSDRLAAA&#10;AAAAAAHHV4uf0uXHtvyqzt6XjLTl4rV74BjJjaZieuFPPROwPgAA74NJqNT+xw2vHfEdH8XumLJk&#10;95SZ84LDD4P6i+05clMcd0dMu9NBkn39or+IJ+HgOkpEc5N8k+edo/B3pocUe+3t9+wJ2HSafB+y&#10;w0r54jp/i70xY6e9pWPuB2ewAAAAAAAAAAAAAAAAAAAAAAAAAAAAAAAAAAAAAAAAAAAAAAAAAAAA&#10;AAAAAAAAAAAAAAAAAAAAAAAAAAAAAAAAAAAAAAAAAAAAAAAAAAAAAAAAAAAAAAAAAAAAAAAAAAAA&#10;AAAAAAAAAAAAAAAAAAAAAAAAAAAAAAAAAAAAAAAAAAAAAAAAAAAAAAAAAAAAAAAAAAAAAAAAfLVi&#10;1ZraImJ64kmImNpjeAUnEOBRO+TR9E9uOfyQtRod97Yf5QUdq2paa3rNbR1xMbTCDMTWdpiYmOyQ&#10;eQAAAAAAAAAAAAAAAAAAAAAAAAAAAAAAAAAAAAAAAStBrcmhzxkp01novX50OmDNbDk5UdXbHeDW&#10;YM+PUYa5cVt62WuO9clItWd4kHR6AAAAAAAAAAAAB8tWt6zW0b1mNpiXyYiYmJjeJBkuJ6KdFqZr&#10;8i3TSfMqtThnDkmPkz0wCG5AAAAAAAAAAAAAAPeLJbFlrkr76s7w+0tNLRaOuJBs9PmrqMFMteq0&#10;brjHeMlItHVMA6PQAAAAAAAAM1rOFanJr8sYcUzSZ3i09EdKtzaXJbPaKV6N99+wEjT+D3VOpzf8&#10;aR+bpj4f25L/AHQCy0/DdJp+mmGsz326Z/FJx6bFj97SN++ekEt1AAAAAAAAAAAAAAAAAAAAAAAA&#10;AAAAAAAAAAAAAAAAAAAAAAAAAAAAAAAAAAAAAAAAAAAAAAAAAAAAAAAAAAAAAAAAAAAAAAAAAAAA&#10;AAAAAAAAAAAAAAAAAAAAAAAAAAAAAAAAAAAAAAAAAAAAAAAAAAAAAAAAAAAAAAAAAAAAAAAAAAAA&#10;AAAAAAAAAAAAAAAAAAAAAAAAAAAAAAAABE13D8Gtr+srybx1Xjrj2uWbT0zR5UbW7LR1gzeu4dn0&#10;Vv1leVSeq8dU+xXZ9PfDPlRvXsmARHIAAAAAAAAAAAAAAAAAAAAAAAAAAAAAAAAAAAAAAATuGcQv&#10;oc3TvbFafLr+ced202onBfvpPXANVjyUy465MdotW0bxMLStotWLVneJ6pB6fQAAAAAAAAAAAARe&#10;I6Out00459/HTWe6XLUYYzY5r29kgyN6Wx3tS8bWrO0wqbRNbTExtMA8gAAAAAAAAAAAAAC/8HdV&#10;vS+mtPTHlV/NO4fl3icc9nTALtNAAAAAAAAAAAAAAAAAAAAAAAAAAAAAAAAAAAAAAAAAAAAAAAAA&#10;AAAAAAAAAAAAAAAAAAAAAAAAAAAAAAAAAAAAAAAAAAAAAAAAAAAAAAAAAAAAAAAAAAAAAAAAAAAA&#10;AAAAAAAAAAAAAAAAAAAAAAAAAAAAAAAAAAAAAAAAAAAAAAAAAAAAAAAAAAAAAAAAAAAAAAAAAAAA&#10;AAAAAAAAAAAAAAAAAAAAAAHy9a3rNb1i1Z6JiY3iXyYi0bTETE9kgo+IcC23yaP0zjmfUhajQ9ds&#10;P8vsBR2ralpraJiY64mOpCmJidpjaQfAAAAAAAAAAAAAAAAAAAAAAAAAAAAAAAAAAAAAABZcJ4nO&#10;jyc3lmZwWnp/0z3pGk1M4bcm3vJ/AGniYtETWYmJ6YmO1ZxMTG8dMA+gAAAAAAAAAAAAKTj2g5Vf&#10;GsUdMdF4j1oWuwbxztY6Y98CgQQAAAAAAAAAAAAAHfR6idLqseWPkz0+h7w5JxZa37usGypaL1i1&#10;Z3iY3hbxMTETHVIPr6AAAAAAAAAAAAAAAAAAAAAAAAAAAAAAAAAAAAAAAAAAAAAAA83vTHG971rH&#10;fadgEa/E9FTr1NPunf1AOf6Z4f8ASP7LewB0pxTRX6tTT7+j1gJGPLjyxvjvW8d9Z3AewAAAAAAA&#10;AAAAAAAAAAAAAAAAAAAAAAAAAAAAAAAAAAAAAAAAAAAAAAAAAAAAAAAAAAAAAAAAAAAAAAAAAAAA&#10;AAAAAAAAAAAAAAAAAAAAAAAAAAAAAAAAAAAAAAAAAAAAAAAAAAAAAAAAAAAAAAAAAAAAAAAAAAAA&#10;AAAAAAAAAAAQ9dw3Bra73jk5Oy8df+XLPp6Zo6Y2t86AZvW6DPor7Za71mfJvHVKtzYL4Z2tHR2T&#10;HVIIrmAAAAAAAAAAAAAAAAAAAAAAAAAAAAAAAAAAAAAAt+DcU8XtGnz2/VT720/Jn2JWj1PNzzd5&#10;8meqe4GjWIAAAAAAAAAAAAPlqxas1tG8TG0xJMRMbT1SDKcV0M6LUzFY/VX6az+Sq1WDmcnR72eo&#10;EFxAAAAAAAAAAAAB9iN52jrAavg8Z66GlM9JpNeiu/XstNJy4wRF6zG3Vv3AnO4AAAAAAAAAAAAA&#10;AAAAAAAAAAAAAAA+WtFazaeqI3kBjNZnnUarJln5U9HoAcQABpuAajndHOKZ8rHO33ALQAAAAAAA&#10;ABy1Opw6XHzma8Vj8ZAUGs47nyzNdPHNU7+u0+wBV3yXyW5WS9rW75ncB5AAAB9re1LcqlprMdsT&#10;sAstJxzU4Ziuaeep5+v+IDQ6XVYdXi5zDbeO2O2PSA7AAAAz3hL8Iw/Vn1gKYAAAAAAAAAASuF/G&#10;Wn+uA2AAAyHFvjPP9YBEAddNnvps9MtJ6az/ABAbDTZ6anBTLjnybR/AB1AAAAAYnU/Ccv159YDm&#10;A0Hg1+xz/WgBb5v2N/qyAxAAAAAAAAAAAAADa6X4Lh+pX1AIfHviy/1o9YDLAADT+D3xd/zn8gFm&#10;AAAAAg8Z1Hi+gvtO1r+TADJgAD1iyTiy1yVnaazvADa4csZsNMleq0RID2AAAAAAAAAAAAAAAAAA&#10;AAAAAAAAAAAAAAAAAAAAAAAAAAAAAAAAAAAAAAAga7i+n0m9Ynncvzaz1emQEvT5Jy6fFkmIib0i&#10;0xHngB0AAAAAAAAAAAAAAAAAAAAAAAAAAAAAAAAAAAAAAAAAHm9K5KTS9YtWeiYmOiXy0RaJi0RM&#10;T2SCi4hwOa75NHvavbjnrj0d6DqNDMb2w9MfNBSzE1mYmJiY6JiUOY2naQfAAAAAAAAAAAAAAAAA&#10;AAAAAAAAAAAAAAAAAAAAF5wXim3J0uot0dWO0+pN0eq22xZJ+rP5Avk4AAAAAAAAAAAAEfXaSus0&#10;1sVuieus90uefFGbHNZ6+yQZDLjtiyWx3ja1Z2mFTas0tNbRtMA8PgAAAAAAAAPvWAstFwXUaja+&#10;X9Vj8/XP3JGHR5Mm028ivn6wXuk4dptHH6qm9vn26ZTsWnx4fe16e+esEp1AAAAAAAAAAAAAAAAA&#10;AAAAAAAAAAAABX8b1HMaC0RPlZPJgBlQAAAWHA9RzGvrWZ8nJ5MgNUAAAAAAACNrtZj0WCcl+m09&#10;Fa98gMpqtVl1eacmW289kdkAOIAA9Ux3yTtjpa0/6Y3AdfEtXtv4rm/pyA42pak7XrNZ7pjYB8AA&#10;HbSarJpM8Zcc+mOyYAa/S6imqwVy456J/CQHUAAZ7wl+EYfqz6wFMAAAAAAAAAAJXC/jLT/XAbAA&#10;AZDi3xnn+sAiAAC24FruYzeL5J/V5J6PNIDSAAAAAMTqfhOX68+sBzAaDwa/Y5/rQAt837G/1ZAY&#10;gAAAAAAAAAAAABtdL8Fw/Ur6gEPj3xZf60esBlgABp/B74u/5z+QCzAAAAAZzwh1HOaquGJ6Mcbz&#10;6ZAVAAAANJ4PajnNJbDM9OOej0SAtgAAAAAAAAAAAAAAAAAAAAAAAAAAAAAAAAAAAAAAAAAAAAAA&#10;AAAAAAABy1OoppcFs2Xfk169oAZzXcaz6nemL9Vj7onpn0yArQGz0XwHT/Z19QDuAAAAAAAAAAAA&#10;AAAAAAAAAAAAAAAAAAAAAAAAAAAAAAAAha/hmDWxNpjkZey8fn3uOfTUzRvPRbvgGb1mhz6K/Jy1&#10;8meq0dUq7NgvhtteOjsnskEZzAAAAAAAAAAAAAAAAAAAAAAAAAAAAAAAAAAAABouC8U56I02ot+s&#10;j3lp+VHd6Vho9Ty4jHknyuye8FwlgAAAAAAAAAAAApuPaDnKeNYo8useXEdsd6HrsHKrztY6Y6wZ&#10;5AAAAAAAAE7RcL1Gs2tWORj+fb8nbDpcmbpiNq98gv8AR8L02kiJrXl5I+XZPw6bHi2mI3t3yCa7&#10;AAAAAAAAAAAAAAAAAAAAAAAAAAAAAAAADNeEGo5zWRiifJxx+ICqAAAB9raa2i0dcTvADZ6TNGo0&#10;2PLHyo6QHYAAAAB8taK1m1p2iI3kBkeJay2s1Vr7+RHRWPMAiAPtKWyXilKza1p2iI7QGi0HA8WK&#10;sX1URkyfN+THtAW1a1pWK0rFYjsiNgH0BzzYcWenJy463r3TADP8V4ROlic2DecXbWeuoCpAAFv4&#10;Paqceotp7T5N+mPSA0YAAz3hL8Iw/Vn1gKYAAa/BotLODHM6bDMzWOnm47gHTxHSfRcH9OADxHSf&#10;RcH9OADxHSfRcH9OADxHSfRcH9OADxHSfRcH9OAH2mk01LRamnxVtHVMUiJgB2AAGQ4t8Z5/rAIg&#10;AARMxO8dcANXwjXRrNNEWn9ZTot5/OAngAAAxOp+E5frz6wHMBoPBr9jn+tAC6mImNp6YAcPEdJ9&#10;Fwf04APEdJ9Fwf04APEdJ9Fwf04AQON6XT4uHWtjwYqW5UdNaRE9YDNgADRcD02DLoOVlwY725cx&#10;vakTICx8R0n0XB/TgA8R0n0XB/TgA8R0n0XB/TgB2iIrERERER0REAK/j3xZf60esBlgABp/B74u&#10;/wCc/kAswAAAecl4x47XtO0VjeQGKz5ZzZ75bddp3AeAAAAT+C6jxfX03nat/JkBqwAAAAAAAAAA&#10;AAAAAAAAAAAAAAAAAAAAAAAAAAAAAAAAAAAAAAAAAAABA458VZv+PrgBlAABs9F8B0/2dfUA7gAA&#10;AAAAAAAAAAAAAAAAAAAAAAAAAAAAAAAAAAAAAAAAAADzkx0y0mmSsWrPXEvlqxas1tETE9kgoOIc&#10;Dtj3y6Te9e3H2x6O9A1Gimu9sXTHze0FPMTE7TG0wiA+AAAAAAAAAAAAAAAAAAAAAAAAAAAAAAAA&#10;AAD7EzExMTtMdUwR0TvANNwficaunM5p2z1jr+fHf6VlpNTzsci/v4/EFmkgAAAAAAAAAABMRMbT&#10;G8SAyvF9BOj1G9Inmr9NZ7vMq9Xg5nJvHvZ6gV7gAAAOun0+XU5Ix4aTa093Y9Y8dsluTSJmQaDQ&#10;cEw4Nr6jbLk7vkx7U/BoqY+nJ5VvwgFr1dSUAAAAAAAAAAAAAAAAAAAAAAAAAAAAAAAAADxmyRiw&#10;3yW6qxuAxebJOXLfJbrtO4DwAn8M0PjdM9pj3tPJ9ICBMTEzE9cAADQeDmo5WLJp5nprPKj0ALoA&#10;AAABWce1PM6LkVna2SdvuAZgAAaLgGijHh8ZvHl3975oAXAAAAAD5asXrNbRvExtMAMjq9DlxazJ&#10;hxY73iJ3jk136AHrFwjXZOrBNY77TEAJ+j4HqMOemW+alZrO+1d5AXwAAz3hL8Iw/Vn1gKYAAbbT&#10;/B8f1I9QDoAAAAAAAAAAMhxb4zz/AFgEQAAAEnh+rto9TXJHveq0d8ANfjvXJSt6TvW0bxID0AAM&#10;TqfhOX68+sBzAaDwa/Y5/rQAugAAAAFdx74sv9aPWAywAA0/g98Xf85AWYAAAACu498WX+tHrAZY&#10;AAafwe+Lv+c/kAswAAAVfH9RzWi5uJ8rJO33AMyAAJ+p0HNcMwajaeVaZ5Xonq/984CAARO0xMdc&#10;ANnos8anSY8u/TMdPpAdwAAAAAAAAAAAVGs454rqsmDxfl8ievl7b9HoAcfdJ/tP+z/ACZw3ivj+&#10;a2Pmeb5NeVvyt/yASNZrsGipvlt0z1VjrkBS5/CDUXn9Tjpjr5+mQEeONa+J356J83Ij2AJen8Ib&#10;xMRqcVbR86nRP8AF3p9Ti1OPnMN4tX1AOoAAAACBreL6bSTNN5yZI+TXs9MgKnLx/VXn9XXHjj0b&#10;yA4/prX778/93Ir7AHbFx/V1mOcrjvHo2kBZ6PjWm1MxW++K89luqfvAWQAAAI+u1Xielvn5HL5O&#10;3Rvt1zsAqvdJ/tP+z/AB7pP9p/2f4AXWHJzuCmXbk8usW236t4AVmt47hwWmmCvO2jt32rHtAVmT&#10;jmuvPk3pT6tY/PcApxzXUnyr1v8AWrH5ALHR8exZZimppzVp+VHTX/AC4iYmImJ3ieqYAAETiWu8&#10;QwVy83znKtyduVt2T7AFLruNeOaW+DxfkcrbyuXv1Tv3AKoAAXWDwg5nBjxeK78isV35zr2j0AO+&#10;n4/z+ox4vFuTy7RXfnN9t/uAXICBxPiX6PnH+p5zl7/K222283nAQfdJ/tP+z/ADpp+P89qMeLxb&#10;k8u0V35zfbefQAn6/X4tDi5WTptPvax1yAocvHdbe29LVxx3VrE+sB7wcf1VJjna0y17ejafwAX2&#10;j1VNZp4zY4tETO21u8BA1vG/FNXfB4vy+Rt5XL233jfuAcPdJ/tP+z/ACXw3i3j+e2LmOb2ryt+X&#10;v2x5vOAsgAAAUufj/M58mLxbfkWmu/Ode0+gB490n+0/7P8AACdwziX6Q539VzfN7fK333383mAT&#10;wAAAAAAAAAAAAAAAAAAAAAAAEHX8Kwa2JttzeX58R1+nvcM+lpm6fe374Bm9Xo8+jycjNTbutHVP&#10;olXZcN8Ntrx6J7JBHeAAAAAAAAAAAAAAAAAAAAAAAAAAAAAAAAAAHql7Y7xelpras7xMdhWZrMTE&#10;7THaDU8L4jXXYuTbaM1Y8qvf54Wml1EZ67T0XjrgE93AAAAAAAAAAAHDWaWmr09sV+3qnul4zYoy&#10;45pP3eYGQzYr4MtsWSNrVnaVRek0vNbR0wDm+AtuH8FyajbJqN8ePsjtt7ErT6O2Tysm9a93bINB&#10;g0+LT44x4aRWsdyfTHXHXk0jaAdHoAAAAAAAAAAAAAAAAAAAAAAAAAAAAAAAAAABVeEGo5vSRiie&#10;nJPT6AGaAAGr4Lp+Y0FJmPKv5UgKHi+n8X1+SIjatvKgBCAS+F6jxbXY77+TM8mfRIDXgAAAAM34&#10;RZeVrK49+ilfWAqQHrFTnMtaR8qYgBtsVIx4q0jqrGwD0AAAAAAAAAAAAAz3hL8Iw/Vn1gKYAAa/&#10;BrdLGDHE6nDExWOjnI7gHTx7SfSsH9SADx7SfSsH9SADx7SfSsH9SADx7SfSsH9SADx7SfSsH9SA&#10;HXHkx5a8rHet699Z3gB6AAGQ4t8Z5/rAIgCZw/R+OVz1r7+tOVX07gIcxNZmJjaY6JAAF74P67/6&#10;mSfPT2AL0AAYnU/Ccv159YDmA0Hg1+xz/WgBdAAAAAK7j3xZf60esBlgABp/B74u/wCcgLMAAAAB&#10;Xce+LL/Wj1gMsAANP4PfF3/OfyAWYAAAMtx3Uc9rprE+Tjjkx6e0BXAOukwzqNTjxR8q2wDW6vTV&#10;zaG+CI6OTtXzbdQDGzExMxMbTAAAvvBzUb1yae09XlV/MBeAAAAAAAAAAAAyXGPjTP6Y9UAIQCbw&#10;zWRorZskxvaabVjvneAEXNlyZ8tsmW02tbrmQHgAAAHfR6vLo80ZMU+mOyYAa3S6mmrwVzY+qeuO&#10;6e4B2AAFFxnitq2tptNbbbovePVACiAAAAAAFxwfis4rV0+otvjnorafk/4AaIAAV/HPirL6a+uA&#10;GVAAFlruJ2yaXFpcMzFK46xefnTt1egBWgAAAALzwf11uVOkyTvG29N+zvgBfAKjwk+A4/tI9UgM&#10;4AAAAAkcP+MNP9rX1gNkAofCbr03/L8gFGA66TJXFq8OS/vaXi0+iJAetZqr6zU2zX7eiI7o7gHA&#10;AAbLQYPF9FixbbTFen0z0yAzfG/jXP8A8f8AxgBBAW3g38PyfZT64AaQAAAGM1/w/Ufa29cgOAC9&#10;8Gf/ALP/AB/MBegAAAAAAAAAAAAAAAAAAAAAAAADxlxY82OceWkXrPXEvlq1vWa2iJieyQUHEOCX&#10;w75NLvkp1zT5Ue1A1GitTe2Le1e7tgFR1daID4AAAAAAAAAAAAAAAAAAAAAAAAAAAAAAAAA6YM2T&#10;T5a5cVuTes9EvtL2x2i1Z2mAavh+uprsHKr0Xr0Xr3T7Frp89c9N46LR1wCW6gAAAAAAAAAACr4z&#10;w2dXFcuGI52OiY74RdZppyxFqR5UdHpB64fwfDpdsmTbJl7JmOivofdPpKYvKt5VvUCySQAAAAAA&#10;AAAAAAAAAAAAAAAAAAAAAAAAAAAAAAAZXjeo5/X2iJ3rj8mAFeA7aTDOo1WPFHyrdPoAbOtYrWKx&#10;1RGwCn8I9PysNM8R00nafQAzwAA1/DNR4zocd9/KiNp9MAJYAAAMlxi3K4lm807AIQCVwyvK4jgi&#10;fnANgAAADxlzYsMROXJTHE9XKtEbgOfj2k+lYP6kAHj2k+lYP6kAHj2k+lYP6kAHj2k+lYP6kAHj&#10;2k+lYP6kAO8TExExO8T2gADPeEvwjD9WfWApgAAAAAAAAABqPB/4tj68gLIAAZDi3xnn+sAiALnw&#10;a+E5vqR6wHzj+h5rL4zjjyL++80gKcB9pe2O9b0na1Z3iQGw4fq66zS1yR77qtHdICSAxOp+E5fr&#10;z6wHMBoPBr9jn+tAC6AAAAAV3Hviy/1o9YDLAADT+D3xd/zkBZgAAAAK7j3xZf60esBlgABp/B74&#10;u/5z+QCzAAHLVZo0+myZZ+TG4DF3tN72tbrtO8gPgC48HNPy8988x0UjaPTIDRAMlxjT+L8QyREe&#10;Tfyo+8BCASeHajxbW48nZvtPoAbHrAAAAAAAAAAABkuMfGmf0x6oAQgABc8M4LGakZtVvFJ6a0jt&#10;88gLivD9HWu0aXFt56RPrARNbwTT5qTOCsYsnZt1T9wDN5cV8OW2PJXk2rO0wA8gLbwf1U4tVOC0&#10;+Tk6vNIDSAIXFdX4porWrPl28mvpAZKZ3neQDrAX/DuB05EZNZE2tPTGPfaI9ICzjQaOI28Vw/yQ&#10;Aga7geHLSbaWObyR8nsn2AM7etqXml4mLRO0xPYA+ANVwXV+M6KK2ne+PyZ9HYAsAFfxz4qy+mvr&#10;gBlQABK0Ghya7NyKTyax02tPYA0Wn4Ro8FYjmoyW7bX6fw6gHvNwvR5qcmcFK+ekcmY/gAzPENHb&#10;Q6mcVp5VZ6a274ARgHfQ5Jxa3DeJ22vADZgI+t0WPXYq48trxEW5XkzACo4lwfT6TRXzY75ZtXba&#10;LTG3Xt3AKQAAaDT8C0uXTYslsmaJvSLTtMdsegB3w8D0uHNTLXJmm1LRaN5jbo+4BZgKHwm69N/y&#10;/IBRgADrp9Nm1WTm8NJvb1AJ/uf1nJ35WHfu5U7+oBz03DdRTiOHFnxTWJtvM9cTEdPWA1QDJ8b+&#10;Nc//AB/8YAQQFt4N/D8n2U+uAGkAAABjNf8AD9R9rb1yA4AL3wZ/+z/x/MBegAAAAAAAAAAAAAAA&#10;AAAAAAAAAAAAK/iHCcOs3vX9Xl+dEdfpcM+lpm6Y8m/f3gzmq0ubSZORmpyZ7J7J9Cuy4r4rcm8b&#10;d3nBweAAAAAAAAAAAAAAAAAAAAAAAAAAAAAAAAAdtLqcmkz1zYp6Y647Jjul6xZLYrxevXH4g1uj&#10;1ePWYIy458017aytsOWuakWr98dwO72AAAAAAAAAAAAAAAAAAAAAAAAAAAAAAAAAAAAAAAAAAAAA&#10;AAAADjrM8afS5Ms/Jr0ekBjLWm1ptPXM7yA+ALnwc0/Kz3zzHRSNo9IDQgOOswxqNLkxT8qvR6QG&#10;MtE1tMT1xOwD4AuvBzUcnLfTzPRaOVADQAAAAyHFYmOJZ9/nAIgCXwqduJYN/nANeAAACl8Jf2GD&#10;60+oBnwAAAAABtsH7DH9WPUA6AM94S/CMP1Z9YCmAAAAAAAAAAGo8H/i2PryAsgABkOLfGef6wCI&#10;AufBr4Tm+pHrAXufDTPhtivG9bRsAx+r099LqL4b9cT0T3wA4gJ3CNbOj1Ucqf1d+i3tAayJiY3j&#10;piQGJ1PwnL9efWA5gNB4Nfsc/wBaAF0AAAAAruPfFl/rR6wGWAAGn8Hvi7/nICzAAAAAV3Hviy/1&#10;o9YDLAADT+D3xd/zn8gFmAAKbwj1HJwUwRPTed59EAM8AANZwfT+L8PpEx5V/Kn7wE4BTeEen5WC&#10;meI6aTtPokBngABruE6jxnQY7TPlV8mfuATAAAAAAAAAABkuMfGmf0x6oAQgErhmnjU67Hjt73fe&#10;fRADYR0RtAAAAKHwj08ROPUVjpnybfkAowHTT5JxZ8eSOutokBtomJiJjqkBnfCTLytRjxdla8r+&#10;P/8AAFOAncGwxm4jji0b1r5U/cA1gAAAM14Q4Yx62uSsbc5Xp9MAKoBa+DuXka22PfovXq88ANKA&#10;r+OfFWX019cAMqAANVwTDGLh1LbeVk3tICwAAFJ4S0icWHJ2xaY/9/gAoAH2kzF6zHXEgNyAAIHH&#10;PirN/wAfXADKAADZ6L4Dp/s6+oB3AAFD4Tdem/5fkAowABreEaWNLoadHl3jlWkBNAAABk+N/Guf&#10;/j/4wAggLbwb+H5Psp9cANIAAADGa/4fqPtbeuQHABe+DP8A9n/j+YC9AAAAAAAAAAAAAAAAAAAA&#10;AAAAAAAAAHjNhx6jHOPLSL1nsl5vSuSs1vG8SDPcQ4Lkwb5NNvkx9tflV9qBqNFam9se9q93bAKl&#10;FAAAAAAAAAAAAAAAAAAAAAAAAAAAAAAAABJ0OsyaLPGTH0xPRavZaHTBmthvyq9XbHeDW6fPj1OG&#10;uXFbetvw8y1x5K5KRas7xIOj0AAAAAAAAAAAAAAAAAAAAAAAAAAAAAAAAAAAAAAAAAAAAAAAAKTw&#10;j1HJx49PE9NvKkBQAAC54bxXS6LSRitTLN997TER7QEv3Q6T93n/AJY9oB7odJ+7z/yx7QFFrcuL&#10;Nqr5MMWilp32tHSA4AO2kzTp9Vjyx8men0ANnW0WrFo6pjeAH0AAZXjtORxK8/OiJAV4DtpL83q8&#10;V+60ANpHTG4AAAKXwl/YYPrT6gGfAAAAAAG2wfsMf1Y9QDoAz3hL8Iw/Vn1gKYAAbbT/AAfH9SPU&#10;A6AAAAAAAAAADIcW+M8/1gEQBc+DXwnN9SPWA0ICs43ofGdPzuOP1mPp9MAMwAANJwHXc9h8XyT5&#10;dI8nftgBn9T8Jy/Xn1gOYDQeDX7HP9aAF0AAAAAruPfFl/rR6wGWAAGn8Hvi7/nICzAAAAAV3Hvi&#10;y/1o9YDLAADT+D3xd/zn8gFmAAMjxbUeM6/JaJ8ms8mPuAQwHrHNYyVm+/JienbrAaKPCDRxERGL&#10;NER/pj2gHuh0n7vP/LHtActVxrR6jT3xTjzeVG3vY9oCgAAFx4O6jkZ74JnovG8emAGiAAAAAAAA&#10;AAGS4x8aZ/THqgBCAW3g5ETrck91PzgBpAAAAV3HqxPDLz3Wj1gMsAR0SA2ulnlaXDbvpE/gAzPG&#10;7crieWPm7R+ACAA66bU5tLkm+C/JtMbb7RPrASf0zxD6R/ZX2AH6Z4h9I/sr7AD9M8Q+kf2V9gDh&#10;qtZqNXNZ1GTl8nq6Ijb+ADgAl8JtyOJYJ77bfxAa8BX8c+Ksvpr64AZUAAbPQRydDgj/APXHqAdw&#10;ABUeEnwLH9p+UgM4A+199HpAbkAAQOOfFWb/AI+uAGUAAGz0XwHT/Z19QDuAAKHwm69N/wAvyAUY&#10;D1iry8tK/OmIAbiOiNoAAAAAZPjfxrn/AOP/AIwAggLbwb+H5Psp9cANIAAADGa/4fqPtbeuQHAB&#10;e+DP/wBn/j+YC9AAAAAAAAAAAAAAAAAAAAAAAAAAAAAAAAV3EOEYdXvkx7Y83fHVPpR9RpKZd7V8&#10;m/f3gzmp02bS5ObzUms9ndPoV2TFfFbk3jafWDi8gAAAAAAAAAAAAAAAAAAAAAAAAAAAAAACbw3i&#10;F9Dm36bYre/r+ced102ecF9+us9cA1WLJTNjrkx2i1LRvEwta2i9YtWd4nqB7fQAAAAAAAAAAAAA&#10;AAAAAAAAAAAAAAAAAAAAAAAAAAAAAAAAAGP4nqPGddkvv5MTtHogBFAAAAAAAAAAGp4HqOf0FazP&#10;lY/JkBYgACi8JMH7LPEf6ZAUQAA2HDdRGp0WO+/TEbT6QEoAAAAAAZ7wl+EYfqT6wFMAANtg/YY/&#10;qx6gHQBnvCX4Rh+rPrAUwAA22n+D4/qR6gHQAAAAAAAAAAZDi3xnn+sAiALnwa+E5vqR6wGhAAGW&#10;41ofFdTy6R+qydMeae4BXAOmnz30+emWk7WrO4DzkvzmS99tuVMzsA8gNB4Nfsc/1oAXQAAAACu4&#10;98WX+tHrAZYAAafwe+Lv+cgLMAAAABXce+LL/Wj1gMsAANP4PfF3/OfyAWYCNxHUeLaLJk7dto9I&#10;DHdfWAAAAAAAAAAOmmzTg1GPLXrraJAbSlovSt69MWjeAHoAAAAAAAABkuMfGmf0x6oAQgFt4OW2&#10;1t476fmA0gAAAK7j07cMvHfMesBlgCOsBtdLHJ0uGvdSsfgAzHGomOKZvPtP4QAggO2m0ubV3mmC&#10;nLtEbzG8R0feAkfobiH0f++vtAP0NxD6P/fX2gH6G4h9H/vr7QD9DcQ+j/319oB+huIfR/76+0B3&#10;0XCdbi1mHJfBtWt4mZ5deiN/SA0oCv458VZfTX1wAyoAA2mi+BYPs6+oB2AAFR4SfAsf2keqQGcA&#10;fa++j0gNyAAIHHPirN/x9cAMoAANnovgOn+zr6gHcAAUPhN16b/l+QCjAdtFG+twR35K+sBtAAAA&#10;AGT438a5/wDj/wCMAIIC28HPh+T7KfXADSAAAAxetnfW5578lvWA4gL3wZ/+z/x/MBegCNn12DTZ&#10;64s1uRyo3i09TnfPTHeK3nbeN4nsBIraLRFqzExPVMOkTExvE7wD6AAAAAAAAAAAAAAAAAAAAAAA&#10;AAAAAA558GLUY5x5qRas97zelcleTeN4BneIcGy6bfJg3yYu75VVfqNHbHvanlV/GAVaMAAAAAAA&#10;AAAAAAAAAAAAAAAAAAAAAAAALHhXEraLJyMkzOC09MfN88O+l1M4bbW6aT1+YGorat6xasxNZjeJ&#10;jtWkTExExO8SD6AAAAAAAAAAAAAAAAAAAAAAAAAAAAAAAAAAAAAAAAAAAACJxTUeLaHJffpmOTHp&#10;kBkAABI02g1OrrNsGLl1idpnlRHrAdv0NxD6P/fX2gH6G4h9H/vr7QD9DcQ+j/319oB+huIfR/76&#10;+0BCtWaWmto2mJ2mAHwBacA1HNaycUz5OSNvvAaYAAR9fpvGtHkxdsxvX0gMdas1tNZjaYnaQHwB&#10;YcI4h4lmmt/2V+vzT3gNTW1b1i1Ziaz0xMAPoAAAADM8f1GLPqaRivF+RXaZjq3AVYAA22D9hj+r&#10;HqAdAGe8JfhGH6s+sBTAADbaf4Pj+pHqAdAAAAAAAAAABkOLfGef6wCIAufBr4Tm+pHrAaEAAcNb&#10;pq6vTWxW7eqe6QGOy47Yctsd42tWdpAeQAAAaDwa/Y5/rQAugAAAAFdx74sv9aPWAywAA0/g98Xf&#10;85AWYAAAACu498WX+tHrAZYAAafwe+Lv+c/kAswFD4R6je2PTxPV5VvyAUYAAm14Rr71i1cHRMbx&#10;5dfaA+/obiH0f++vtAP0NxD6P/fX2gH6G4h9H/vr7QHjPwzWafFOTLh5NI655UT6pARAABqOBajn&#10;tDFJnysc7fd2ALIAAAAAAAABkuMfGmf0x6oAQgErhmfxbXYsk+932n0SA2AAAAKXwkzxGLFgiemZ&#10;5U+gBnwHvBjnLnx4467WiAG2iIiIiOqAGc8IsU11tMnZevqAVICw4HmjDxCsWnaLxyQGqAAABHza&#10;/S4MvNZc1a3232kB9rrdJf3upxT5uXADtW1be9tE+iQH0BX8c+Ksvpr64AZUAAbTRfAsH2dfUA7A&#10;ACo8JPgWP7SPVIDOAPtffR6QG5AAEDjnxVm/4+uAGUAAGz0XwHT/AGdfUA7gACh8JuvTf8vyAUYD&#10;vw/4w0/2tfWA2YAAAADJ8bj/AP1c3/H/AMYAQQFn4PW24jt86kwA04AA+WtFKTa07REbzIDD3ty7&#10;2vPypmQHwBe+DP8A9n/j+YC9AFJ4S498eDJ3TNf/AH+CFxKvk0t55gFRpddqNJO+HJMR21npifuR&#10;MWbJinyLdHd2AvNJx7Dl2rqI5q3fHTX/AAm4tdS3Rkjkz39gLWlq3rFqWi1Z6pid4lKiYtG8TExP&#10;bAPr6AAAAAAAAAAAAAAAAAAAAAAAAAAAACs4hwbFqt8mHbFl/tt6UbUaOuXe1PJt+Egzuo0+XTZJ&#10;x5qTW3n7fQr8mO2O3JvG0g5PIAAAAAAAAAAAAAAAAAAAAAAAAAAAAAC44FrslMsaSazfHb3u3yf8&#10;Jehz2i0YpibVnq8wNEsAAAAAAAAAAAAAAAAAAAAAAAAAAAAAAAAAAAAAAAAAAAABn/CPUcrLj08T&#10;0VjlT6QFKAANdwrT+L6DHWY2tMcqfvATAAAAAGW45p+Z19rRHk5PKgBXAPWLJOLLXJXrrO8ANrgy&#10;xmw0yV6rRuA9gADP8d4fNLzqsUeTPv4jsnvAUoAAmaHieo0U7Vnl4+2lur7u4Bc4eP6W8fra3xz6&#10;N4Adv0zoNv2/9lvYAj5vCDT0ieZx3yT5+iAFTrOK6rVxNbW5FJ+TXoAQgAAAbbB+wx/Vj1AOgDPe&#10;EvwjD9WfWApgABd4/CHkY608V35MRG/Of4AevdJ/tP8As/wAe6T/AGn/AGf4APdJ/tP+z/AB7pP9&#10;p/2f4APdJ/tP+z/AB7pP9p/2f4AXeO3Lx1vttyoidgHoBkOLfGef6wCIAufBr4Tm+pHrAaEAAAFL&#10;x/Q8unjWOOmvRf0d4DPgAAA0Hg1+xz/WgBdAAAAAK7j3xZf60esBlgABp/B74u/5yAswAAAAFdx7&#10;4sv9aPWAywAA0/g98Xf85/IBZTMREzPVADG67POp1eTL2TPR6AHABI0GCdTrMWPsmd59ADZRG0bQ&#10;AAAAA56jFGfT5MVuq1ZgBir0nHe1LdE1naQHwBZcB1HM66Mcz5OWOT9/YA1AAAAAAAAADJcY+NM/&#10;pj1QAhAAC94VxmlaVwau223RW/5SAu6XpkryqXraO+J3ARtZxLTaSk8rJFr9lKzvP+AGW1epvq9R&#10;bNk656o7o7gHEBa8A0s5dXz0x5OL1gNKAreOaWdRopvWPLxeVHnjtAZcAiZiYmJ2mAGj4bxrFlpX&#10;HqrRTJHRyp6rewBbVtW8b1tFo74ncBF1nEtPpKTyrxa/ZSs7zPsAZTPmvqM98uSfKvO8gOYC88HN&#10;LPKvqbR0R5NfzAXwCv458VZfTX1wAyoAA2mi+BYPs6+oB2AAFR4SfAsf2keqQGcAfa++j0gNyAAI&#10;PGa8rheaPNE/jADJgADXcK1GPPocUUtE2pWK2jtjYB3nU4K5K45y05dp2iu/SA6gKHwm69N/y/IB&#10;RgO/D/jDT/a19YDZgAAAAMz4Q4+TxCLdl6RP5AKsB102e2m1FM1Ouk77d4DWaTXafV0i2LJHKnrr&#10;M9MAO2TLjxV5WS9aR32nYBQ8X4vXPSdPpt+RPvr9W/mgBTAAC98Gf/s/8fzAXoAruO4+Xwy87e8t&#10;Fvy/NH11eVppnumJBllYAA76bWZ9JbfDkmvfHZP3PePNkxTvS0x5uwF3o+PYsm1dVXm7fOjpr/hN&#10;w66tujLHJnvjqBbUvTJWLUtFqz1TE7wlVtFo3rMTHfAPT6AAAAAAAAAAAAAAAAAAAAAAAAAAAOWo&#10;02LVY5x5qRaOzvj0POTHTLXk3jeAZ3iHB8ul3yYt8uLv7Y9Ku1Gjvi3tTyqfjAKxHAAAAAAAAAAA&#10;AAAAAAAAAAAAAAAAHXTafJqs1cWKu9p/hHnl6x47ZbxWkbzINXw/Q49FgilYibzHl2759i00+GuG&#10;kRHvp657wSnUAAAAAAAAAAAAAAAAAAAAAAAAAAAAAAAAAAAAAAAAAAB8taK1m09ERG8gMZrM86jV&#10;ZMs/Kno9ADiAkcPweMa3Fj7N959ADZRG0bQAAAAAAKrwg0/O6OMsR045/ABmgABpPB7Uc5pbYZny&#10;sc9HoAWwAA+WrFqzW0RMT0TEgM9xLgt8Uzl0sTanXNO2AFP1AAAAAAAAAOmDT5dRfkYcdrz5uwBf&#10;8O4JTBMZdTMXv2V7I9oC3AAGe8JfhGH6s+sBTAAAAAAAAAAAA22n+D4vqR6gHQBkOLfGef6wCIAu&#10;fBr4Tm+pHrAaEAAAHy1YtWa2jeJjaYAZHiejnRaqafIt01nzAIgAA0Hg1+xz/WgBdAAAAAK7j3xZ&#10;f60esBlgABp/B74u/wCcgLMAAAABXce+LL/Wj1gMsAANP4PfF3/OfyAdeM6jxfQX2na1/JgBkwAB&#10;eeDeDe2TPMdXkwAvgAAAAABl+O6fmdfN4jyckcr7+0BWgPVLzjvW9Z2ms7wA2mmzRn0+PLXqtG4D&#10;oAAAAAAADJcY+NM/pj1QAhAO2n0uTU85zUbzSvKmO2YAcQAAAAHXTabJqs0YsVd7T+ADXaLS00en&#10;rip2dc98gO4B1gMxxfhltLlnLirvgt3fJn2AKwAAAAAASdBosmtzxSkbVj31uyIAa7Dhpgw1xY42&#10;rWNoAewFfxz4qy+mvrgBlQABtNF8CwfZ19QDsAAKjwk+BY/tI9UgM4A+199HpAbkAActXi5/S5cX&#10;basxADFTE1tMTG0x0TAAAAO+gtyNdgt3ZI9YDZgKHwm69N/y/IBRgO/D/jDT/a19YDZgAAAAKzju&#10;jnU6WMmON74unbvjtAZgAAAABI0Wjya3PGPHG0fKt2VgB41WOuLVZsdd+TS9qxv3RIDkAvfBn/7P&#10;/H8wF6AOOsx89o82PttSYj07PGavLw3r3xIMWpwAAAAdtNqs+ltysOSa98dk/c9Y8t8U70tMAu9H&#10;x/HfauqpyJ+fXphNw6+s9GWOTPfHUC3x5KZaRfHeLVnqmJ3S62i0b1mJjvgHp9AAAAAAAAAAAAAA&#10;AAAAAAAAAAAAAFXxDguLUb5NPtjy93ybexF1Gjrk3tj2rb8JBnc+DLp8k481JpaOyVfelsduTeJi&#10;Qc3wAAAAAAAAAAAAAAAAAAAAAAAdMOHJny1xYqza9uqH2lLXtFaxvMg1fDtBTQ4eTE8q9um1u9a6&#10;fBGCm0dNp65BLdQAAAAAAAAAAAAAAAAAAAAAAAAAAAAAAAAAAAAAAAAAAABw12LLm0t8WGaxe0bb&#10;2kBRe57V/vMH80+wA9z2r/eYP5p9gCfwnhWTRZr5M1qWmY2ryZno/ABagAAAAADxmxxmw3x26rRs&#10;Az0+D2r36MmHb0z7AD3Pav8AeYP5p9gCXwzhWq0Wq5y18U0mNrREzv6gFyAAAAAh6vhml1e9r05N&#10;/n16JAVOfwezVnfBlpeO63RICHfhWup16e0+iYn1AOXiOr+i5v6cgPdOGa2/VpskemNvWAlYeA6u&#10;/wC0mmOPPO8/gAsNPwDTY9pzWtlnu6oAWmPHTFSKY6VpWOysbAPQAAAKvi/Dc2uy47YrY4itdp5U&#10;z7AFf7ntX+8wfzT7AD3Pav8AeYP5p9gB7ntX+8wfzT7AD3Pav95g/mn2AHue1f7zB/NPsAPc9q/3&#10;mD+afYAe57V/vMH80+wA9z2r/eYP5p9gB7ntX+8wfzT7AGixVmmKlJ661iJAegFFruC6nUazLmpf&#10;FFbzvETM7+oBw9z2r/eYP5p9gCfwjhmbQ5cl8tscxau0cmZ9gC1AAAAAROJaGNdp5p0ReOmsz2AK&#10;b3Pav95g/mn2AHue1f7zB/NPsAWnCNBl0OPJXLakzaYmOTMgLAAAAABE4npb6zR2w45rFpmJ3t1A&#10;Kb3Pav8AeYP5p9gB7ntX+8wfzT7AFxwvSZNFpOayzWbcqZ8megBMAAAAAROJ6W+s0dsOOaxaZid7&#10;dQCm9z2r/eYP5p9gB7ntX+8wfzT7AFxwrSZNFpOayzWbcqZ8megBH4vw/U669IxXx1pWOq0z1/wA&#10;V/ue1f7zB/NPsAPc9q/3mD+afYAu+H6XxPSUwzMTaOm0x1TICSAAAAAAIHFtBbXYaxjmtb1neJt1&#10;bAKr3Pav95g/mn2AHue1f7zB/NPsAW/C9Nn0mm5nNaltp3rNZmfyATQAAAAAAAZLjHxpn9MeqAEI&#10;Bb+DfwzL9n+cALHiHB8WrmcmOebyz1zt0T6QFJm4RrcU/sZvHfSdwHKvD9Zado0uX76TACbpuA6n&#10;JMTnmMVfTvIC+0mjw6PHyMNdu+09cgO4AAAPkxFomLRExPXEgKjWcAxZZm+mvzUz8memv+AFZl4N&#10;rsc/suXHfWYkBwnQ6uJ28VzfySA904XrsnVprx9bo9YCw0vg/eZi2qyREfNp0z/EBd4MGPT44x4q&#10;RWsdkAOgAAi8S019Xor4cc1i1ttpt1dYCl9z2r/eYP5p9gB7ntX+8wfzT7AGg0+OcWnxY7bTNKRW&#10;dvNADoAAIPFtFk12npjxWpE1vyvKme6QFT7ntX+8wfzT7ACPB/VxMTzmH+afYA0gAAAKniXBa6m8&#10;5sFopknrieq3sAU2XhetxTtbT3n6scr1APFeH6y07Rpcv30mAEvTcF1tr1taK4oid/Kn2ANOArOM&#10;cOza+cPNWpXkb78qZ7dvN5gFd7ntX+8wfzT7AHTS8D1WHVYstsmGa0vFp2md+ifQA0AAAAAAAqdf&#10;wPHntOTT2jHeeus+9n2AKfLwrW4p6cFrR308r1APFOH6y87Rpsv31mPWAn6XgGa8xOpvGOvzazvP&#10;sAXun0+LTYox4aRWvr9ICk1PAtVm1OXLXJhit7zaN5nfpn0AOfue1f7zB/NPsAWXB+H5tBz3O2pb&#10;l8nbkzPZv5vOAsgAAYrVY+Z1WXHttybzH4qbLXkZbV7pmAcnkAAAAAB2wanNprcrDktSfN1T9z1j&#10;yXxzvS0wC50fH6ztXV05M/Pp1ffCZh18T0ZY288AuMWXHmpF8V63rPbE7plbVvG9ZiY8wPb6AAAA&#10;AAAAAAAAAAAAAAAAAAAAAA46nS4dXj5vNSLR2T2x6HjLiplrybxv+QM5xDhGbSb3pvkw/OiOmPSr&#10;9RpL4t7R5VO/uBXI4AAAAAAAAAAAAAAAAAAAAPWPHfLkrTHWbWtO0RD7Ws2tFaxvM9UA1XDOHU0O&#10;HeYic1o8q35QtNNp4wU6dpvPXIJzsAAAAAAAAAAAAAAAAAAAAAAAAAAAAAAAAAAAAAAAAAAAAAAA&#10;AAAAAAAAAAAAAAAAAAAAAAAAAAAAAAAAAAAAAAAAAAAAAAAAAAAAAAAAAAAAAAAAAAAAAAAA+TMV&#10;iZnqjpAQf0zw/wCkf2W9gB+meH/SP7LewBK0+oxarHzmG/KpvtvtMesB1AAAAAAAAAAAAAAAAAAA&#10;AAAAAAAAAAAAAAAABkuMfGmf0x6oAQgFv4N/DMv2f5wA0YAAAAAAAAAAAAAAAAAAAAAAAAAAAAAA&#10;AAAAAAAAAAAAAAAAAAAAAAAAAAAAAAAAAAAAAAAy3HcXN8SvPZeIt+X5KvXV5OpmfnRuCucAAAAA&#10;AAAAdcGfLp78vDktS3mnreqZL453paYnzAudHx+J2rq6bf66fnCZh1/Zlj74Bc4c2LPTl4r1vXvi&#10;Uul63jelomPMD29AAAAAAAAAAAAAAAAAAAAAAAAAAKniHBMeffJptseTrmvyZ9iJqNFW+9se1bd3&#10;ZIM/mw5MGSceWk0tHZKBelqW5N4mJgHN8AAAAAAAAAAAAAAAAAAabg3DI01Iz5q/rrR0RPyI9qx0&#10;emjHWL3jy5/AFolAAAAAAAAAAAAAAAAAAAAAAAAAAAAAAAAAAAAAAAAAAAAAAAAAAAAAAAAAAAAA&#10;AAAAAAAAAAAAAAAAAAAAAAAAAAAAAAAAAAAAAAAAAAAAAAAAAAAAAAAAAAADxl/Y3+rIDEAADT+D&#10;3xd/zkBZgAAAAAAAAAAAAAAAAAAAAAAAAAAAAAAAAAAAyXGPjTP6Y9UAIQC38G/hmX7P84AaMAAA&#10;AAAAAAAAAAAAAAAAAAAAAAAAAAAAAAAAAAAAAAAAAAAAAAAAAAAAAAAAAAAAAAAAAAUfhLi6MGaP&#10;PWfXH5oXEa+8v9wKFBAAAAAAAAAAAHTDmy4L8vFe1Ld8S+0vak70tMT5gXOj4/PRXV03/wBdPzhM&#10;w6/syx98AucGoxainLw5K3jzT1JlMlMkb0tEx5gdHoAAAAAAAAAAAAAAAAAAAAAAAAHDVaTDq8fI&#10;zU37pjrj0PGXFTLXa8b+fuBnOIcKzaOZvH6zF86I6vSrs+lvh6Y8qnfHYCvcAAAAAAAAAAAAAAAB&#10;ecD4bvNdXmjo/wDjr3+dN0Wn32y3/wCMAvk4AAAAAAAAAAAAAAAAAAAAAAAAAAAAAAAAAAAAAAAA&#10;AAAAAAAAAAAAAAAAAAAAAAAAAAAAAAAAAAAAAAAAAAAAAAAAAAAAAAAAAAAAAAAAAAAAAAAAAAAA&#10;AAAAAHjL+xv9WQGIAAGn8H4mOGxv23kBZgAAAAAAAAAAAAAAAAAAAAAAAAAAAAAAAAAAAyXGPjTP&#10;6Y9UAIQC38G/hmX7P84AaMAAAAAAAAAAAAAAAAAAAAAAAAAAAAAAAAAAAAAAAAAAAAAAAAAAAAAA&#10;AAAAAAAAAAAAAAAQON4ud4bkntpMWj/30OGtpytNbzdIMoqwAAAAAAAAAAAAAHvFlyYbxfFe1LR2&#10;xOz7W1qW3rMxPfALjR8ftXaurpyo+fXr++EvDr5joyxv54BdafU4dTTlYclbx5uuPuTceSmSN6Wi&#10;QdXoAAAAAAAAAAAAAAAAAAAAAAAJ6Y2kBT8Q4HTLvk0m1L9tPkz6O5E1Gii29sW1Z7uwFBlxXw5J&#10;plpNLR1xMIFq2paa2iYmOyQeHwAAAAAAAAAAAWHCNB47n5V4nmadNvP5nfSYOevvb3levz+YGqiI&#10;iIiI2iOqIWkdEbQAAAAAAAAAAAAAAAAAAAAAAAAAAAAAAAAAAAAAAAAAAAAAAAAAAAAAAAAAAAAA&#10;AAAAAAAAAAAAAAAAAAAAAAAAAAAAAAAAAAAAAAAAAAAAAAAAAAAAAAAAAAAAAATETG09MAKviN+H&#10;6LFO+mwWyzHk0ikAM103v0R02nqiAGx0GDxbR4sU9cR0+kBIAAAAAAAAAAAAAAAAAAAAAAAAAAAA&#10;AAAAAAABxvpNNktN76fFa09c2pEzID54jpPouD+nAD3i0+DDMziw46TPRM1rEAOgAAAAAAAAAAAA&#10;AAAAAAAAAAAAAAAAAAAAAAAAAAAAAAAAAAAAAAAAAAAAAAAAAAAAAAAAA8ZscZcN8duq9ZrP3vl6&#10;xelqz1TGwMTaJraazG0xO0qWY2naewHwAAAAAAAAAAAAAAAHvHkvivF8d5raO2J2fa2ms71mYnvg&#10;Fvo+P5KbV1VOXHz69E/wS8OvtHRljlR3x1gutPqsGqpysOSLd8dsfcmY8tMsb0tEg7PYAAAAAAAA&#10;AAAAAAAAAAAAAAAj6vRYNZj5OavTHVaOuHPLhpmrtePRPbAM3r+F59FM225eLsvEdXp7ldn0t8PT&#10;76vfAILiAAAAAAAADrp8F9Tnrixxva0/w871jpbJeKV65Br9Lp6aXT0w4+qsdffPetsWOuLHFK9U&#10;A7PYAAAAAAAAAAAAAAAAAAAAAAAAAAAAAAAAAAAAAAAAAAAAAAAAAAAAAAAAAAAAAAAAAAAAAAAA&#10;AAAAAAAAAAAAAAAAAAAAAAAAAAAAAAAAAAAAAAAAAAAAAAAAAADhraXyaTJXFe1L7dE1naQGOit8&#10;mTba1rzPV1zMgL/hHCJw2jPqY8uPe07vSAuQAAAAAAAAAAAAAAAAAAAAAAAAAAAAAAAAAAAAAAAA&#10;AAAAAAAAAAAAAAAAAAAAAAAAAAAAAAAAAAAAAAAAAAAAAAAAAAAAAAAAAAAAAAAAAAAAAAAGS4th&#10;5niOaOy08qPv6VTq6cjUXjvncEJyAAAAAAAAAAAAAAAAAAeqXvjvF6Wmto6piditprO9ZmJ74Bba&#10;Tj2XHtXU15yvzo6Lf5S8WutXoyRyo746wXem1mn1dd8OSLT216pj7k3Hmx5Y3paJ83aDu9gAAAAA&#10;AAAAAAAAAAAAAAAAExExMTG8T2HWCl4hwOt98mj2rbtx9k+juQ9RootvbD0T80FDkpfFeaZKzW0d&#10;cT2INqzW0xaJiY7JB5fAAAAAAGo4LoPFcHO5I/XZI/ljuWWjwc1TlWjy7fhALJJAAAAAAAAAAAAA&#10;AAAAAAAAAAAAAAAAAAAAAAAAAAAAAAAAAAAAAAAAAAAAAAAAAAAAAAAAAAAAAAAAAAAAAAAAAAAA&#10;AAAAAAAAAAAAAAAAAAAAAAAAAAAAAAAAAAAAByxabBhta2PFWtrTvMxHTIDqAAAAAAAAAAAAAAAA&#10;AAAAAAAAAAAAAAAAAAAAAAAAAAAAAAAAAAAAAAAAAAAAAAAAAAAAAAAAAAAAAAAAAAAAAAAAAAAA&#10;AAAAAAAAAAAAAAAAAAAAAKDwkw7ZMOaO2JrP3dMeuUDiNPKpfv6AUiGAAAAAAAAAAAAAAAAAAAAD&#10;1W1qWi1LTW0dUxO0wRMxO8TMT3wC10fHc2Lauorzte/qtHtSsOuvXoyRyo7+0F3pddp9XXfDkiZ7&#10;az0TH3JuLNjyx5Funu7QSHQAAAAAAAAAAAAAAAAAAAAABG1mhwa2m2WvlR1XjrhzzYKZo2tHT2TH&#10;XAM3r+G59FO9o5ePsvHV9/crs+mvhneemvzoBCcQAABa8C0MajPObJG+PFPRHfKTocHOX5do8mv4&#10;yDSrIAAAAAAAAAAAAAAAAAAAAAAAAAAAAAAAAAAAAAAAAAAAAAAAAAAAAAAAAAAAAAAAAAAAAAAA&#10;AAAAAAAAAAAAAVuo43ptPnvhvTLNqTtMxEbesBz90Ok/d5/5Y9oB7odJ+7z/AMse0A90Ok/d5/5Y&#10;9oB7odJ+7z/yx7QH2PCDRzPTTNHprHtAdKcb0NuvJavprP5AJmHU4NRH6nLS/miekB1AAAAAc9Rm&#10;rp8F814ma0jeYjrAVvuh0n7vP/LHtAPdDpP3ef8Alj2gHuh0n7vP/LHtAPdDpP3ef+WPaAe6HSfu&#10;8/8ALHtAPdDpP3ef+WPaAe6HSfu8/wDLHtAPdDpP3ef+WPaAe6HSfu8/8se0BZafNXUYKZqRMVvG&#10;8RPWA6AK7Uca02mz3w3plm1J2mYiNvWA5e6HSfu8/wDLHtAPdDpP3ef+WPaAe6HSfu8/8se0A90O&#10;k/d5/wCWPaAe6HSfu8/8se0A90Ok/d5/5Y9oB7odJ+7z/wAse0A90Ok/d5/5Y9oCZodfi11b2xVv&#10;EUnaeVEAOOr4vg0mecOXHl5UdO8RG0/iA4+6HSfu8/8ALHtAfY8INJM/s838se0BaVtF6xavVMbw&#10;A+gAAAAACu1XGdNpc9sN65LWr18mI29YDl7odJ+7z/yx7QH2PCDSTMRGPPvP+mPaAtKzvWJ2mN46&#10;pAfQAAmYiN56IAQNRxnR4JmvOTktHZSN/wAeoBAyeEc7/qtNHptYBxnwh1W/RiwxHnifaA9V8ItR&#10;Hv8ADin0bwAk4fCLDads2C9PPWeV7AFlptZp9VH6nLW093VP8AHcAAAAB4z5a4MN8toma0jedusB&#10;We6HSfu8/wDLHtAPdDpP3ef+WPaAmaHX4tfF5xVvHI235UR7QEoAAAAAARNdxHDoJpGWt55e+3Ji&#10;Oz7wET3Q6T93n/lj2gHuh0n7vP8Ayx7QD3Q6T93n/lj2gHuh0n7vP/LHtAPdDpP3ef8Alj2gHuh0&#10;n7vP/LHtAPdDpP3ef+WPaAe6HSfu8/8ALHtAPdDpP3ef+WPaAk6HimDXZbY8VMkTWvK8qI9oCaAA&#10;ACszcd0uHLfHNMtprO0zWI29YDx7odJ+7z/yx7QD3Q6T93n/AJY9oCywZqajDTLj35N43jcB0AAA&#10;AAAEfW63HocVcmWt5ibcnyYgBB90Ok/d5/5Y9oB7odJ+7z/yx7QD3Q6T93n/AJY9oB7odJ+7z/yx&#10;7QD3Q6T93n/lj2gEeEOk3/Z5o/4x7QHSvHdDbrtevpqAk4eIaTPMRj1FJmeqJnafxASQAAAAFfqu&#10;M6fS6i2HJTLNq7bzWI26t+8Bx90Ok/d5/wCWPaAe6HSfu8/8se0A90Ok/d5/5Y9oB7odJ+7z/wAs&#10;e0A90Ok/d5/5Y9oB7odJ+7z/AMse0A90Ok/d5/5Y9oB7odJ+7z/yx7QEjRcUwa7NOLFTJForyvKi&#10;NvX5wE4AAABA43h57h15iOmkxePz/Bw1tOXp7d9ekGUVYAAAAAAAAAAAAAAAAAAAAAAA+1tNbRas&#10;zEx1TBEzE7xO0gtdHx3Ph2rnjnad/VaErDrr06L+XH4gu9Lr9Nq4/VZI5XzZ6J/gm4s+PL7y3T3T&#10;1gkugAAAAAAAAAAAAAAAAAAAAPkxFomLRExPXEkxExtPTAKXiHA4tvk0fRPbjnqn0IWo0MTvbD0T&#10;80FFelsd5pes1tHRMTHTCDMTWZiY2mOyQfcWK+bLXHjje1p2iH2lZvaK1jeZnYGx0unrpdPTDTqr&#10;HTPfPbK3xY4xY60jsB2ewAAAAAAAAAAAAAAAAAAAAAAAAAAAAAAAAAAAAAAAAAAAAAAAAAAAAAAA&#10;AAAAAAAAAAAAAAAAAAAAAAAAAAAABkOK/GWo+uAiAAAAAAAA+1tNZiazMTHVMALbQccyYpimqnnK&#10;fO+VHtAaHHkplpF8dotW0bxMAPQAAicU+LdR9QBkAAAAAAAAAAAAa/hPxZg+r+YCWAyHFvjPP9b8&#10;gEQAAAAAAAAAAaDwa/Y5/rQA8+Een8nHqIjq8mQFCAANVwTUc/oKxM+Vj8mQFgAAAAA8ZckYsVsl&#10;uqsbyAxebJObNfJbrtMyA8AJvB9P4xr8cTG9a+VIDWgADhrNXi0eGcmWfREdcyAzGu4ln1tpi1pp&#10;j7KR1ff3gIYAAAAAA+1ma2i1ZmJjqmAFzw7jlqzGPWTyq9mTtj0gL+totWLVmJiemJjtAfQABG4l&#10;8Xaj7OfUAxwAAv8AwZ/Z6j01/MBdgAAAAACg8Jvf6f0W/IBSAAAAAAAAAAAAt/Bv4bk+z/OAGjAA&#10;HDXZ402ky5e2tej09gDGTMzMzPTMgAAA0Xg5qOXp74JnppO8eif/AH8QFwAAAAAAKjwk+A4/tI9U&#10;gM4AAAAAAAAAAJ+g4rn0dorMzkxdtZnq9ADT4M1NRhrlxW3raN4AdAABk+N/Guf/AI/+MAIIAAAA&#10;AAAAAAtvBv4fk+yn1wA0gAAADzkpGTHaluq0TEvloi1ZrPVMbAxWWk4st8duutprP3Ka1Zraaz1x&#10;OwPD4AAAAAAAAAAAAAAAAAAAAAAAAD7EzExMTtMdp1As9HxvUYNq5v11PP76PvScOtyU6L+XHn6w&#10;Xmk4jptXERjvtf5luiU3FqMeX3tununrBKdQAAAAAAAAAAAAAAAAAAAARdboMGtptkrteOq8dcOW&#10;bBTNHlR09kwCLwrhU6PNkyZZi1o6KTHd3uWl0vM3ta0xM9UbAtEoAAAAAAAAAAAAAAAAAAAAAAAA&#10;AAAAAAAAAAAAAAAAAAAAAAAAAAAAAAAAAAAAAAAAAAAAAAAAAAAAAAAAAAAAAGQ4r8Zaj64CIA9Y&#10;sV82WuPHHKvadojfYBM/Q3EPo/8AfX2gH6G4h9H/AL6+0B5twrXVjedPb7piQEbJiyYrcnLjtSe6&#10;0bAPAAAs+DcQnS5oxZJ/VXn+WQGnAAETinxbqPqAMgAAJGm0Op1dbWwY+XFZ2nyoj1gO36G4h9H/&#10;AL6+0A/Q3EPo/wDfX2gH6G4h9H/vr7QD9DcQ+j/319oB+huIfR/76+0A/Q3EPo/99faA0fD8V8Gh&#10;w48leTetdpjfcBJAZziPC9bn12bJjw8qlrbxPKiPzARv0NxD6P8A319oB+huIfR/76+0A/Q3EPo/&#10;99faAfobiH0f++vtAJ4Pr4iZnBtEf66+0BBmNp2AAABofBulo0+a0xMRa0bT3gLHiGDxnRZcfbMb&#10;x6QGNmNp2nrAAFv4O5+RqrYZnoyR0emAGjAAAAAVnH8/NaHm4nysk7fcAzAAA0Xg7p+Rp755jpvO&#10;0egBcAOefNTT4bZck7VrG4DI63V5NZqJyXno6q17oARwABO0vCNXqYi0UjHSflX6AE6vg5bbytVE&#10;T5qb/mA85PB3LEfq9RS0/wCqu3tAVuq0Oo0k/rscxHZaOmJ+8BHAAFvwTiU4Lxp81v1dp8mZ+TPs&#10;AaMAARuJfF2o+zn1AMcAAL/wZ/Z6j01/MBdgAAAAACo45otRq7YZ0+Pl8mJ38qI26u8BVfobiH0f&#10;++vtAP0NxD6P/fX2gH6G4h9H/vr7QETNhyYMtsWWvJvXrjfcB4AeseO2XJXHSN7WnaI75ATP0NxD&#10;6P8A319oB+huIfR/76+0A/Q3EPo/99faAsuCaDU6TU3vnxcis02ieVE9O8d0gLoAAUfhHqNq49PE&#10;9flW/IBQgAAAmcJ1Hi2vx2mdq2nk29EgNcAAAAAAKjwk+A4/tI9UgM4AAJeDhms1GKuXFh5VLdU8&#10;qI/MB7/Q3EPo/wDfX2gH6G4h9H/vr7QCeD6+P/r/AN9faAjZ9Ln00/rsVqb9UzHRP3gOQAAt/B7V&#10;zj1E6a0+Rk6a+aQGjAAGT438a5/+P/jACCA9Y6Wy5K46Rva0xER3yAmfobiH0f8Avr7QD9DcQ+j/&#10;AN9faAfobiH0f++vtAP0NxD6P/fX2gH6G4h9H/vr7QD9DcQ+j/319oCx4Jw/VaTV3yZ8XIrOOYie&#10;VE9O8d0gLsAAAAAZbjuDmuI2tEdGSIt7VZrqcjUTPZaNwVyOAAAAAAAAAAAAAAAAAAAAAAAAAAAP&#10;sTtO8dYCy0fGtTp9q5J56ndbrj70jDrMmPot5dfP1gvNJxLTavaKX5N/mW6JTsWpx5feztPdIJbq&#10;AAAAAAAAAAAAAAAAAAAAAAAAAAAAAAAAAAAAAAAAAAAAAAAAAAAAAAAAAAAAAAAAAAAAAAAAAAAA&#10;AAAAAAAAAAAAAAAAAAAAAAAAAAAAAAAyHFfjLUfXARAEvhXxlp/rANeAAADxkxUzUmmSkWrPZMAM&#10;5xfhfik87h3nDM9MfNAVYAA1XBdVOp0URad74/Jn8gFgAicU+LdR9QBkAABoPBr9hn+tHqAXQAAA&#10;AAAAAAAAAAAAACh45xLeZ0uC3R8u0eoBRgACZw3Q212fk9MY69NrANZjx1xY646RtWsbRAD0AyPF&#10;tP4vr8lY97byo+8BDAdNNlnBqMeWOutokBtaWi9K2r1WjeAH0AAAGY4/n53W83E9GONvvAVgD7Ss&#10;3vWteuZ2gBtNNhjBp8eKPk12AdQGe8IdXy8saak+TTpt6QFMAANDwfhVcdK6jUV3yT01rPVH+QFy&#10;AAADzelclJpesWrPRMT2gMzxfhnid+cxdOG0/wAs9wCtAAGs4Pq/GtFXlT5dPJt+QCcAjcS+LtR9&#10;nPqAY4AAX/gz+z1Hpr+YC7AAAAAAAAAAABkuM/Gmf0x6oAQgEjh3xhp/tK+sBsgAAAAAAAY7iWo8&#10;Z12XJv5O+1fRACMA+xW1otMRvFY3nzAPgAA2PDtR41osWWffbbW9MAJIAAAACo8JPgOP7SPVIDOA&#10;ADWcF+KsH3+uQE4AAAHnJSuSk0vWLVnomJAZHiWl8T1l8Ue966+gBFAdNNk5rU4skfJtE/iA2wAA&#10;yfG/jXP/AMf/ABgBBAd9B8P0/wBrX1gNmAAAAAAAAAAAAAACo8IsHL0tM0R047bT6JROIU3xVv8A&#10;NkGcV4AAAAAAAAAAAAAAAAAAAAAAAAAAAAAD6AsNJxnVabatp52kdluv+KRi1mXH0TPLr3SC80fF&#10;dLq9q1vyMk/Iv0T93em4dViy9ETtbukE12AAAAAAAAAAAAAAAAAAAAAAAAAAAAAAAAAAAAAAAAAA&#10;AAAAAAAAAAAAAAAAAAAAAAAAAAAAAAAAAAAAAAAAAAAAAAAAAAAAAAAAAAAAAAGQ4r8Zaj64CIAl&#10;8K+MtP8AWAa8AAAABzz4q58N8Vo3i0bAMXlxziy2x266zsA8gLXwezcjWzj36L1AaUBE4p8W6j6g&#10;DIAADQeDX7DP9aPUAugAAAAAAAAAAAAAAAVfGeJRpcfM4p/XWjr+bADMzMzO89MgADrpdNk1WeuL&#10;HG8z290ANfpNLj0mCuLHHRHXPfIDsAAKXwj0/Kw488R01nkz6JAZ8AAangeo57QVrM72xzyZAWIA&#10;A8ZckYsVsluiKxuAxebJOXLfJbrtMyA8ALLgWn57XxeY8nHHK+/sAagB8vaKUm09URuAxOfJObPf&#10;JPXa0yA8AJ3B9LGq11YtG9KeVYBrAAAAAABy1WCup098Vo6LQAxd6zS9qW66ztID4AtfB7NyNbOK&#10;Z6MlfxgBpQEbiXxdqPs59QDHAAC/8Gf2eo9NfzAXYAAAAAAAAAAAMlxn40z+mPVACEAkcO+MNP8A&#10;aV9YDZAAAAAACHxXUeLaDJaJ2taOTX0yAyIAAveDaKMvDs83jbnvJifNHb/H1AKO1Zpea2jaaztI&#10;D4AvPBvUbWyaeZ6/Kr+YC+AAAAAVHhJ8Bx/aR6pAZwAAazgvxVg+/wBcgJwAAAADM+ENotxGIj5O&#10;OIn8Z/MBVgPWOs3yVrHXM7ANwAAMnxv41z/8f/GAEEB30Hw/T/a19YDZgAAAAAAAAAAAAAA46vDG&#10;o0uXDPyqzEenseMtOcxWp3wDGTExMxMbTCn6gfAAAAAAAAAAAAAAAAAAAAAAAAAAAAAAAAAFho+L&#10;6rS7Vm3O4/m3/KXfDq8uLo35Ve6QXmj4tpdVtXlc3kn5N/ylNw6rFl6N+TbukE53AAAAAAAAAAAA&#10;AAAAAAAAAAAAAAAAAAAAAAAAAAAAAAAAAAAAAAAAAAAAAAAAAAAAAAAAAAAAAAAAAAAAAAAAAAAA&#10;AAAAAAAAAAAAABkOK/GWo+uAiAJfCvjLT/WAa8AAAAAAZLjNORxLL553AQgEnht+b4hht/qAbEBE&#10;4p8W6j6gDIAACw4ZxT9H0vXmec5c7++22/ABN90n+0/7P8AHuk/2n/Z/gA90n+0/7P8AAB7pP9p/&#10;2f4APdJ/tP8As/wAk6DjPjupjD4vyN4md+Xv+QC0AAAAAAETiWurodPNp6bz0Vr3gMllyXzZLZMk&#10;72tO8yA8gPtKWyXilImbWnaIgBrOF6CuhwbT05be+n8gE0AAAHHWYY1GlyYp+VXoAYy0TW01mNpi&#10;dpgB8AW3g9n5vV2xTPRkjo9IDSAACs4/qOa0PNxPlZJ2+4BmAABpuAafmtFzkx5WSd/uAWgCLxO/&#10;N8Pz2jonkzEAMeAAL/wax7Ys2TtmYiAF2AAAAAAADJcYx83xLLEdUzuAhAJHDr83r8Fv9cbgNkAj&#10;cS+LtR9nPqAY4AAX/gz+z1Hpr+YC7AAAAAAAAAAABkuM/Gmf0x6oAQgEjh3xhp/tK+sBsgAAAAAB&#10;nvCPUcrNj08T0UjlT6ZAUwD7Ws2tFY6ZmdgG002GNPpseKPkViAGa45p+Y4ha0R5OSOVHp7QFeA7&#10;6LPOm1eLL2Vt0+jtAbOJiYiYneJAAAAAVHhJ8Bx/aR6pAZwAAafhGq0+PhuGmTUYq2jfeLXiJjpk&#10;BM8e0n0rB/UgA8e0n0rB/UgB5niGjjr1OL7rRICJquOabFSYwTOW/ZtG0QAzeXJfNltkyTva07zI&#10;DyAncG086jiGPo8nH5c/d1fiA1gAAyfG/jXP/wAf/GAEEB00+XmdRjy7crkWi22+2+0gLn3Sf7T/&#10;ALP8AHuk/wBp/wBn+AD3Sf7T/s/wAe6T/af9n+AD3Sf7T/s/wAe6T/af9n+AFzgyc9p8eXbk8usW&#10;236t4AdAAAAAAAZLi+DmOI5YiNq2nlx9/wDndVaunI1Fo7J6YBCcQAAAAAAAAAAAAAAAAAAAAAAA&#10;AAAAAAAAAAABO0fFtVpdqxbnKfNt0/wdsOqy4ujflV7pBeaTjGl1O1bW5q/zbz+adi1eLJ0TPJt3&#10;SCwdwAAAAAAAAAAAAAAAAAAAAAAAAAAAAAAAAAAAAAAAAAAAAAAAAAAAAAAAAAAAAAAAAAAAAAAA&#10;AAAAAAAAAAAAAAAAAAAAAAAAAAAGQ4r8Zaj64CIAl8K+MtP9YBrwAAAAABl+PxtxK31YAVoDppp5&#10;OoxzHzoAbYBE4p8W6j6gDIAAAAAAAAAACx4B8Z1+rIDUgAAAAOWp1GPS4LZck7Vj8QGR1mqyazPb&#10;Lknr6o7oAcAABpOC8N5ikajNX9baPJj5sALYAAAAAAZTjOn5jX32jyb+VACAA6afLODUY8sddbRI&#10;DaUtF6VvXqtG8APQDL8ez87ruRE9GONvvAVoD3gxzmzUx167TEANripGLHXHXqrG0APQCv45O3DM&#10;npiPxAZUAAabwej/APz5n/XP5ALQAAAAAAAGY8IY24j6aR+YCsAesU8nLSY7LQA3ACNxL4u1H2c+&#10;oBjgABf+DP7PUemv5gLsAAAAAAAAAAAGS4z8aZ/THqgBCASOHfGGn+0r6wGyAAAAAfLWilZtadoi&#10;N5AYvVZp1GpyZZ+Vbf7gHIBYcDwc9xCszHk4/Kn8gGqAVPhDp+c0dcsR045/Cf8A2AGbAAGr4NqP&#10;GOH03ne1PIn8vwATwAAAVHhJ8Bx/aR6pAZwAAAAAAAAAAe8OHJnyRjxUm1p7IAavhmhrodPyeicl&#10;um9vOAmAADJ8b+Nc/wDx/wDGAEEAAAAAAAAAAbPQfANN9lX1QA7gAAAAAApvCPBysOPPEdNZ5M+i&#10;f/fxQ+I03pW8dk7SDPIAAAAAAAAAAAAAAAAAAAAAAAAAAAAAAAAAAAAAACbo+J6nSbRS/KpHyLdM&#10;fd3OuHU5MXRE717pBeaPjOm1G1bzzN+609H8U7DrMeTot5Fu6QWPWkAAAAAAAAAAAAAAAAAAAAAA&#10;AAAAAAAAAAAAAAAAAAAAAAAAAAAAAAAAAAAAAAAAAAAAAAAAAAAAAAAAAAAAAAAAAAAAAAAAAADI&#10;cV+MtR9cBEAS+FfGWn+sA14AAAAAAy/H534lb6sAK0B008crUY4j50esBtgETinxbqPqAMgAAJmh&#10;4bm11L2xWxxFZ2nlTPsASvc9q/3mD+afYAe57V/vMH80+wA9z2r/AHmD+afYAe57V/vMH80+wA9z&#10;2r/eYP5p9gCXwzhGo0esjNkvimsRMbVmd/UAuQAAAfL3rSk3vMRWI3mZAZTinELa7N0dGKvvY/MB&#10;BAAFzwThvOWjVZo8iPeRPbPeA0IAAAAAAAKjwi0/L01c0R0452n0SAzgAA1HAtRz2gikz5WOeT9w&#10;CfmyRiw3yWnaKxMgMVlvOXLbJbrtMyA8gLbwe0/Oau2aY6McdHpAaQAAV/HI34Zk9MT+IDKgADS+&#10;Ds76C0d15AWoAAAAAAAMx4QTvxH0UiAFYA94a8rNSvfaAG3ARuJfF2o+zn1AMcAAL/wZ/Z6j01/M&#10;BdgAAAAAAAAAAAyXGfjTP6Y9UAIQCRw74w0/2lfWA2QAAAACu47qOZ0FqxPlZPJj0doDLAADSeD2&#10;n5vSWzTHTkno9EALYBzz4q5sF8Vuq9ZgBi8lLY8lqWja1Z2kB5AW3g9qOb1dsMz5OSOj0x/7IDSA&#10;AAAqPCT4Dj+0j1SAzgAAAAAAAPWOnLvFZvWm87cq3VAC603g9E7WzaiJienbHHX94C402kwaSnJw&#10;Y4rHbPbP3gOwAAAMnxv41z/8f/GAEEB7w45zZqYqzEWvaKxv1dICz9z2r/eYP5p9gB7ntX+8wfzT&#10;7AD3Pav95g/mn2AHue1f7zB/NPsAPc9q/wB5g/mn2AHue1f7zB/NPsAaDTY5w6bFitMTalIrO3V0&#10;QA6AAAAAAA46zBGp0uTDPyq9Hp7HjNTnMVqd8AxkxMTMTG0wp56J2kHwAAAAAAAAAAAAAAAAAAAA&#10;AAAAAAAAAAAAAAAAAAAEzScS1Ok2jHflU+Zbph1xanJi97beO6QXmj41ptRtXL+pv/q6p+9Nw63H&#10;k6LeRbz9QLKJiY3id4SQAAAAAAAAAAAAAAAAAAAAAAAAAAAAAAAAAAAAAAAAAAAAAAAAAAAAAAAA&#10;AAAAAAAAAAAAAAAAAAAAAAAAAAAAAAAAAAAAAZDivxlqPrgIgCXwr4y0/wBYBrwAAAAABkeL35zi&#10;WWY7J2AQwErhlOc4hhr/AKgGwAROKfFuo+oAyAAA0Hg1+wz/AFo9QC6AAAAAAAAAAABnON8S5+86&#10;fDb9XX30x8qQFQAALDhPD51ublXjbDT309/mAamtYrWK1jaI6IiAH0AAAAAAAHLU4oz6fJinqtWY&#10;AYu9Jpe1LddZ2kB8AWvg9n5vWTimejJH4gLHwgz81oubienJO33AMyAANVwTT8xoKzMbWyeVICwA&#10;AEXiWPnOH5qx18mdgGPAAF74NZf22KZ6ei0AL0AAAAAAAGP4pl57iGa0T0craPuARQEnhuPnOIYK&#10;/wCqJkBsQEbiXxdqPs59QDHAAC/8Gf2eo9NfzAXYAAAAAAAAAAAMlxn40z+mPVACEAkcO+MNP9pX&#10;1gNkAAAAAzPH9Rzut5uJ8nFG33gKsAATMXFdbhx1x483JrWNojkV9gD1+meIfSP7K+wA/TPEPpH9&#10;lfYAiZct82W2TJO97dMztsA8APeHJbDmpkr10mJgBtcWSuXFTJX3toiYAegABUeEnwHH9pHqkBnA&#10;ABrOC/FWD7/XICZfHS8bXpW0eeNwFVxHgmPJScmkrFMkdPIjqt7AGcmJrMxMTEx0TEgACfw3imTR&#10;Witt74Z6693ngBqceSmXHXJjtFq2jeJgB6AAABk+N/Guf/j/AOMAIIDvoPh+n+1r6wGzAAAAAAAA&#10;AAAAAAAAAGU41p+Y4heYjauTy4+/r/FV6zHyNRPdbpgEBwAAAAAAAAAAAAAAAAAAAAAAAAAAAAAA&#10;AAAAAAAAAAAAStJxDU6ToxZN6/Nt0w6YtRkxe9t0d09QLzR8c0+baueOZv3z72fvTcOtx36L+RP4&#10;AtImJjeJ3iUrrAAAAAAAAAAAAAAAAAAAAAAAAAAAAAAAAAAAAAAAAAAAAAAAAAAAAAAAAAAAAAAA&#10;AAAAAAAAAAAAAAAAAAAAAAAAAAAAZDivxlqPrgIgCXwr4y0/1gGvAAAAAc9RljBgvltPRWNwGLyX&#10;nJkteeu07gPIC28HcHL1Vssx0Uj8ZAaQBE4p8W6j6gDIAADQeDX7DP8AWj1ALoAAAAAAAAAAU/G+&#10;JczWdNht5cx5Ux2QAzoAAkaHR31uojHTojrtPdADXafBTT4a4scbVrH8QHQAAAAAAAAAAZbjun5n&#10;XzaI8nJHKj0gK4B7wZJw56ZK9dbRICbxrVRqtVXkTvStY2+/pAV4Dto8M6jVY8UfKt0gNnWsVrFa&#10;xtERtEAPoAA+WiLVms9UxsAxeqwzg1OTFMbcm2wDkAlcN1Ximspkn3vVb0ANfW0WrFqzvExvEgPo&#10;AAAACNxHVV0mkvkmfK22rHfIDHTMzMzM7zIAAt/B3By9VfNMdGOu0emQGjARuJfF2o+zn1AMcAAL&#10;/wAGf2eo9NfzAXYAAAAAAAAAAAMlxn40z+mPVACEAkcO+MNP9pX1gNkAAADnny1w4L5bdVKzIDF5&#10;LzlyWyW67TMyA8gAAAAAAAAADTeD+o53RzimfKxTt90gLQAAVHhJ8Bx/aR6pAZwAAazgvxVg+/1y&#10;AnAACi49w/onV4o+0iPWAogABbcD4hzGXxfLb9XefJmfkyA0gAAAMnxv41z/APH/AMYAQQHfQfD9&#10;P9rX1gNmAAAAAAAAAAAAAAAAAIvENBj12KK3ma3r720djlqMFc9Np6JjqnuBltVpcukzTjzV2nsm&#10;OqfQrMuK2K/JvHT6wcHgAAAAAAAAAAAAAAAAAAAAAAAAAAAAAAAAAAAAAAAAAB102Kc+ox4o+VaI&#10;esdeXkrXvkG0rWK1isdURsuYjaIiOwH0AAAAAAAAAAAAAAAAAAAAAAAAAAAAAAAAAAAAAAAAAAAA&#10;AAAAAAAAAAAAAAAAAAAAAAAAAAAAAAAAAAAAAAAAAAAAABkOK/GWo+uAiAJfCvjLT/WAa8AAAHPN&#10;nxYK8rNkrSPPIDOcW4r45+qw7xiiemZ67AKwAiN52gBreE6XxTRVraPLt5VgE0BE4p8W6j6gDIAA&#10;DQeDX7DP9aPUAugAAAAAAAAEDi3EI0WDav7W/vY7vOAytrWvabWmZtM7zMgPgD3hxXz5a48dZm1p&#10;2iAGt4foqaLTxjr02nptbvkBKAAAAAAAAAAABVeEGn5zRxliPKxzv9wDNAAAAALrwc0/KzZM8x0V&#10;jkx6ZAaAAAAABQ+EOjmLV1VI6Pe3/IBRgAC44RxaMERg1M/q/k2+b/gBoa2resWrMWrPVMdoD6AA&#10;OOp1OHS45vmvFY7I7Z9ADLcR199dm5UxyaV97XuARACImZiIjeZAa/hek8U0daTHlz5VvSAlgI3E&#10;vi7UfZz6gGOAAF/4M/s9R6a/mAuwAAAAAAAAAAAZLjPxpn9MeqAEIBI4d8Yaf7SvrAbIAAAFR4Q6&#10;jm9LXDE9OSen0QAzgAAuuG8GxarSVzZr5KzaZ2isxHR/ABK9z2k/eZ/5o9gB7ntJ+8z/AM0ewA9z&#10;2k/eZ/5o9gB7ntJ+8zfzR7AGezY5w5r47ddLTEgPACw4HqOY4hWsz5OTyZ/IBqgABUeEnwHH9pHq&#10;kBnAABrOC/FWD7/XICcAAPkxFomJiJieiYkBkuKaKdFqprWP1dumk/kAhgADVcG13jel5N53y4+i&#10;3njskBYAADJ8b+Nc/wDx/wDGAEEB30Hw/T/a19YDZgAAAAAAAAAAAAAAAAAA46rS4tXi5vNXeOye&#10;2HjLiplrybxv+QMtr+H5dDk2v5VJ97eI6JVmfBfBbaems9UgiOQAAAAAAAAAAAAAAAAAAAAAAAAA&#10;AAAAAAAAAAAAAAALXwew85rZyT1Y6/jP/spOgpys02+bANKsgAAAAAAAAAAAAAAAAAAAAAAAAAAA&#10;AAAAAAAAAAAAAAAAAAAAAAAAAAAAAAAAAAAAAAAAAAAAAAAAAAAAAAAAAAAAAAAGQ4r8Zaj64CIA&#10;+0valotS01tHVMTtMAO3j2r+lZ/6kgHj2r+lZ/6kgPk6zVW69Tmn03kBym02ne0zM98gPgAAuOCc&#10;NnLeNTmr5FfeRPyp7wGiAAETinxbqPqAMgAAOmLUZsMTGLNkxxPXybTG4D349q/pWf8AqSAePav6&#10;Vn/qSAePav6Vn/qSAePav6Vn/qSAePav6Vn/AKkgHj2r+lZ/6kgLzwezZc2HNOXJfJMWjblWmdgE&#10;bwl/bYPqz6wFKAAPWPLkxW5WLJak99Z2kB18e1f0rP8A1JAPHtX9Kz/1JAPHtX9Kz/1JAPHtX9Kz&#10;/wBSQDx7V/Ss/wDUkA8e1f0rP/UkBP4JqtRl4jWuTPlvXkz0WvMx1ANIAAADxmxxmw3x2jeLRsAx&#10;WXHOLLbHbrrO0gPIAAANfwrT+L6DHWY8qY5U/eAlgAAAAPOXHXLjtjvG9bRtMAMlxHQZNDmmJ3nH&#10;Pvbd4CIAAO2n1mo0s/qMtqR3dcfwATq+EGsiNprit55rPtAecnHdbeNqzTH9Wvt3AQMuXJmvy8t7&#10;Xt3zO4DwAALzgfDJm0arPXaI95We3zgL4AARuJfF2o+zn1AMcAAOmLPmw781lvj36+TaY3Ae/HtX&#10;9Kz/ANSQDx7V/Ss/9SQDx7V/Ss/9SQDx7V/Ss/8AUkA8e1f0rP8A1JASNBrNTfXYK21Ga1ZvETE3&#10;mYnpAasAAAGS4z8aZ/THqgBCASOHfGGn+0r6wGyAAABk+M6jxjiF9p8mnkR+YCCA9Ysc5ctMdeu0&#10;xEANrhxxhxUx16qREQA9gAAAAM14QafmtZGWI6Msb/fH/sAKoAiZrMTHRMANppM8anS480fKr0+n&#10;tAdgFR4SfAcf2keqQGcAAGs4L8VYPv8AXICcAAACJxLRxrdLbH0cuOmk90gMjas0tNbRtaJ2mJ7A&#10;HwBI0Oqto9VXLXq6rR3wA2GPJXLjrkpO9bRvEgPQDJ8b+Nc//H/xgBBAfa2mtotWZi0TvExPTADt&#10;49q/pWf+pIB49q/pWf8AqSAePav6Vn/qSAePav6Vn/qSAePav6Vn/qSAePav6Vn/AKkgO2i1mqtr&#10;cFbanNNZyViYm87T0gNaAAAAAAAAAADxlxUzY5x5axak9cS+WrW9ZraImJ7JBnOJ8HvpYnLg3vh7&#10;Y7aq7U6ScW9qbzT8YBVowAAAAAAAAAAAAAAAAAAAAAAAAAAAAAAAAAAAAAAA0vg9h5Gitk7clvwj&#10;oWPD6bYZt86QWqUAAAAAAAAAAAAAAAAAAAAAAAAAAAAAAAAAAAAAAAAAAAAAAAAAAAAAAAAAAAAA&#10;AAAAAAAAAAAAAAAAAAAAAAAAAAAAAAyHFfjLUfXARAAAAAAAAdcGlz6i22HFa/niOj+IC60HAYpM&#10;ZNXMWmPkR1feAuoiIiIiIiI6ogB9AAETinxbqPqAMgAAAAAAAAAAADQeDX7HP9aPUA4+Ev7bB9Wf&#10;WApQAAAAAAAAAAAWPAfjOn1Z9QDUgAAAAMzx/T81reciOjJG/wB4CrAAEnh2n8Z1uPHt0b7z6AGx&#10;AAAAAAABzz4MeoxTjy0i1Z7JAZ3X8EzYJm+nicuPuj30e0BVzExO09EwAAAAAAPeHDkz3imKlr2n&#10;siAF9w7gcYpjLq9rW7KdkenvAXIAAAI3Evi7UfZz6gGOAAAAAAAAAAEnh3xhp/tI9YDYgAAAyXGf&#10;jTP6Y9UAIQCRw74w0/2lfWA2QAA4a7PGm0mXL21r0ensAYyZmZmZ6ZkAAWfANPzuu5yY8nFG/wB/&#10;YA04AAAAAAruO6fnuH2tEeVjnlR6O0BlgABf+Dmo5WPJp5nprPKr6O0BdgKjwk+A4/tI9UgM4AAN&#10;ZwX4qwff65ATgAAAAFB4QaHk2jV446J6L+aeyQFIAALzwf120zpMk9E9NJ9cAL4Bk+N/Guf/AI/+&#10;MAIIAAAAAAAAAA76D4fpvta+uAGzAAAAAAAAAAAAAFJxTgvLm2fSR09c447fQhanR773xR09tQUM&#10;xNZmJiYmOiYlBmNp2nrB8AAAAAAAAAAAAAAAAAAAAAAAAAAAAAAAAAAAAAbLQYuZ0WHH2xWN/St8&#10;FeRhpXugEh0AAAAAAAAAAAAAAAAAAAAAAAAAAAAAAAAAAAAAAAAAAAAAAAAAAAAAAAAAAAAAAAAA&#10;AAAAAAAAAAAAAAAAAAAAAAAAAAQ8vC9Fmy2yZMPKvad5nlW9oDx+huH/AEf++3tAP0Nw/wCj/wB9&#10;vaAfobh/0f8Avt7QD9DcP+j/AN9vaA+xwfQRO8aePvtb2gOtOH6PH73TY/vruAkRERG0RER3QA+g&#10;AAAAPGXFTNitjyRvS0bTG4CH+huH/R/77e0A/Q3D/o/99vaAfobh/wBH/vt7QD9DcP8Ao/8Afb2g&#10;H6G4f9H/AL7e0A/Q3D/o/wDfb2gH6G4f9H/vt7QD9DcP+j/329oB+huH/R/77e0BJ02kwaStowU5&#10;EWneemZ9YDzqdDptXas58fLmsbR5Ux6gHD9DcP8Ao/8Afb2gH6G4f9H/AL7e0A/Q3D/o/wDfb2gH&#10;6G4f9H/vt7QD9DcP+j/329oB+huH/R/77e0A/Q3D/o/99vaAfobh/wBH/vt7QD9DcP8Ao/8Afb2g&#10;Oun4bpNNljJhxcm8dG/KmfXICUAAAAA46nSYNXWK58fLis7x0zHqARv0Nw/6P/fb2gH6G4f9H/vt&#10;7QHbTaDS6W83wYuTaY235Uz6wEkAAAAAAAAAAcNRotNqf22Gtp79tp/iAgZPB/S2nel8lPNvEwA4&#10;z4ORv0aqYjz4/wDID7XwcpHv9TafRTb8wEnDwLRY+m0XyT/qt7AE/Fix4a8nFStK91Y2AewAAAAH&#10;nJjrlx2x5I3raNpjvgBC/Q3D/o/99vaAfobh/wBH/vt7QD9DcP8Ao/8Afb2gH6G4f9H/AL7e0A/Q&#10;3D/o/wDfb2gH6G4f9H/vt7QD9DcP+j/329oB+huH/R/77e0B7x8K0WLJXJTDtas7xPLt0T/EBMAA&#10;ABEzcM0efLbLlw8q9uueVMfmA5/obh/0f++3tAe8fCtFiyVyUwbWrO8Ty7dE/wAQEwAActRpsWqx&#10;83mryq777bzHqARf0Nw/6P8A329oB+huH/R/77e0BI02kwaSLRgx8iLdfTM7/wAQHcAAAAAAfLVi&#10;9ZraN4mNpgBB/Q3D/o/99vaAfobh/wBH/vt7QHXT8O0mmyc5hxcm222/KmfzASgHHU6XDq6RTPTl&#10;1id4jeY6fuARv0Nw/wCj/wB9vaAfobh/0f8Avt7QEzBhx6fFXFiryaV6o33AewAAAAHnJjplx2x5&#10;Kxato2mJAQv0Nw/6P/fb2gH6G4f9H/vt7QHqnCNDS8Xrg2tWd4mL26J/iAmgImfhmj1GW2XLh5V7&#10;dc8qY/MBz/Q3D/o/99vaAfobh/0f++3tAP0Nw/6P/fb2gH6G4f8AR/77e0A/Q3D/AKP/AH29oB+h&#10;uH/R/wC+3tAP0Nw/6P8A329oB+huH/R/77e0B6x8J0OPJXJTBtasxMTy7dEx94CaAAAAAAAAAAAA&#10;AACBxHheLWxyo8jLHVaO30uGo01M0b+9v3gzWq0uXSZebzV2nsnsn0K3LivitybxsDi8gAAAAAAA&#10;AAAAAAAAAAAAAAAAAAAAAAAAAAO2lx89qsWP51oiXrFXl5a175BtIjaNly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5ajT4tVinHmpFq/jHoecmOuWvJvG8AzfEeE5dHM3pE5MPzo649Kt1GlvhmbR&#10;5VO/uBXOAAAAAAAAAAAAAAAAAAAAAAAAAAAAAAAAALDgePl8SpO3vYm3/v8AF30VeVqa+aNwap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BMbxtICo4hwSmabZdNtS/XNOyZ/JE1Gii+9sfkz3dk&#10;gz+XFkw5Jx5aTW0dcSgWralpraJiY7weHwAAAAAAAAAAAAAAAAAAAAAAAAAAAAABdeDdN8+a/dWI&#10;TOHR5d57oBoE8AAAAAAAAAAAAAAAAAAAAAAAAAAAAAAAAAAAAAAAAAAAAAAAAAAAAAAAAAAAAAAA&#10;AAAAAAAAAAAAAAAAAAAAAAAAAAAAAAAAAAAAAAAAAAAAAAAAAAAAAAAAAAAAAAAAAAAAAAAAAAAA&#10;AAAAAAAAAAAAAAAAAAAAAAAAAAAAAAAAAAAAAAAAAAAAAAAAAAAAAAAAAAAAAAAAAAAAAAAAAAAA&#10;AAAAAAAAAAAAAAAAAAEXXcQxaCKTlre0X325MR7QHDTcZ02q1FcNKZYtbqm0Rt6wFiAAI2u1uLQ4&#10;q5MsWmLTtEVjpARsHHNNnzUxUx5uVeYiN4j2gLIAAAAAAAAAAAAAAAAAAAAAAABH1miw6zHycten&#10;stHXDnmw0zV2tHT2T2wDN67hefRTNpjnMXz6x6+5XZ9LfD0++r3wCC4gAAAAAAAAAAAAAAAAAAAA&#10;AAAAAAAA0Pg3X/8AHzX77bfgn8Oj9XefOC5TAAAAAAAAAAAAAAAAAAAAAAAAAAAAAAAAAAAAAAAA&#10;AAAAAAAAAAAAAAAAAAAAAAAAAAAAAAAAAAAAAAAAAAAAAAAAAAAAAAAAAAAAAAAAAAAAAAAAAAAA&#10;AAAAAAAAAAAAAAAAAAAAAAAAAAAAAAAAAAAAAAAAAAAAAAAAAAAAAAAAAAAAAAAAAAAAAAAAAAAA&#10;AAAAAAAAAAAAAAAAAAAAAAAAAAAAAAAAAAAAAAAAAAV3HNNOfQTasb2xzyvu7QGYxZLYctclJ2tW&#10;d4AajScY0uopHLyVxX7a3nb8QHe/EdHjryp1OKY/023n8AGd4txDx7NHIiYxU97E9vnAdeAaacut&#10;52Y8nFG/3z1ANMAAAAAAAAAAAAAAAAAAAAAAAAAExExtMbxICo1/A8eXe+l2x3+b8mfYiZ9FW/lY&#10;vJnu7AUGfBl0+SaZqTS0dkoF6Wx25N6zEg5vgAAAAAAAAAAAAAAAAAAAAAAAAADT8Artw6J+daZW&#10;WgjbT798yCzSQAAAAAAAAAAAAAAAAAAAAAAAAAAAAAAAAAAAAAAAAAAAAAAAAAAAAAAAAAAAAAAA&#10;AAAAAAAAAAAAAAAAAAAAAAAAAAAAAAAAAAAAAAAAAAAAAAAAAAAAAAAAAAAAAAAAAAAAAAAAAAAA&#10;AAAAAAAAAAAAAAAAAAAAAAAAAAAAAAAAAAAAAAAAAAAAAAAAAAAAAAAAAAAAAAAAAAAAAAAAAAAA&#10;AAAAAAAAAAAAAAAAAAAGe4nwW9L2y6SvKpPTNI649HeAp7VmszFomJjriQHwBL0XDtRrLRyKTWnb&#10;e0dH+QGo0elx6PBGLH1R0zPbM94DuAAAAAAAAAAAAAAAAAOMamkamdPfybzG9d/lR5njnI5zm56J&#10;6484Oz2AAAAAAAADlqdNh1WPkZqRaOzvj0POTHTLXk3rvAKDXcDy4N76eZy0js+VHtQM+itTe2Py&#10;q93aCqmNp2lFB8AAAAAAAAAAAAAAAAAAAAAAABrODV5PDMPn3n8Vpo4201ATncAAAAAAAAAAAAAA&#10;AAAAAAAAAAAAAAAAAAAAAAAAAAAAAAAAAAAAAAAAAAAAAAAAAAAAAAAAAAAAAAAAAAAAAAAAAAAA&#10;AAAAAAAAAAAAAAAAAAAAAAAAAAAAAAAAAAAAAAAAAAAAAAAAAAAAAAAAAAAAAAAAAAAAAAAAAAAA&#10;AAAAAAAAAAAAAAAAAAAAAAAAAAAAAAAAAAAAAAAAAAAAAAAAAAAAAAAAAAAAAAAAAAAAAAeMmLHl&#10;6MmOl/rViQHiml01J3pp8VZ74pEAOwAAAAAAAAAAAAAAAAAAACv4zpZz6TnMe8ZcM8qsx1+f/wB8&#10;yPrMU3xcqvvqdMA8cJ4pGrrGHNO2eI9EW/y+aTUxljkX9/H4gs0kAAAAAAAAABC13DNPrImZjkZO&#10;y9Y6fv73HNpseaOmNrd8AoNbwvUaPe1o5eP59fz7kDNpcmHpmOVXvgEFxAAAAAAAAAAAAAAAAAAA&#10;AAAa/hUbcOwfVhbaX4PT0AluoAAAAAAAAAAAAAAAAAAAAAAAAAAAAAAAAAAAAAAAAAAAAAAAAAAA&#10;AAAAAAAAAAAAAAAAAAAAAAAAAAAAAAAAAAAAAAAAAAAAAAAAAAAAAAADOcQ4prcOuzY8ebk0rbaI&#10;5MT+QCN+meIfSP7K+wA/TPEPpH9lfYAfpniH0j+yvsAP0zxD6R/ZX2AH6Z4h9I/sr7AHqvG9fHXl&#10;ifTSAHWnhBq6z5VMVo9Ex+YCdpvCDBkmK58dsU98TvAC1peuSkXpaLVnqmJAegAB5yzNcV5jrisz&#10;ADK/pniH0j+yvsAP0zxD6R/ZX2AH6Z4h9I/sr7AD9M8Q+kf2V9gB+meIfSP7K+wA/TPEPpH9lfYA&#10;fpniH0j+yvsAP0zxD6R/ZX2AH6Z4h9I/sr7AF9wfUZdVouczX5V+VMb7RHqATgAAAJmIjeeiAFVr&#10;OOYMEzTBHPXjt32rH39oCpz8Z1uaZ2y83HdSNvx6wES+ozX9/myW9NpkBzAe6ZstPeZb19FpgBKw&#10;8W1uHqzzeO6/lALTScfx5Jiuppzcz8qvTAC4rat6xasxas9Ux2gPoAAAKjjmt1GkvhjBk5EWid/J&#10;ifWAqv0zxD6R/ZX2AH6Z4h9I/sr7AGo09pvp8V7Tva1ImZ+4B0AAABH1etwaOnKzX2meqsdMyApd&#10;T4QZrzMaelcde+3TICvya/V5Z8vUZJ80W2gBwta1p3tMz6ZAK3tT3tpr6J2ASMXEdZhnyNRk9Fp3&#10;j8QFlpvCG8TEanFFo+dTon+AC60+pw6rHy8N4tHb3wA6gAAAAMxqeL66mpy0rn2rW8xEcivVv6AH&#10;L9M8Q+kf2V9gCRoeNaiNTWNVk5eK3RPkxG3n6AGk6+oAAAAB8tO1ZmO4BlP0zxD6R/ZX2AH6Z4h9&#10;I/sr7AF7wXU5tVo5yZ78q0XmN9ojo2juATwAAAAHyZiImZ6oAZjPxrWTnvOLNyce88mOTE9H8AHP&#10;9M8Q+kf2V9gB+meIfSP7K+wBouGaqdXoqZLTvfqt6QEoAAAAAAV3G9Vm0mlpfBfkWm+0ztE9G094&#10;Ck/TPEPpH9lfYAfpniH0j+yvsAaLhebJqOH4suW3Kvbfedtu2QEoAAAAAAAAAAAABW8b12TR4KRh&#10;tycl569onaIAUv6Z4h9I/sr7AD9M8Q+kf2V9gCXwvi2pya2mPU5eVS/k+9iNp7OoBoQAAAAAAAAA&#10;AAAAAAAAAAGT4npraHXTyN61meXSY7P/AOKrU4pw555PRE9NZBb8K4tGpiMOonbN2Tt0W/yl6XVx&#10;k2pk9/394LVKAAAAAAAAAAAFXrOCafPvbD+pv5o8mfuRs2ix36aeRbzdQKLV6DUaOf1uOeT2Wjpi&#10;UHLgyYZ8uvR3x1AjOYAAAAAAAAAAAAAAAAAAA2PDfi7T/Uhb6b4Pj+rAJLoAAAAAAAAAAAAAAAAA&#10;AAAAAAAAAAAAAAAAAAAAAAAAAAAAAAAAAAAAAAAAAAAAAAAAAAAAAAAAAAAAAAAAAAAAAAAAAAAA&#10;AAAAAAAAAAAAAAyHFfjLP9YBEAAAAAAAAAAE7hfEb6LNEWmZw2nyq93nAautotWLVneJjeJAfQHj&#10;N+xv9WfUAxAAAAAAAAAAAANP4P8Axd/zkBZgADzlyUw47ZMlorWsbzIDL8S4rk1lppjmaYe753pA&#10;V4AAAAAAAACdwziWTRZIraZthmemvd54Aaql65KVvSYmto3iYAegABQeE37TT+ifyAUgAA2uk+CY&#10;fs6+oB1AAFfxXiddFTkU2tmtHRHd55AZjLlyZsk5MtptaeuZAeAAAAAAAAdNPqMumyxkw2mto/EB&#10;qeG8RprsXZXLX31fzjzAJoAAAMVrPhmf7S3rAcgABpeBa7n8Hi+Sf1mOOjzwAtQAAAfL+8t6AGGA&#10;AGl8Hfi+32k+qAFqAAAAAg8Z1Hi/D77Tta/kR94DJgAAAuvBzUcnLk08z0WjlV9MANAAAAAAAKjw&#10;k+A4/tI9UgM4AANZwX4qwff65ATgAAAAAAAAAAAAGU43qOf4heInycfkR+f4gIAAA+1tNLRas7TE&#10;7xIDaaXNGo02PNHy67/eA6gAAAAAAAAAAAAAAAAAAr+M6TxrRzasb5MflV8/fDhrMXO4ZmI8qvTA&#10;Mt1SqwX/AAni/L5On1VvK6q3nt80+dP0mr5W2PLPT2W7wXSYAAAAAAAAAAAPkxFomLRExPXEkxEx&#10;tPTAKvWcDwZt7YJ5q/d8mfYi5tFS/TTyJ/AFHqtDqNJP67HPJ7LR0xKFlwZMU+XXo746gRnMAAAA&#10;AAAAAAAAAAAAGx4b8X6f7OPUt9P8Hx/VgEl0AAAAAAAAAAAAAAAAAAAAAAAAAAAAAAAAAAAAAAAA&#10;AAAAAAAAAAAAAAAAAAAAAAAAAAAAAAAAAAAAAAAAAAAAAAAAAAAAAAAAAAAAAAAAAAAZDivxln+s&#10;AiAO2iw11GrxYbzMVvbaZjrAX3ue0n7zP/NHsAPc9pP3mf8Amj2AHue0n7zP/NHsAebeDunmJ5Gb&#10;LE+faQFTr+G5tDO99r456rx+YCGAANNwDUTm0U47TvOOdvuAWgDxm/Y3+rPqAYgAAT+EaHFrs2Sm&#10;W14itd45MwAtfc9pP3mf+aPYAe57SfvM/wDNHsAPc9pP3mf+aPYAe57SfvM/80ewA9z2k/eZ/wCa&#10;PYAe57SfvM/80ewBP0ekx6LBzWKbTXffyp6QHcAAZrjmvnUZuYxz+rpPTt2yAqgABaaDguXU1jJm&#10;nmsc9XzpAXGHhGixR+xi89953AdvEdJtt4rh/pwAj6jgujzR5NJxW76T+QCg1/Ds2hv5flY597eO&#10;0BEAAF74O6ud7aW8/wCqn5wAvQABQeE37TT+ifyAUgAA2uk+CYfs6+oB1AR9bqq6PTWy27OqO+QG&#10;QzZb58tsmSd7WneZAeAHvDhyZ8kY8VZtaeqIAX2k4BjrWLaq03t82s7RACwpw7R0jaNNi++sT6wC&#10;/DtHeNp02KPq129QCu1nAMc1m2lvNbfMtO8T94Chy4r4ck48lZraOuJAeQHTTZ8mmzVy452tWf4g&#10;NjpdRTVaemanVaOrukB1AAGK1nwzP9pb1gOQAA66bPfTZ6ZqT01n+IDY6fPTU4KZcc+TaN/QA6AA&#10;D5f3lvQAwwAA0vg78X2+0n1QAtQAAAAGb8IdRzmqrhiejHHT6ZAVIAAAOukzTp9Tjyx8m2/3ANpW&#10;0WrFqzvExvEgPoAAAACo8JPgOP7SPVIDOAADWcF+KsH3+uQE4AAAAAAAAAAAHHWZ402ky5p+TXo9&#10;PYAxczMzMzO8z0yAAAAA0Pg5qOVhyaeZ6aTyq+if/fxAXIAAAAAAAAAAAAAAAAAAADKcY0niusnk&#10;xtjyeVX84Vesxc1mnb3tumAQHAFzwvjM4uTh1UzNOqMnbHpTNNrJrtTL0x2W7gaCtotWLVmJiemJ&#10;jtT4mJjeJ3gH0AAAAAAAAAAAHyYi0TFoiYnriSY3jaQVms4Hp8+9sP6m/m97P3I2XRY79NPIn8AU&#10;mr4dqdJO+THvX59emELLp8mL31d4746gRHIAAAAAAAAAAAAABsOFzvw7B9SFtpvg9PQCU6gAAAAA&#10;AAAAAAAAAAAAAAAAAAAAAAAAAAAAAAAAAAAAAAAAAAAAAAAAAAAAAAAAAAAAAAAAAAAAAAAAAAAA&#10;AAAAAAAAAAAAAAAAAAAAAAAAAMhxX4yz/WARAErhfxlp/rgNgAAAAA4a3FXPpMtLR0TWQGMAAF14&#10;NWnns1ezkxIDQAPGb9jf6s+oBiAABc+DXwnN9T8wGhAAAAAAAAAAETimp8V0V7xPlT0V9IDIT0zv&#10;IAAt+B8OjPedRmrvjrPkxPbIDRgAAAAOeow01GG2LJG9bRsAx2pwW02ovht11nb0gOcVm07ViZnu&#10;gBP4dpNbTVYstNPkiK23mZjbo+8BqgABQeE37TT+ifyAUgAA2uk+CYfs6+oB1AZvwh1M5NTGCJ8n&#10;HG8+kBUgERvO0dcgNZwrQV0WniZj9beN7T3eYBOAAAAAV/F9BXV6eb1j9dSN4nv8wDKgAC68HNTy&#10;cl9Naei3lV9IDQAADFaz4Zn+0t6wHIAAAFtwHXcxm8XyT+ryT0eaQGkAAHy/vLegBhgABpfB34vt&#10;9pPqgBagAAA85L1xY7ZLTtWsbyAxWfLOfPfLbrvMyA8AJGn0l8+DPlr1Ya7/APv3bgI4AA1PA9Rz&#10;+grWZ3tjnkz6Oz/3zALEAAAABUeEnwHH9pHqkBnAABrOC/FWD7/XICcAAAAAAAAAAACk8JNRtjx6&#10;eJ6beVb0dn/vmAUAAAka3SW0eaMd+uaRb+PX+O4COAl8K1Hi2vxXmdqzPJt6JAa8AAAAAAAAAAAA&#10;AAAAAAABC4ro/HNJNa/tK+VX2OOqw89imI99HTAMnMbTtKqB8AWPDOKZNHaKX3vhnrr219DvptVb&#10;DO1umnd3A02HNjz4oyYrRas9UwsqXrkrFqzvEg9vQAAAAAAAAAAAAHWAr9VwfS6je0V5q89tPY4Z&#10;dJiydMRyZ74BT6rguqwb2pEZaR216/4IeXR5ce818uPN1grpiYmYmNpjslHnonaQfAAAAAAAAAAB&#10;reDzyuGYfRt+K10k76agJrsAAAAAAAAAAAAAAAAAAAAAAAAAAAAAAAAAAAAAAAAAAAAAAAAAAAAA&#10;AAAAAAAAAAAAAAAAAAAAAAAAAAAAAAAAAAAAAAAAAAAAAAAAAAAAAAyHFfjLP9YBEASuF/GWn+uA&#10;2AAAAACLxLUV02iyXtPTMbVjvkBjwABe+DWP9tk27qgL0B4zfsb/AFZ9QDEAAC58GvhOb6n5gNCA&#10;AAAAAAAAAKDwkzb5MWGOqI5UgKQAiN5iI65AbTR4Y0+kx4oj3ten0gOwAAAAAA4ZNFpsuXncmGl7&#10;zG29o3AdaY6Y42x0rWO6sbAPQAAAKDwm/aaf0T+QCkAAG10nwTD9nX1AOkztEz3AMXqcnPanJk33&#10;5VpkByAT+C4Iz8QpvG9aeVIDVgAAAAAAAyPFcHi/EMtYjatp5UfeAhgJGgy8xrcWTfaItG/oAbIA&#10;AYrWfDM/2lvWA5AO2PTXyaXLnr0xjmItHmntAcQDqAavhGt8c0sRaf1tOi3n84CeA+X95b0AMMAA&#10;NL4O/F9vtJ9UALUAAAFXx/Uc1oubifKyzt93aAzIAA1PBtLGPhscuOnL5U79wDN6rDOn1OTFPybT&#10;H3AOQC04BqOa1vNTPk5Y2+/sAaYAAAABUeEnwHH9pHqkBnAABrOC/FWD7/XICcAAAAAAAAAAADH8&#10;T1HjOuy5Ineu/Jr6IARQEzhOn8Z4hirPvazyreiAFt4R6fl6fHniOmk7T6J/z6wGdAAGw4bqPGtD&#10;iyTPlbbW9MAJQAAAAAAAAAAAAAAAAAAADNcd0XMannqR+ry9fmsrddh5GTlxHk29YKpGAAStFrs2&#10;iycrHO9Z99SeqXTDnvhtvWejtjvBp9FrsOtx8rFPlR76s9cLPDnpmrvWemOuO4El0AAAAAAAAAAA&#10;AAAAEfUaLT6mP1uKsz87tc8mHHk9/WJnvBU6rwftG9tLkiY+bfr/AIouXQT14rb+aQVOo0ufTTtm&#10;xWp556v4omTFfHPl1mAcXkAAAAAAAangNt+G1jutMfis9DO+mjzTILFIAAAAAAAAAAAAAAAAAAAA&#10;AAAAAAAAAAAAAAAAAAAAAAAAAAAAAAAAAAAAAAAAAAAAAAAAAAAAAAAAAAAAAAAAAAAAAAAAAAAA&#10;AAAAAAAAAAAZDivxln+sAiAOulzeLanHm5PK5E77b7bgLj3Sf7T/ALP8AHuk/wBp/wBn+ACfCOez&#10;S/8AZ/gBzv4RZpjyMFK+mZkBW6rV59XflZr8rbqjsgBwAfa1m1orWN5noiAGv4bpfFNHTHPvp6be&#10;kBKAeM37G/1Z9QDEAAD3izZcMzOLJfHM9c1tMAOnj2r+lZ/6kgHj2r+lZ/6kgHj2r+lZ/wCpIB49&#10;q/pWf+pIB49q/pWf+pICTw7V6m+vwVvqMtqzeN4m8zEgNUAAMrxy3K4lf/TEQArwHfRUjJrMNJ7b&#10;wA2YAAAAAAAAAAAAAAoPCb9pp/RP5AKQAAbXSfBMP2dfUAaq3I0uW3dWQGKAAF34NUjl5r9sREAL&#10;8AAAAAAAGd8JKRGqxX+dXb+ACnAfaztaJ84Db4rcrFS3fWJAegGK1nwzP9pb1gOQC98G6xfFqa2j&#10;eJ5MTH8QFZxLRzotVbH8iemk+YBFASdBq7aPVVyx73qtHfADX471yUrek71tG8SA+395b0AMMAAN&#10;L4O/F9vtJ9UALUAAAGW47qOe181ifJxxyY9PaArgHXS4Z1Gpx4q9drRADaVrFKxWsbREbQAz3hHp&#10;+RqKZ4jovG0+mAFOA9Y7zjyVvWdprMTADa4MsZ8NMteq8RID2AAACo8JPgOP7SPVIDOAADWcF+Ks&#10;H3+uQE4AAAAAAAAAAROKajxbQZbxO1pjk19MgMgAANB4N6fk4smomOm08mvojr/98wC11WGNRpsm&#10;Gfl1mPvAYu1Zraa2jaYnaYAfAF34N6jbJk08z0W8uvp7f/fMAvwAAAAAAAAAAAAAAAAAAAHDWaau&#10;r018NujlR0T3S8ZscZcc0nt6pBj8mO2LJbHeNrVnaYVFqzW01nrgHh8AAe8OW+HLXJjtNbVneJiX&#10;2lppaLVnaYBouG8YpqIjFqJimXqiey3sWGm1cZNq5Nov6wWqUAAAAAAAAAAAAAAAAD5aItExaImJ&#10;64kmImNpjeAV+p4LpM/TSs4rd9Or+CPk0eK/TEcifMCq1HAtVi3nFNctfN0T/BFyaHLXprtePN1g&#10;rsmLJityclLUnutGyPatqTtasxPnB4fAAABo/By++kyV7r/ksOHTvitHdILdLAAAAAAAAAAAAAAA&#10;AAAAAAAAAAAAAAAAAAAAAAAAAAAAAAAAAAAAAAAAAAAAAAAAAAAAAAAAAAAAAAAAAAAAAAAAAAAA&#10;AAAAAAAAAAAAAAAAZDivxln+sAiAAAAAAAAAOmHBl1F4phx2vbzQA0PC+ERpZjNnmLZeyI6qgLUA&#10;AeM37G/1Z9QDEAAAAAAAAAACVwz4x0/14AbAAAZHi/xnn+t+QCGAlcM+MdP9eAGwAAABVeEGbLh0&#10;2KcWS9Jm+0zW0x2AKHx7V/Ss/wDUkA8e1f0rP/UkA8e1f0rP/UkA8e1f0rP/AFJAPHtX9Kz/ANSQ&#10;Gv00zbTYpmZmZpEzM+gB0AUHhN+00/on8gFIAANrpPgmH7OvqAc+JfF2o+zkBjgABf8Agz+z1Hpr&#10;+YC7AAAAAAABQeE37TT+i35AKQAAbTSfA8H2dfUA7AMVrPhmf7S3rAcgF94M+81Hpr+YCfxXRRrd&#10;LNYj9ZXppP5AMlMTEzExtMdcSAAL3wf13XpMk+en5wAvL+8t6AGGAAGl8Hfi+32k+qAFqAAOWqzR&#10;p9Nkyz8msyAxdrTe82tO82neQHwBb+Dun5epvnmOjHG0emQGjAQeM6fxjh+SIje1PLj7v8AMmAAN&#10;H4O6jnNLbBM9OOd49EgLcAAAFR4SfAcf2keqQGcAAGs4L8VYPv8AXICcAAAAAAAAAAM/4R6jlZce&#10;nieiscq3pn/38QFKAREzO0dMyA2eiweLaTFh7a16fT2gO4DK8b0/McRvMR5OTy4/P8QFeA7aPPOm&#10;1eLNHybdPo7QGziYtETE7xPTEgPoAAAAAAAAAAAAAAAAAAACj8INDvEavHHTHReI9aFr8G8c7WPN&#10;YFCggAAAAtuHcZyafbFqN8mLqi3bX2pWn1lse1cnlV7+2AaHFlx5scZMV4tWeqYWFbVvWLVmJie2&#10;Ae30AAAAAAAAAAAAAAAAAB4y4seavJy0revdaN3y1a3ja1YmPOCu1HAtLl6cU2xT5umP4I+TQ4rd&#10;Nd6T5uoFbn4FqsW84+TljzTtP8EbJoctfe7WjzAr8uHLhtycuO1J/wBUbI9qWpO1qzX0wC38Gr+X&#10;np3xEpnDreVevokF+nAAAAAAAAAAAAAAAAAAAAAAAAAAAAAAAAAAAAAAAAAAAAAAAAAAAAAAAAAA&#10;AAAAAAAAAAAAAAAAAAAAAAAAAAAAAAAAAAAAAAAAAAAAAAAAAMhxX4yz/WARAHTT4bajPTDSYi15&#10;2iZ6gFj7ntX+8w/zT7AHHPwfW4azbm4vEdfInf8AABAnonaQABN4dm0ePJtq8EXiZ6L7z0emAGpw&#10;VxRirzEUjHPTHIjoAdAAAAeM37G/1Z9QDEAACy4HpMGrz5K56cuK13jpmO3zALn9DcP+j/329oB+&#10;huH/AEf++3tAP0Nw/wCj/wB9vaAfobh/0f8Avt7QD9DcP+j/AN9vaA94uFaLDkrkx4dr1neJ5Vva&#10;AmAADK8cryeJX88RICvAdtHfm9XitPZaAG0AAABT+EvwXF9f8gGdAAAAAAG10vwXD9SvqAdQFB4T&#10;ftNP6J/IBSAADa6T4Jh+zr6gHnW15ejzV76SAxgAAvPBq/lZ6d8RIC+AAAAAAABnfCS8TqcVPm13&#10;/iApwCOmYgBt8FeTgx17qxH4APYDFaz4Zn+0t6wHIBfeDPvNR6a/mAvAGd4/oeayeM448i87W27J&#10;AU4D7S9sd63pO1qzvEgNdodXXWaKMke+22tHdIDIAADS+Dvxfb7SfVAC1AAFN4R6jk4KaeJ6bzvP&#10;ogBngABpeD5dLptBSt9Rhre08q0TeN4ATvHtJ9Kwf1IAfJ1ujmJidVg2n/8AZADI6nHXFqMlMdot&#10;SLeTNZ3iYAcwE7g2o8X4hSZnat/In7/8gNYAAACo8JPgOP7SPVIDOAADWcF+KsH3+uQE4AAAAAAA&#10;AB8taK1m0ztERvIDF6vPOp1WTNPy7bx6OwByAS+F1x21+Kc16UpWeVM2naOjqAajx7SfSsH9SADx&#10;7SfSsH9SAFVx62m1GnpkxZ8V7456q3iZmJ/9gBQgADVcE1HP8PpEz5WPyJ/L8AFgAAAAAAAAAAAA&#10;AAAAAAAA83pXJS1LxvW0bTD5aItWazG8T0SDIa/S20eqtinfbrrPfCpz4pw5Zr2dnoBGcwAAAASd&#10;Hrs+jvFsVvJ7aT1S6Yc98Nt6z0dsT1A0mh4ng1sbVnkZNumlvy71jg1OPN0RO1u6QTXYAAAAAAAA&#10;AAAAAAAAAAAAHy1a3rybVi0d0xu+TETG0xEx5wcMOi0+DNOXDjilrRtO3V/B4phx0vNqV2me4Eh0&#10;AAAAAAAAAAAAAAAAAAAAAAAAAAAAAAAAAAAAAAAAAAAAAAAAAAAAAAAAAAAAAAAAAAAAAAAAAAAA&#10;AAAAAAAAAAAAAAAAAAAAAAAAAAAAAAAZDivxln+sAiAJXC/jLT/XAbAAAU/GuGRlpOowV2yR02iP&#10;lf5AZ0AAWPCeJW0eWKZJmcNuuPm+cBqImLRExO8T0xID6AAPGb9jf6s+oBiAABc+DXwnN9T8wGhA&#10;AAAAAAAAAGf8JMO2XFmiOiY5MgKUAidpiY64AbPRZo1GkxZInrr0+kB3AAHHU6XBq6RXPTlxE7xG&#10;8x6gEb9DcP8Ao/8Afb2gH6G4f9H/AL7e0BUcc0eDSZMMYMfIi0Tv0zPrAVYAA2ul+C4fqV9QDqAo&#10;PCb9pp/RP5AKQAAbXSfBMP2dfUA6WjlVmvfGwDE5qc1mvjn5NpgB4AWHBM8YeIViZ2i8cmQGqAAA&#10;AAAABkeL5+f4hktE7xXyY+4BDAdtHi57V4sfzrRADaAADFaz4Zn+0t6wHIBfeDPvNR6a/mAvAHPP&#10;hpnw2xZI3raNpAY/V6e+l1F8N+us9E98d4DiAm8L1s6PPPKn9VeNrR+YCEAANL4O/F9vtJ9UALUA&#10;AZHi2o8Z1+S0T5NZ5NfRACGAAAAAAAAARO07wA2Wgz+M6PFl36Zjp9PaAkAACo8JPgOP7SPVIDOA&#10;ADWcF+KsH3+uQE4AAAAAAAABX8c1HMcPtWJ8rL5Eejt/ABlQAAAAAAAAABa+D2o5rWThmfJyx+Mf&#10;+yA0oAAAAAAAAAAAAAAAAAAAAAgcX0Xjmlnkx+tp018/mcNXh57F0e+r0wDKzG07T1qsHwAAAAB9&#10;iZrMTEzEx0xMETtO8AueH8dtTbHq45VdtovHXHp70zBrpjauXpj50dYL3FlpmpF8V4vWeqYndOra&#10;t68qsxMd8A9voAAAAAAAAAAAAAAAAAAAAAAAAAAAAAAAAAAAAAAAAAAAAAAAAAAAAAAAAAAAAAAA&#10;AAAAAAAAAAAAAAAAAAAAAAAAAAAAAAAAAADxmzY8GOb5bxSsdsvN71pXlXmIjzgrdNxmmp10Yqxy&#10;cUxtE265lHx6yuTPFIjavZM9sgtUoAAAAAAAAAAAAAAAAAAAAAAAAAABkOK/GWf6wCIAlcL+MtP9&#10;cBsAAAAZrjfD/F83P44/V3npiOyQFUAANBwDX8uviuWemvTSZ7u4BdAADxm/Y3+rPqAYgAAXPg18&#10;JzfU/MBoQAAAAAAAAABD4tpvGdDesRvavlVAZEAAXHAdfGK86bLbatp3rM9kgNEAAAAAAM/4SzHO&#10;4I/0yApQABtdL8Fw/Ur6gHUBQeE37TT+ifyAUgAA2uk+CYfs6+oB1AZjj2mnDreciPJyxv8AeArA&#10;H2szW0TE7THSA1vDNbXW6aLb/rK9F4/MBMAAAAAQeLa6uj007T+tvG1Y/MBk5ned56wABb+Dumm+&#10;ptnmPJxxtHpkBowABitZ8Mz/AGlvWA5AL7wZ95qPTX8wF4AAKzjeh8Z0/O44/W4+n0x3AMwAAAAA&#10;0vg78X2+0n1QAtQEbiOo8W0WXJE7W22r6ZAY4AAAAAAAAAAAF74N6joyaeZ/11/P8gF6AAKjwk+A&#10;4/tI9UgM4AANZwX4qwff65ATgAAAAAAAAGZ8INRzutjFE+Tijb75/wDYAVYAAAAAAAAAA9YslsWW&#10;mSvvqTEwA2uHJXNhpkr729YmAHsAAAAAAAAAAAAAAAAAAAAAZvjmg5jN4xjj9XknpiPkyrtdg5F+&#10;crHk26/NIKlFAAAAAAAEjS6zPpL8rDfbfrieqXvFmvinek7ebvBodDxjBqtqXmMWXutPRPolYYNX&#10;jy9FvJt3T2gsUgAAAAAAAAAAAAAAAAAAAAAAAAAAAAAAAAAAAAAAAAAAAAAAAAAAAAAAAAAAAAAA&#10;AAAAAAAAAAAAAAAAAAAAAAAAAAAAAAAAAVmu41g0+9MO2XJ5uqPvRs+spj6KeVb8IBntTqs2qvy8&#10;2SbT2R2R9yvyZb5bb3tMg5RMxO8TtMPPUDT8H4jGrxc3kn9dSOn/AFR3rPSajna8m3v4/EFkkAAA&#10;AAAAAAAAAAAAAAAAAAAAAAAyHFfjLP8AWARAErhfxlp/rgNgAAADnqMNNRhvivG9bRsAx2q099Lq&#10;L4r9dZ/jADkA9YslsWWuSk7WrO8SA2Gi1VdXpq5a9c9cd0gJADxm/Y3+rPqAYgAAWXA9Xg0mfJbP&#10;fkRau0dEz2+YBc/pnh/0j+y3sAP0zw/6R/Zb2AH6Z4f9I/st7AD9M8P+kf2W9gB+meH/AEj+y3sA&#10;P0zw/wCkf2W9gDvptfptXaa4MnLmsbz5Mx6wEgAAZfjWhnS6mclI/VZJ3jzT3AK0AAXPDuOWxVjF&#10;qom1Y6IvHXHp7wF1h1mmzxE4s1Lebfaf4AO+8bb9gCPm12lwRPOZ6Rt2RO8/wgBU6zwg3ia6Sm3+&#10;u3sAUuTJfLeb5LTa09czIDyAANrpfguH6lfUA6gKDwm/aaf0T+QCkAAG10nwTD9nX1AOoCJxPRxr&#10;NJake/jprPnAZG1bUtNbRMWidpiQHwB102py6XLGXDba0fiA0Oj45ps8RXNPM38/vZ+8BZUyUyRv&#10;S9bR31ncAvlx443yXrSO+07AK3Wcc0+GJrg/XX83vY+8BndRnyanLOXLabWn8AHMB6x47ZclcdI3&#10;tadogBsNBpa6PS0xR1x02nvkBIAAGK1nwzP9pb1gOQC+8Gfeaj01/MBeAAAAy3GtD4rqecpH6rJ0&#10;x5p7gFcAAADS+Dvxfb7SfVAC1AUHhJqN7Y9PE9XlW/IBSAADW8IweL8PxxMeVbyp+/8AwAmgAAAA&#10;MbxDB4trcuLbaItvHonqARwEjh+o8V1mPL2RO1vR2gNl1gACo8JPgOP7SPVIDOAADQ8L4no9Pw/F&#10;iy5uTeu+8cmZ7Z8wCV+meH/SP7LewA/TPD/pH9lvYAfpnh/0j+y3sAP0zw/6R/Zb2AH6Z4f9I/st&#10;7AHbTcQ0uryTTBl5dojeY5Mx0ffADtmyVw4b5be9pWZkBisuS2XLfJb31pmZAeQE/gmDn+I0mY8n&#10;H5c/d1fiA1YAAAACr8INPzuhjLEeVitv909E/kAzIAA0ng9qOc0dsMz5WKej0T/7IC2AAAAAAAAA&#10;AAAAAAAAAAAAHPPhpqMNsWSN62jaXm9IyUmto3iQZDWaa+k1FsN+uOqe+O9U5sc4sk0t2dveDg8A&#10;AAAAAAAAsdFxjUaWYreedx91p6Y9EpGHV5MXRbyq909YNBpNfp9ZX9Tfyu2k9Ex9yfiz480eRbp7&#10;p6wSXQAAAAAAAAAAAAAAAAAAAAAAAAAAAAAAAAAAAAAAAAAAAAAAAAAAAAAAAAAAAAAAAAAAAAAA&#10;AAAAAAAAAAAAAAAAAAABF1fENPo4/W33t2Ujplyy58eGPKnp7o6wZ7XcV1Gs3rvzeP5te30oGfVZ&#10;MvR72vdAIDgAAAOmHNfBlrkxztas7w+0valotWdpgGt0GsprdPGSvRbqtHdK2wZozY4tHX2x3Aku&#10;gAAAAAAAAAAAAAAAAAAAAAAAAyHFfjLP9YBEASuF/GWn+uA2AAAAACr45ofGMHPY4/WY/wAYAZkA&#10;AWPBtd4pqeRef1eTonzT3gNSA8Zv2N/qz6gGIAAAAAAAAAAABceDXwrN9T8wGiAAHPUYMepw2xZa&#10;71sAyvEOHZdDk6Y5WKfe3j8wEMAAAAAAAAAAWfD+DZdTMXzxOPF5+uwDTUrFKVpWNorG0APoCg8J&#10;v2mn9E/kApAABtdJ8Ew/Z19QDqAAKni/CvGd8+niOdjrr87/ACAzlqzW01tExMdcT2APgAAAAAAA&#10;PVKWyXilKza09ERHaA0vCeFxo687l2nNMfygLMAAAGK1nwzP9pb1gOQC+8Gfeaj01/MBeAAAA4a3&#10;S01emthv29U90gMflxXw5bY8kbWrO0gPAAA0vg78X2+0n1QAtJmIiZnqgBjddnnU6vJl7LT0ejsA&#10;cAHfQ4PGdZixdlrdPo7QGziNo2gAAAAAAUPhJp+nFqIj/Rb8vzAUYAA1vCNR4xw/HMz5VPIn7v8A&#10;ACaAqPCT4Dj+0j1SAzgAAAAAAAAAAtvBv4dk+yn1wAneEOo5vSVwxPlZZ6fRH/sAM2AANH4O6fka&#10;S+aY6clto9Ef53AW4AAAADzlx1y4r47e9tExIDE5cdsWW+O3vqTMSA8gJ/BdR4vxCkTPk5PIn7+r&#10;8QGrAAAAAAAAAAAAAAAAAAAAAABA4voI1mn3pH62nTXz+Zw1eDnse8e/r1ecGVmJidpjaYVfUD4A&#10;AAAAAAAA9VtalotS01tHVMTtMETNZ3iZie+AW2i49kx7U1Uc5X50e+j2peHXWr0ZY5Ud8dYL3T6n&#10;DqacvDki8du3XCdjyUyV3paJgHV6AAAAAAAAAAAAAAAAAAAAAAAAAAAAAAAAAAAAAAAAAAAAAAAA&#10;AAAAAAAAAAAAAAAAAAAAAAAAAAAAAAAAAAAABw1OswaSvKzZIr3R2z9zxlzUxRve23mBRa3jubNv&#10;TTxzVPnfKn2IObXXvvGOOTHf2gqpmbTM2mZmeuZRZmZneemQfAAAAAABK4frb6LURevTWei1e+HT&#10;BmnDk5UdXbANbiy0zYq5Mc71tG8StqWi9YtWd4kHt9AAAAAAAAAAAAAAAAAAAAAAAZbiek1N+IZ7&#10;U0+W1Zt0TFJmJARfEdX9Fz/05ASeG6TU04hgtfT5a1i3TM0mIgBqgAAAADr6wGY4pwvLi1Uzp8V7&#10;479Mcmszt5gEPxHV/Rc/9OQDxLV/Rc/9OQGk4Rmz303N6jFkpenRvesxvACZliZxXiI3mayAx/iO&#10;r+i5/wCnIB4jq/ouf+nIB4jq/ouf+nIB4jq/ouf+nIB4jq/ouf8ApyAeI6v6Ln/pyAeI6v6Ln/py&#10;AeI6v6Ln/pyAeI6v6Ln/AKcgLbwf0+bDqMs5cOSkTTom1ZjtAXoAAAPl6VvWa3rFqz1xMAKbWcAp&#10;eZtpb8ifmW6gFTn4bq9PPl4LTHfWN4/ABFAAAB1xabPn/ZYb388V6AFhp+AanJtOa1cUd3XIC40n&#10;CtLpdrVpy7x8q/SAmgAAApPCHBmzZME4sWTJtE78mszt1AKfxHV/Rc/9OQDxHV/Rc/8ATkBrtNE1&#10;02KJiYmKRExPZ0AOoAAAIeu4Zp9bG945OTsvXr/yAo9TwTV4ZmaVjNXvr1/wAV98d8duTkpak91o&#10;2AeQAB6x4smWdsdLXnurG4Cx03A9VmmJy7Ya/wCrpn+AC90XD9Poq/q6737b265ASgAAAAGR1Wj1&#10;VtVmtXTZpib2mJik9PSA5eI6v6Ln/pyAu/B7Dlw0z87ivj3mu3KrMb9YC4AAAAAU3HeHWzRGowUm&#10;146LVrG8zACl8R1f0XP/AE5APEdX9Fz/ANOQGh4DiyYtDauXHalucmdrRtPVADtxW2WuhyRhpe97&#10;xyYisTM9IDMeI6v6Ln/pyAeI6v6Ln/pyAt+AaLJjy5M2bFekxHJrFq7ALwAAAAAARuJafxnQ5ccR&#10;vbbevpgBlfEdX9Fz/wBOQDxHV/Rc/wDTkBbcArqMGbJjy4MtKXjfe1JiImAF6Aq+P4smbR464sd7&#10;zGSJ2rEz2SAoPEdX9Fz/ANOQDxHV/Rc/9OQDxHV/Rc/9OQDxHV/Rc/8ATkA8R1f0XP8A05APEdX9&#10;Fz/05APEdX9Fz/05APEdX9Fz/wBOQFpwDT58OsvbLhyUiccxvasx2wA5cZx6rU6+000+a1KRyazF&#10;J2kBA8R1f0XP/TkB9jQ6uZiPFc3T/okBrtPhjBp8eKvVSsQA6AAAAAADO8b0GaddzuHDe9ckbzya&#10;zO09QCu8R1f0XP8A05AI0Wsid402eJj/APXIDXabJbLp8d71ml5rHKrMbTE9oDqAAAAAAAAAAAAA&#10;AAAAAAAAADP8e4fyLTq8VfJtP6yI7J70DXYOTPO1jon3wKVDAAAAAAAAAAAHvFlyYbxfFeaWjtiX&#10;2trUtyqzMT3wC50fH5jaurpvHz6/nCZh189WWN/PALnBqMOppy8OSt483YmUyUyRvS0TAOr0AAAA&#10;AAAAAAAAAAAAAAAAAAAAAAAAAAAAAAAAAAAAAAAAAAAAAAAAAAAAAAAAAAAAAAAAAAAAAAAAAAAO&#10;Oo1WDTV5WbJWvdHbLxky0xxve0QCl1nHr33ppa8iPn26/wCCHm19p3jFHJjvnrBT3vbJabXtNrT1&#10;zM7odrTad7TMz3yDyAAAAAAAAAALPg3EfFcvNZZ/VXn+WUnR6jmrci0+RP4A08TvG8LIAAAAAAAA&#10;AAAAAAAAAAAAAAAAAAAAAAAAAAAAAAAAAAAAAAAAAAAAAAAAAAAAAHm+PHf39K29MbgOXiWk+i4f&#10;6cAPdNPgx+8w46+isQA6AAAAAAAAAAAAAAAAAAAA+TEWja0RMecBytpNNad7afFPppABXSaavvdP&#10;ij0UgB1iIiNoiIjzAPoAAAAAAAAAAAAAAAAAAAAAAAAAAAAAAAAAAAAAAAAAAAAAAAAAAAAAAAAA&#10;AAAAAAAAAAAAAAAAAAAAAAAAAAAAAAAAAAAAAPl6VyUml4ia2jaYntfJiLRMTG8SDI8S0dtFqZp1&#10;0nppPmVWowzhyTHZPTEgiOQAAAAAAAAAAAAPePJfFeL47zS0dUxOz7W1qTvWZie+AW2k4/lptXU0&#10;jJX51eifZP4JWLX2joyxyo746wXWm1mn1Ub4ctbT83tj7k3Hmx5Y8i0T5u0Hd7AAAAAAAAAAAAAA&#10;AAAAAAAAAAAAAAAAAAAAAAAAAAAAAAAAAAAAAAAAAAAAAAAAAAAAAAAAAAAAR9VrtNpI/W5Iifmx&#10;0z/Bzy58eKPLtG/d2gpNXx7Nkma6esY6989MoeXXXt0Y45Md/aCryZLZbze9ptaeuZRbWm072neZ&#10;B4fAAAAAAAAAAAAAAF/wPiXKiNLmt5Ue8me3zJ2i1G8RivPT2SC7TQAAAAAAAAAAAAAAAAAAAAAA&#10;AAAAAAAAAAAAAAAAAAAAAAAAAAAAAAAAAAAAAAAAAAAAAAAAAAAAAAAAAAAAAAAAAAAAAAAAAAAA&#10;AAAAAAAAAAAAAAAAAAAAAAAAAAAAAAAAAAAAAAAAAAAAAAAAAAAAAAAAAAAAAAAAAAAAAAAAAAAA&#10;AAAAAAAAAAAEXiGjrrdNOOZ2tHTWe6XLUYYzY+TPRPXEgyWXHfFktjyVmtqztMSqrVmlpraNpgHh&#10;8AAAAAAAAAAAAAAfa2msxNZmJjqmCJmJ3idpBZaXjmqwdGXbNX/V0T/FJxa3LTot5cefrBcaXi+k&#10;1O1eXzd5+Tfo/HqS8WrxZOjfkz3SCe7gAAAAAAAAAAAAAAAAAAAAAAAAAAAAAAAAAAAAAAAAAAAA&#10;AAAAAAAAAAAAAAAAAAAAAABMxEbzO0HUCu1XGdLp961mct47K9X8UfLrMWPeInlT3QCn1XGdVqN6&#10;1tzVJ7Kdf8UPLrMuToieTHdAK+ZmZ3md5lw6+sHwAAAAAAAAAAAAAAAAB9raa2i1Z2mOmJImYneO&#10;sGp4TxCNZh5N52zU99Hf51ppdRGam0+/jrBYO4AAAAAAAAAAAAAAAAAAAAAAAAAAAAAAAAAAAAAA&#10;AAAAAAAAAAAAAAAAAAAAAAAAAAAAAAAAAAAAAAAAAAAAAAAAAAAAAAAAAAAAAAAAAAAAAAAAAAAA&#10;AAAAAAAAAAAAAAAAAAAAAAAAAAAAAAAAAAAAAAAAAAAAAAAAAAAAAAAAAAAAAAAAAAAAAAACr41w&#10;7xnHz+KP1tI6Yj5Ue1F1mn5yvLrHlx+IMyrgAAAAAAAAAAAAAAAAAEnTa/U6Wf1WWeT82emP4OmP&#10;Pkxe9tO3dPUC103hDE7RqcMx/qp7ErHxCOrJT74Ba6fWafVR+py1tPd1T/BKx5seX3l4nzdoO72A&#10;AAAAAAAAAAAAAAAAAAAAAAAAAAAAAAAAAAAAAAAAAAAAAAAAAAAAAAAAAAACPqNdptL+2y1rPzeu&#10;f4OeTNjxe/vET3doKrU+EPXGmxf8r+xFycQ7MdPvsCq1Gt1Opn9dltaO7qj+CLkzZMnv7zPmBHeA&#10;AAAAAAAAAAAAAAAAAAAAAHXT576bNXLjna1Z/i9Y72x3i1Z6YBrtFqqazT1y0++O6Vthy1zY4tX7&#10;47gd3sAAAAAAAAAAAAAAAAAAAAAAAAAAAAAAAAAAAAAAAAAAAAAAAAAAAAAAAAAAAAAAAAAAAAAA&#10;AAAAAAAAAAAAAAAAAAAAAAAAAAAAAAAAAAAAAAAAAAAAAAAAAAAAAAAAAAAAAAAAAAAAAAAAAAAA&#10;AAAAAAAAAAAAAAAAAAAAAAAAAAAAAAAAAAAAAAABn+OcN5Fp1WGvkT7+sdk96BrdPyZ52kdE++ju&#10;BSoYAAAAAAAAAAAAAAAAAAA+xO07x1gJun4trNPtEZeXXuv0u2PV5sfyuVHdbpBZ6fwgxW2jPitS&#10;e+vTCTj19Z6MlZjzx0gs8Gs0+ojfDmrbzb7T/BJplx5I8i8SDs9gAAAAAAAAAAAAAAAAAAAAAAAA&#10;AAAAAAAAAAAAAAAAAAAAAAAAAAAAj59dpdPvGXPSJj5O+8/wc758WP314ie7tBW5/CHHXeNPitae&#10;+3RCPk4hWP2dJnzyCs1PFdXqYmLZZrWfk06IRsmqy5OibbR3R0AhOIAAAAAAAAAAAAAAAAAAAAAA&#10;AAAAAmcN11tFqIt0zjt0Wq66fPOHJv8AJnrgGsx5K5cdclJ3raN4la1tFqxas7xIPT6AAAAAAAAA&#10;AAAAAAAAAAAAAAAAAAAAAAAAAAAAAAAAAAAAAAAAAAAAAAAAAAAAAAAAAAAAAAAAAAAAAAAAAAAA&#10;AAAAAAAAAAAAAAAAAAAAAAAAAAAAAAAAAAAAAAAAAAAAAAAAAAAAAAAAAAAAAAAAAAAAAAAAAAAA&#10;AAAAAAAAAAAAAAAAAAAAAAAD5asWrNbRExMbTE9pMRMbTG8SDLcW4fOizcqkTOG/vZ7vMq9Vp+Zv&#10;vHvJ6vMCvcAAAAAAAAAAAAAAAAAAAAAAABL0/EtXp+ima0x3W6Ydcepy4+q8zHdPSCxw+EVo6M+C&#10;J89J2/BIpxCfl0ifPEgn4eM6LN15Jxz3XjZ3prMN/lcmfOCbjy48teVjvW9e+s7u1bVtG9bRMeaQ&#10;en0AAAAAAAAAAAAAAAAAAAAAAAAAAAAAAAAAAAAAAAAAAAAABluKanWV1V8OXPbaJ6IrO0TCs1WT&#10;NGW1LXnaO7oBXo4PgAAAAAAAAAAAAAAAAAAAAAAAAAAAAAAALbgvEfF8kYMs/qrT0TPyZStHqObt&#10;yLz5M9XmBpFiAAAAAAAAAAAAAAAAAAAAAAAAAAAAAAAAAAAAAAAAAAAAAAAAAAAAAAAAAAAAAAAA&#10;AAAAAAAAAAAAAAAAAAAAAAAAAAAAAAAAAAAAAAAAAAAAAAAAAAAAAAAAAAAAAAAAAAAAAAAAAAAA&#10;AAAAAAAAAAAAAAAAAAAAAAAAAAAAAAAAAAAAAAAAAAAAAA56jBj1OG2LLXes/h53nJSuSk1tG8SD&#10;I63SZNHnnFkjz1nsmFTmxWw3mtvunvBHeAAAAAAAAAAAAAAAAAAAAAAAAAAHql7UnelprPfE7ETN&#10;Z3iZj0Al4uK63FttntaO63S7U1WanVeZ9PSCbj8IssftMFLfVnb2u1eIXj31In0TsCZi4/pLx5dc&#10;mOfPG8Otdfin30Wr9wJWPiWjy+91OP8A5Tt63Wuow26slfv6ASa2raN62iY74l0iYnqncH19AAAA&#10;AAAAAAAAAAAAAAAAAAAAAAAAAAAAAAAAAAAFN4Q6Xl4q6msdNOi3oQ+IYt6RkjrjokGeQAAAAAAA&#10;AAAAAAAAAAAAAAAAAAAAAAAAAAAGi4JxLnaxps0+XWPIme2O5P0Wo5Uc3eemOqe8FwmAAAAAAAAA&#10;AAAAAAAAAAAAAAAAAAAAAAAAAAAAAAAAAAAAAAAAAAAAAAAAAAAAAAEzERvM7QAh5eKaLDO1tRWZ&#10;7q+V6gEe3H9HXqrlt6Kx7QCvH9HM9NctfTWPaAk4eKaLNO1c9Ynut5PrAS4neN4AAAAAAHLJqcGK&#10;3Jy58dLde1rxEgPPj2k+lYP6kAHj2k+lYP6kAHj2k+lYP6kAHj2k+lYP6kAHj2k+lYP6kAHj2k+l&#10;YP6kAHj2k+lYP6kAHj2k+lYP6kAPWPVafLeKY8+K9p7K3iZAdQABwnWaWszW2pwxMdExN46ADx7S&#10;fSsH9SAHrHqMGa3JxZsd569q2iQHUAAAAAAcPHtJ9Kwf1IAPHtJ9Kwf1IAdMeXHlrysWSt677b1n&#10;eAHsBw8e0n0rB/UgA8e0n0rB/UgA8e0n0rB/UgA8e0n0rB/UgA8e0n0rB/UgA8e0n0rB/UgA8e0n&#10;0rB/UgA8e0n0rB/UgA8e0n0rB/UgA8e0n0rB/UgB2raLVi1ZiYmN4mO0B5yZceGsWy5KUiZ23tMQ&#10;A5+PaT6Vg/qQAePaT6Vg/qQAePaT6Vg/qQAePaT6Vg/qQAePaT6Vg/qQARrdJM7RqsO/2kAOlc2K&#10;/vclLei0SA9gAAAAADlk1ODDbk5c2Oltt9rWiJAefHtJ9Kwf1IAPHtJ9Kwf1IAdwAAAAABw8e0n0&#10;rB/UgA8e0n0rB/UgB6x6jBmtycWbHe0RvtW0TIDqAAAAAAAAAAAAAAAAAAAAAAAAAAAAAACNr9Fj&#10;1uCcd+i0dNbd0uefDXNj5M9fZPcDJ6jBk02a2LLXa1fxVWSlsd5raNpgHJ5AAAAAAAAAAAAAAAAA&#10;AAAAAAAAAAAAAAHqt7097aa+idiLTHVMx6ASMfEdZj97qcn3zv63SuozV6slvvncEinHNbTrvS/1&#10;q+x0rrc0dcxPpgHenhFmj9pgx2+rMx7XuvEL/KpWfR0A708Isc+/09o+rbd7jiFflY5j0TuDtTj+&#10;jt11y19NY9r3Gvwz1xaPuB0jjWgnrzTHppPse41mCfl7fdIOlOK6G/VqK/fEx632NVgnqyR9/QDp&#10;Gv0c/wD2sP8APD1z+H97T+IPvjuk+lYf6kPvPYv3tP5oB7jUYLRvGbHMea0PsZKT1Xr/ABB957F+&#10;8p/ND7y6/Oj+IHPYv3lP5oOXX50fxB85/DHXlx/zQ+c5T59f4g8zq9NX32oxR6bw+Tlxx15Kx94P&#10;M6/Rx/8AaxfdeHzn8Mf/AC0/iDxPFNDHXqafdvL5Oqwx/wDJAOd+M6Gv/wAs29FZeZ1mCPl7+iAc&#10;rcf0kR0Vy2/4x7Xidfijqi0/cDjbwix/J0959NoeZ4hXsxz/ABBwv4Q55/Z4cdfrTMuduIX+TSse&#10;npBJ4TxXLq9TbFn5PTG9do2dNLqr5ck1vt0x0bAuEwAAAAAAAAAAAecuOuXFbHaN62jaXy1YtWaz&#10;1SDG6rBbT6i+K3XWVPlpOPJNZ7JBxeQAAAAAAAAAAAAAAAAAAAAAAAAAAAAAAAAeqWtS0WrMxaJ3&#10;iYImYmJidpgGq4Xr663B09GWvvo/Na6XPGanT76OuATnYAAAAAAAAAAAAAAAAAAAAAAAAAAAAAAA&#10;AAAAAAAAAAAAAAAAAAAAAAAAAAAAAVnEeMYtJM48URky93ZX0gM/qdbqNXbfNkm0fN6oj7gHAAAA&#10;ABJ0mv1GktHNZJ5PbWemJAaPh3E8WuryfeZY66zPX6AE4AAAGZ8IfjGPs4/MBVgAAAAAAAAACw4F&#10;8aY/Rb1ANUAAMVrPhmf7S3rAcgHXS6i+l1FM1Ous9XfADY6fNTUYaZcc71tG4DoAAAD5f3lvQAww&#10;AA0vg78X2+0n1QAtLe9n0AMMAAAAAAAAAAAAA2mi+Baf7OvqAV3hJ8Bx/aR6pAZwAAAAAAAAB1w6&#10;rUYJicWa9duyJ6P4ALjh/HZm0Y9Zt09WSI9cAL2JiYiYneJ7QAAAZrwj+H0+yj1yAqgCOsBugAAA&#10;AABhQABbeDfw/J9lPrgBpAAAAAAAAAAAAAAAAAAAAAAAAAAAAAAAAELifD6a7DtG1ctfe2/KfM46&#10;nTxnp3WjqkGVy474clseSs1tWdpiVXas0tNbRtMA8PgAAAAAAAAAAAAAAAAAAAAAAAAAAAAAAAAA&#10;AAAAAAAAAAAAAAAAAAAAAAAADrpc06fU48sfJtu9Yr83krbukG0raL1i0dUxuuIneImO0H19AAAA&#10;AAAAAAAFH4RaTeK6qsf6bfkhcQxdWWI80goUEAAAAAAAAAAAAAAAAAAAAAAAAAAAAAAAAAB20upy&#10;aXPXLjnpjrjvh6xZLYrxavXANdpNTj1eCuXHPRPXHdK2xZK5aRavaDs9gAAAAAAAAAAAAAAAAAAA&#10;AAAAAAAAAAAAAAAAAAAAAAAAAAAAAAAAAAAAAAqONcTnTxOnwT+smPKt82PaAzkzvO8gAD7Wlr2i&#10;tKza09URG8gJdOE668bxp7R9aYj1gGThWuxxvbT2mP8ATMW9QCHMTWZi0TEx2SAAPtL2x3i9JmLV&#10;neJgBrOF66Ndp+VO0ZK9Fo/MBNAAGZ8IfjGPs4/MBVgAAAAAAAAACw4F8aY/Rb1ANUAAMVrPhmf7&#10;S3rAcgABb8B13M5vFsk+RknyfNIDRgAAA+X95b0AMMAANL4O/F9vtJ9UALS3vZ9ADDAAAAAAAAAA&#10;AAANpovgWn+zr6gFd4SfAcf2keqQGcAAAAAAAAAAABf+D+tm9Z0uS281jekz3dwC7AAGa8I/h9Ps&#10;o9cgKoAjrAboAAAAAAYUAAW3g38PyfZT64AaQAAAAAAAAAAAAAAAAAAAAAAAAAAAAAAAAAV3FuGx&#10;rMfOY4iM1Y6P9UdyPq9PGavKr0Xj8QZe1Zraa2iYmJ2mJ7FZMTE7TG0wD4AAAAAAAAAAAAAAAAAA&#10;AAAAAAAAAAAAAAAAAAAAAAAAAAAAAAAAAAAAAAAANTwPUc/oK1mfKx+TKz0WTl4Ijtr0AsUgAAAA&#10;AAAAAAAc9RhrnwXxW6rRs85KRkpNZ6pgGNzYrYc18d42ms7Ke9Zpeaz1xIOb4AAAAAAAAAAAAAAA&#10;AAAAAAAAAAAAAAAAAAAm8L19tFn3necVui0fm7abPOG/+meuAayl63pFqTE1mN4mFpExaImJ3iQf&#10;X0AAAAAAAAAAAAAAAAAAAAAAAAAAAAAAAAAAAAAAAAAAAAAAAAAAAAAABw12pjSaW+WeuI6I75AY&#10;7Je2S9r3ne1p3mQHkBM4boL67NtE8nHX31u4BqNLpMGkpycNIr3z2z6ZAdgABE13D8GtpMXrEX7L&#10;x1wAyuq0+TS57YskdMdvfADkAm8I1U6bXUmZ2pfybANaAAMz4Q/GMfZx+YCrAesf7SvpgBuAAAAA&#10;AAAAAAAYrWfDM/2lvWA5AABEzE7x1wA1nCdbGs0scqf1tOi3n84CcAAPl/eW9ADDAADS+Dvxfb7S&#10;fVAC1AAAAAV/HPirL6a+uAGVAAGl8Hfi+32k+qAFqAAAAAqPCT4Dj+0j1SAzgAA1nBfirB9/rkBO&#10;AACYieuNwETV8N02qrMXxxW3ZesbTADK6rT30uovhv11nr7wHIB30GWcGtw5InqtG/o7QGzAAGa8&#10;I/h9Pso9cgKoAjrAboAAAAAAYUAAW3g38PyfZT64AaQAAAAAAAAAAAAAAAAAAAAAAAAAAAAAAAAA&#10;AFTxjhfjMTnwR+tiOmvzv8our0vOfrKe/wC2O8GcmJidpjaYV3UD4AAAAAAAAAAAAAAAAAAAAAAA&#10;AAAAAAAAAAAAAAAAAAAAAAAAAAAAAAAAAAteAajmtZOKZ6Mkfik6DJyc3JnqtANKsgAAAAAAAAAA&#10;AAUHhFpeTeuprHRbybelA4hi2tGSO3okFIhgAAAAAAAAAAAAAAAAAAAAAAAAAAAAAAAAAAC44JxL&#10;mbRps1vItPkzPZKXotRyJ5u8+TPVPcDRLAAAAAAAAAAAAAAAAAAAAAAAAAAAAAAAAAAAAAAAAAAA&#10;AAAAAAAAAAAABQ+Emfe2PBE9XlT+QCjAIiZmIjrkBseH6aNJpKY4jp23t6QEkAAAABVcd0VtTipk&#10;xUm2Ss7bRHXACrxcD1uT31K44/1W9gCbh8Hdpicuo+6lfzAXdY5NYjeZ2jbee0B9AZnwh+MY+zj8&#10;wFWA9Y/2lfTADcAAAAAAAAAAAAxWs+GZ/tLesByAAABJ4drLaLVVyRvNZ6LR3wA2FL1vSL0neto3&#10;iQH0B8v7y3oAYYAAaXwd+L7faT6oAWoAAAACv458VZfTX1wAyoAA0vg78X2+0n1QAtQAAAAFR4Sf&#10;Acf2keqQGcAAGs4L8VYPv9cgJwAAAADM+EW36Qrt+7jf+MgKsB9rvNoiOvcBuQABmvCP4fT7KPXI&#10;CqAI6wG6AAAAAAGFAAFt4N/D8n2U+uAGkAAAAAAAAAAAAAAAAAAAAAAAAAAAAAAAAAAAAVPF+FRq&#10;InPp42yx76vzv8omr0vOb3xx5XbHeDOTExMxMbTCv6usHwAAAAAAAAAAAAAAAAAAAAAAAAAAAAAA&#10;AAAAAAAAAAAAAAAAAAAAAAAAAHvFknFlpkr11nd9paaWi0dcTuDaYckZcNMlZ3i0brmlovSLR1TG&#10;4Pb6AAAAAAAAAAAOOrwV1Omvit8qOj0vGXHGTHak9oMbkpbHktS0bTWdpVFomtpieuAeXwAAAAAA&#10;AAAAAAAAAAAAAAAAAAAAAAAAAAAB9AaPgvEefp4vmt+srHkzPyoWOi1HOV5u8+VHV5wWyUAAAAAA&#10;AAAAAAAAAAAAAAAAAAAAAAAAAAAAAAAAAAAAAAAAAAAAAAADJcZyc5xLL3V8mAEIBJ4bjjLr8NZ6&#10;uVvIDYgAAAAAAAAAAAAMz4Q/GMfZx+YCrAfaTEXrM9USA1X6Z4f9I/st7AD9M8P+kf2W9gB+meH/&#10;AEj+y3sAP0zw/wCkf2W9gB+meH/SP7LewA/TPD/pH9lvYAmYc1M+KuXFblUt1TtsA9gADFaz4Zn+&#10;0t6wHIBYcP0Xjmi1MVj9ZSazWf49ACvmJidpjaYAAF94P67ePFMk9XTSZ9QC8AfL+8t6AGGAAGl8&#10;Hfi+32k+qAFqAAAAAr+OfFWX019cAMqAANL4O/F9vtJ9UALUAAAABUeEnwHH9pHqkBnAABrOC/FW&#10;D7/XICcAAADjqdVh0uOb5rxXujtn0AMjrNTbV6m+a0bcqeiO6OwBxASeG4Zz6/DSI6OVvPojpAbE&#10;AAZrwj+H0+yj1yAqgCOsBugAAAAABhQABbeDfw/J9lPrgBpAAAAAAAAAAAAAAAAAAAAAAAAAAAAA&#10;AAAAAAAABUcX4V4xvn09f1vyq/O/yiavS855eOPK7Y7wZ1Xg+AAAAAAAAAAAAAAAAAAAAAAAAAAA&#10;AAAAAAAAAAAAAAAAAAAAAAAAAAAAA0vg/qOc0c4pnpxz+Cx0GTlYeTPXUFqlAAAAAAAAAAAAAzvh&#10;Bpebz1z1jycnX6Vfr8XJyRkiOi3X6QU6IAAAAAAAAAAAAAAAAAAAAAAAAAAAAAAAAAAAPWO9sd63&#10;pMxas7xMFbTW0TE7TANZw3XV1uni3RGSvRaq102eM2Pf5UdcAmOwAAAAAAAAAAAAAAAAAAAAAAAA&#10;AAAAAAAAAAAAAAAAAAAAAAAAAAAAxettytZmn/XIDiAsOBRvxPH6J9QDVAAAAAAAAAAAAAMz4Q/G&#10;MfZx+YCrAAAAAAAAAAGt4P8AFeD0T65ATQABitZ8Mz/aW9YDkAvvBn3mo9NfzAcOPaHmc3jOOPIv&#10;PleaQFQA9Y72x5K3pO1qzvEgNfoNXXWaWuWOieq0d0gJF/eW9ADDAADS+Dvxfb7SfVAC1AAAAAV/&#10;HPirL6a+uAGVAAGl8Hfi+32k+qAFqAAAAAqPCT4Dj+0j1SAzgAA601Wox0imPUZa1jqit5iIAevH&#10;tX9Kz/1JAPHtX9Kz/wBSQHmdXqbdeoyz6byA5TMzO8zMz5wAAAabgnD50uKc2WNsuSOiJ+TAC0AA&#10;Ga8I/h9Pso9cgKoAjrAboAAAAAAYUAAW3g38PyfZT64AaQAAAAAAAAAAAAAAAAAAAAAAAAAAAAAA&#10;AAAAAAAAFTxfhUaiJz6ev62Ouvzv8our0vORN8ceX2x3gzkxMTMTG0x1wrpjadpB8AAAAAAAAAAA&#10;AAAAAAAAAAAAAAAAAAAAAAAAAAAAAAAAAAAAAAAAAAAFjwTUcxr61mfJyeTLvosnIzxHZboBqVoA&#10;AAAAAAAAAAACPr9NGq0l8U9cxvX0uefHzuK1e3sBjrVmtprMbTE7SqJjadp64B8AAAAAAAAAAAAA&#10;AAAAAAAAAAAAAAAAAAAAAAB30eqvpNRXLSerrjvh7w5bYskWr98d4NdptRj1OCuXHO9bfgtseSuS&#10;kWrPRIOr0AAAAAAAAAAAAAAAAAAAAAAAAAAAAAAAAAAAAAAAAAAAAAAAAAAAxWriY1eaJ+fPrAcg&#10;FhwKduJ4/RPqAaoAAAAAAAAAAAABmfCH4xj7OPzAVYB19QDv4jq/ouf+nIB4jq/ouf8ApyAeI6v6&#10;Ln/pyAeI6v6Ln/pyAeI6v6Ln/pyAeI6v6Ln/AKcgNRwqlsfDsNL1mtoid4tG0x0yAlgADFaz4Zn+&#10;0t6wHIBfeDPvNR6a/mAuNRhpqMN8WSN62jYBjtVp76XUXw5Ous9ffHeA5AJ/B9d4nqtrT+qydFvN&#10;5wGqt7yfQAwwAA0vg78X2+0n1QAtQAAAAFfxz4qy+mvrgBlQABpfB34vt9pPqgBagAAAAKjwk+A4&#10;/tI9UgM4AAAAAAAD7Slr2itKza09URG8gJ2Dg+tzTG+Lm699+j8OsBdaDg+HSTGS887ljqmY6I9E&#10;ALEAAAGa8I/h9Pso9cgKoAjrAboAAAAAAYUAAW3g38PyfZT64AaQAAAAAAAAAAAAAAAAAAAAAAAA&#10;AAAAAAAAAAAAAAABW8T4VTV1tlxRFc34WRtTpYyxNqxtf1gzN6Wx3ml6zW0TtMT2K20TWZiY2mAe&#10;QAAAAAAAAAAAAAAAAAAAAAAAAAAAAAAAAAAAAAAAAAAAAAAAAAAAAHqtppaLR1xO8ETtMTHXANnp&#10;c0ajTY8sfKjdcYrxkx1tHbAOr2AAAAAAAAAAAADM8e0vM6vnax5GXp+9W67FyMvKiOi3rBVowAAA&#10;AAAAAAAAAAAAAAAAAAAAAAAAAAAAAAAAAJ/CuITos/JtO+G8+VHd53fS6icN9p95PWDVVtFqxas7&#10;xPTErSJiY3jqkH0AAAAAAAAAAAAAAAAAAAAAAAAAAAAAAAAAAAAAAAAAAAAAAAAABkOK05viOaNv&#10;lbgIgCVwzJzfEMNp6uVtIDYAAAAAADzlyUxY7ZMluTWsbzID5izYs1eViyVvH+mdwHsAAAGZ8Ifj&#10;GPs4/MBVgPWP9pX0wA3AAAAAAAAAAAAMVrPhmf7S3rAcgF94M+81Hpr+YC8AVfHdD4xp+exx+sxx&#10;/GAGZAAGj4Jruf0ttPkn9Zjr0eeAGcAAGl8Hfi+32k+qAFqAAAAAr+OfFWX019cAMqAANL4O/F9v&#10;tJ9UALUAAAABUeEnwHH9pHqkBnAABoeF8M0eo4fiy5cPKvbfeeVMds+cBJvwTQ2jox2r6Lz+YCp4&#10;jwXJpaTlw2nJijr366x+YCrAImazExMxMdUwAveF8a3mMOst5q5Pb7QF6AAAAAzfhJH/AOdjnvxx&#10;H4yAqQCOsBugAAAAABhQABbeDcf/AJuSeyMcx+MANIAAAAAAAAAAAAAAAAAAAAAAAAAAAAAAAAAA&#10;AAAAAAAIHE+GY9bTlV2rmiOi3f5pcNTpq5o3jovHVIMxmw5MGSceWs1tHXEqy9LUtNbRtMA5vgAA&#10;AAAAAAAAAAAAAAAAAAAAAAAAAAAAAAAAAAAAAAAAAAAAAAAAAAND4O6jlYb4JnppO8eiU/h+Telq&#10;T2dMAuUwAAAAAAAAAAAAETiel8b0d6RHlR5VfS5anFzuGY7Y6YBkZjadp64VIPgAAAAAAAAAAAAA&#10;AAAAAAAAAAAAAAAAAAAAAAAC64HxHkTGlzW8mfeTPZ5kzRajaeavPR2SDQJ4AAAAAAAAAAAAAAAA&#10;AAAAAAAAAAAAAAAAAAAAAAAAAAAAAAAAAM74R4OTqaZojovG0+mAFOA+1ma2i0dcTuA2ej1EanS4&#10;8sTvvHT6QHYAAAABUeEOpimmrgifKyTvPogBna3tS0Wpaa2jqmJ2kBP0/GtZh2ibxlr3Xjf8QGm0&#10;+S2XBTJevJtaN9t99gHQBmfCH4xj7OPzAVYD1j/aV9MANwAAAAAAAAAAADFaz4Zn+0t6wHIBfeDP&#10;vNR6a/mAvAABleM6HxTU8qkfqsnTXzT3AK8B00+a+nzVy452tUBzAAGl8Hfi+32k+qAFqAAAAAr+&#10;OfFWX019cAMqAANL4O/F9vtJ9UALUAAAABUeEnwHH9pHqkBnAABrOC/FWD7/AFyAnAHWAzHGeHeK&#10;ZudxR+pvP8s9wCsAAGh4FxGctfFc1vLrHkTPbHcAuQAAAZ/wlrtnwW76zH/v8QFKAANvitF8VLR1&#10;TWJAewAAAeMtuThvaeysyAxAAAufBqv6/NburEfiA0IAAAAAAAAAAAAAAAAAAAAAAAAAAAAAAAAA&#10;AAAAAAAAAIuv0GLXYtr+TePe3jrhyz4K567T0THVIMtq9Jl0eaceWPRPZMKzLithvybR6J7wcHgA&#10;AAAAAAAAAAAAAAAAAAAAAAAAAAAAAAAAAAAAAAAAAAAAAAAAAATeE6jxfX47TPk2nkz97rpcnN56&#10;z2T0SDWrYAAAAAAAAAAAAABluN6XxfWTaseRk8qFZrcXN5t46rdIK5HAAAAAAAAAAAAAAAAAAAAA&#10;AAAAAAAAAAAAAAAB9joneAGl4NxGNTjjDln9bSP5oWWj1HOV5Fp8uPxBaJIAAAAAAAAAAAAAAAAA&#10;AAAAAAAAAAAAAAAAAAAAAAAAAAAAAAAh8U0njejtSI8uvlV9IDIzExMxMbTHYAALDhPEp0WSaZN5&#10;w2647vOA0+LLTNji+O0WrPVMAPYAAj6zWYdHim+W3T2VjrkBk9Xqb6vPbNk656o7o7gHEBJ4dpp1&#10;Wsx49vJ33tPdADYxERG0dUAADM+EPxjH2cfmAqwHrH+0r6YAbgAAAAAAAAAAAGK1nwzP9pb1gOQC&#10;+8Gfeaj01/MBeAACPrtLXWaa2K3XPTWe6QGPyY7Yslsd42tWdpgB5AAABpfB34vt9pPqgBagAAAA&#10;K/jnxVl9NfXADKgADS+Dvxfb7SfVAC1AAAAAVHhJ8Bx/aR6pAZwAAazgvxVg+/1yAnAADnnw01GG&#10;2LJG9bRtIDH6vTX0mothyddeqe+O8BxAesd7Y71vSZi1Z3iYAa/Qauut0tcsdFuq0d0gJIAApvCX&#10;Hvp8OTb3tpj+P/8AAGeAAGn4Hra59LGC0/rMUbbd8dkgLMAAAFfxrV102hvXfy8sTWseuQGVAAGg&#10;8Gse2HPk+daK/wAP/wCgLoAAAAAAAAAAAAAAAAAAAAAAAAAAAAAAAAAAAAAAAAAAABy1OmxarFOP&#10;NSLVn+Meh5yY65a8m8bwDMcR4bk0N9/fYpnybflKs1GntgnfrpPVIILiAAAAAAAAAAAAAAAAAAAA&#10;AAAAAAAAAAAAAAAAAAAAAAAAAAAAAA+9U7wA2HD8/jOix5O3bafSt9Pk5zDW3bt0gkugAAAAAAAA&#10;AAAAIPF9L41orbR5dPKq4avFzuGduuvTAMoqwfAAAAAAAAAAAAAAAAAAAAAAAAAAAAAAAAAAAAAH&#10;vFlvhyVyY52tWd4l9raaWi1Z2mAa3h+tprdPF46Lx0Wr3StdPmjNj3jr7YBKdQAAAAAAAAAAAAAA&#10;AAAAAAAAAAAAAAAAAAAAAAAAAAAAAAAAABQcb4ZMWnVYK7xPv6x2ecBSAADrg1WfTW5WHLanonon&#10;7gE+nH9ZWNpjFfzzX2SA85eO628bVmmPz1r7dwFfkyXy3m+S9r2nttO4DyAREzMREbzIDVcH0Hie&#10;DlZI/W36/NHcAsAABmfCH4xj7OPzAVYBE7TEx2ALb3Q6v93g/ln2gHuh1f7vB/LPtAPdDq/3eD+W&#10;faAe6HV/u8H8s+0A90Or/d4P5Z9oB7odX+7wfyz7QH2vhBq5tEc3h6Z+bPtAaMAAYrWfDM/2lvWA&#10;5AL7wZ95qPTX8wF4AAACk8INDyq+N446Y6L7d3eAoAAAAaXwd+L7faT6oAWoAAAACv458VZfTX1w&#10;AyoAA0vg78X2+0n1QAtQAAAAFR4SfAcf2keqQGcAAGs4L8VYPv8AXICcAAACs43ofGtNztI/W443&#10;jbtjtgBmAABP4PrvE9VEXn9Vk6LebzgNWAAI+u00avSZMPbMdE+fsAY69bUvNLRtas7THdID4A9Y&#10;8l8OSMmO01vXqmAFzp/CG9axGowxafnVnb8AEn3Q6T93m/hHtAcM/hFG22DBO/fefygBTajUZdTl&#10;nLmvNrT+ADmAREzMREbzPVEANjw7TeKaLHin30Rvb0yAkgAAAAAAAAAAAAAAAAAAAAAAAAAAAAAA&#10;AAAAAAAAAAAAAADzkpXLSaXrFq2jaYl8tWLVmLRvE9gM7xLg18G+XTRN8XXMdtVfqdHOPysfTXu7&#10;gVKKAAAAAAAAAAAAAAAAAAAAAAAAAAAAAAAAAAAAAAAAAAAAAAAAAAvfBzUdOTTzP+qv5pvDsnvs&#10;c+mAXqcAAAAAAAAAAAAAAyfF9L4rrLREeRfyqqrV4uazTt1T0wCC4gAAAAAAAAAAAAAAAAAAAAAA&#10;AAAAAAAAAAAAAAAJOh1d9FqIyU6Y6rR3w6YMtsOSLR1dsd4NbgzU1GGuXHO9bQtaXjJSLVneJB0e&#10;gAAAAAAAAAAAAAAAAAAAAAAAAAAAAAAAAAAAAAAAAAAAAAADrAUnEeB8uZy6TaJnpnHPVPoAUWTH&#10;fFeaZKWpaOyY2AeQAAAAHTBp8uovyMOO1583YA0fDOEU0kxlzTF83Z3VAWYAAAMz4Q/GMfZx+YCr&#10;AAAAAAAAAAH2nv6+mAG5AAGK1nwzP9pb1gOQC+8Gfeaj01/MBeAAAA+WrF6zW0bxMbTADIcS0c6L&#10;VWx9PInppPmARQABpfB34vt9pPqgBagAAAAK/jnxVl9NfXADKgADS+Dvxfb7SfVAC1AAAAAVHhJ8&#10;Bx/aR6pAZwAAazgvxVg+/wBcgJwAAAADLca0Piup5ykfqsnTHmntgBXAADS8C13P4OYyT+sxx0ee&#10;oC1AAFTxjhXjO+fTx+tj31fnf5AZy1bUtNbVmto64mNpgB8AAAAAACImZiIjeZ7AGg4PwmcVo1Op&#10;rtePeUns88gLoAAAAAAAAAAAAAAAAAAAAAAAAAAAAAAAAAAAAAAAAAAAAAAAAAVHE+DVzb5dLEVy&#10;dtOqLf5RNTo4v5WLaLd3eDPZKWxXml6zW1Z2mJQLVmtpi0bTHYDy+AAAAAAAAAAAAAAAAAAAAAAA&#10;AAAAAAAAAAAAAAAAAAAAAAAACTw/P4trMeTsidp9DpgvzeatvP0g2MTvG8dq3AAAAAAAAAAAAAAV&#10;3G9J4xo5vWPLx9MejtR9bi5zDvHXXpBllYAAAAAAAAAAAAAAAAAAAAAAAAAAAAAAAAAAAAAAALHh&#10;HEZ0ebkZJ/U36/NPekaTUczfk2nyJ/AGoiYmImJ3ieqVnHTG8A+gAAAAAAAAAAAAAAAAAAAAAAAA&#10;AAAAAAAAAAAAAAAAAAAAAAAA55sGLPXk5sdbx54AV+XgOjvO9JyY/NE7x+ICPbwcrv5OqmPTTf8A&#10;MB9r4OUj32ptPopt+YCTh4Ho8c72i+Sf9U+wBYY8WPFXk46VpXurGwD0AAAAArOI8I8e1HPc/wAj&#10;yYrtyN/zARfc3/u/+v8AyAe5v/d/9f8AkA9zf+7/AOv/ACAe5v8A3f8A1/5APc3/ALv/AK/8gHub&#10;/wB3/wBf+QD3N/7v/r/yAe5v/d/9f+QH2vg5taJ8b6p/d/5AXgAApc3g/wA7mvk8a25dpttzfVv9&#10;4Dx7m/8Ad/8AX/kBP4Zw79H1yRzvOcuY+Tttt94CcAAAAAicR0FNfhilrci0TvW22+wCt9zf+7/6&#10;/wDIB7m/93/1/wCQFnw7ReI6ecXOc5vabb7bAJQAAAACPrtL45pb4OXyOVt07b9U7gKr3N/7v/r/&#10;AMgHub/3f/X/AJAWfDtF4jp5xc5zm9ptvtsAlAAAAAInEtD4/gri5zm+Tblb8nfsn2gK33N/7v8A&#10;6/8AIB7m/wDd/wDX/kBbaLT+KaWmDl8vkb+Vttv07gO4AAAADhrNLTV6e2G/Rv1T3T3gKn3N/wC7&#10;/wCv/IB7m/8Ad/8AX/kB103A76bPTNj1flVn931+brAXAAAAI2r0Gm1kfrsfldlo6JAVObwdvvM4&#10;M8THZF42/GAEa3AtbHVWlvRYBz/Q3EPo/wDfX2gPdeB663XjrX02j8gEnD4O5JmJz561jupG4C10&#10;nDtNo+nFTe/z7dMgJYAAAAAAAAAAAAAAAAAAAAAAAAAAAAAAAAAAAAAAAAAAAAAAAAAAACJruH4d&#10;dT9ZG14jat4649rln09M0eVG1uyQZnW6HNosnJy18mfe2jqlW5sF8NtrR0dk94IzmAAAAAAAAAAA&#10;AAAAAAAAAAAAAAAAAAAAAAAAAAAAAAAAAAAANbwjUeMaDHMzvavkytdJk5zBWe2OiQTXYAAAAAAA&#10;AAAAACYiYmJ6pOsGQ4npZ0msvT5M9NfQqdTi5rNNezrgERyAAAAAAAAAAAAAAAAAAAAAAAAAAAAA&#10;AAAAAAAAAAF7wPiXVpc1vqTPqTdFqP8A4rz9WQXqcAAAAAAAAAAAAAAAAAAAAAAAAAAAAAAAAAAA&#10;AAAAAAAAAAAAAAAAAAAAAAAAAAAAAAAAAAAAAAAAAAAAAAAAAAAAAAAAAAAAAAAAAAAAAAAAAAAA&#10;AAAAAAAAAAAAAAAAAAAAAAAAAAAAAAAAAAAAAAAAAAAAAAAAAAAAAAAAAAAAAAAAAAAAAAAAAAAA&#10;AAAAPOTHTLSaZKxas9cS+WrF67WjeJBnuI8Evh3yaXfJTtr2x7UDUaK1PKxb2r3dsAqZiYnaeiUQ&#10;HwAAAAAAAAAAAAAAAAAAAAAAAAAAAAAAAAAAAAAAAAAAAABc+Duo5Ge+CZ6LxvHpS+H5Nr2pPb0w&#10;DQrAAAAAAAAAAAAAABV8e0vPaWM1Y8rH6kXXYuXi5cddfUDMq4AAAAAAAAAAAAAAAAAAAAAAAAAA&#10;AAAAAAAAAAAAAfYmYmJidpg6gajhHEY1eLm8k/rqdf8AqjvWek1HO05Nvfx+ILFIAAAAAAAAAAAA&#10;AAAAAAAAAAAAAAAAAAAAAAAAAAAAAAAAAAAAAAAAAAAAAAAAAAAAAAAAAAAAAAAAAAAAAAAAAAAA&#10;AAAAAAAAAAAAAAAAAAAAAAAAAAAAAAAAAAAAAAAAAAAAAAAAAAAAAAAAAAAAAAAAAAAAAAAAAAAA&#10;AAAAAAAAAAAAAAAAAAAAAAAAAAAABXcQ4Rh1e98e2PN3x1Wnzo+o0lMu9q+Tfv7wZ3VaTNpMnIzU&#10;5M9k9k+hX5cV8Vtrxt+YODwAAAAAAAAAAAAAAAAAAAAAAAAAAAAAAAAAAAAAAAAAAAOulzTg1OPL&#10;HybbvWK/N5K2jskG0paL0i0dUxuuIneImO0H19AAAAAAAAAAAAB8tWL1mto3iY2kmImJieqQY7Xa&#10;adLq74p6onePQp8+OcWW1f4AjvAAAAAAAAAAAAAAAAAAAAAAAAAAAAAAAAAAAAAAAA6YM18GWuXH&#10;O1qzu+0vOO8WrO0wDW6HWU1unjJTonqtXulbYM1c2PlR19sdwJLoAAAAAAAAAAAAAAAAAAAAAAAA&#10;AAAAAAAAAAAAAAAAAAAAAAAAAAAAAAAAAAAAAAAAAAAAAAAAAAAAAAAAAAAAAAAAAAAAAAAAAAAA&#10;AAAAAAAAAAAAAAAAAAAAAAAAAAAAAAAAAAAAAAAAAAAAAAAAAAAAAAAAAAAAAAAAAAAAAAAAAAAA&#10;AAAAAAAAAAAAAAAADxmw48+OceWkXrPZLzelb15NoiYBQcQ4Hkxb5NLvkp835Ue1Bz6K1PKxeVHd&#10;2wComJidpjaUQHwAAAAAAAAAAAAAAAAAAAAAAAAAAAAAAAAAAAAAAAAAAangeo5/Q1rM+Vj8mVno&#10;snLwRHbXoBYpAAAAAAAAAAAAAACn8INLzmCuorHTTot6ETX4uVSMkddesGdV4AAAAAAAAAAAAAAA&#10;AAAAAAAAAAAAAAAAAAAAAAAAAJXD9bfRaiL16az0Wr3w6YM04cnKjq7YBrcWWmbFXJjneto3iVtS&#10;0XrFqzvEg9voAAAAAAAAAAAAAAAAAAAAAAAAAAAAAAAAAAAAAAAAAAAAAAAAAAAAAAAAAAAAAAAA&#10;AAAAAAAAAAAAAAAAAAAAAAAAAAAAAAAAAAAAAAAAAAAAAAAAAAAAAAAAAAAAAAAAAAAAAAAAAAAA&#10;AAAAAAAAAAAAAAAAAAAAAAAAAAAAAAAAAAAAAAAAAAAAAAAAAAAAACDruFYNZvbbkZfn17fTDhn0&#10;uPN0+9t3wDO6zQajR22y08nsvXpiVfmwZMM+VHR3x1AiuYAAAAAAAAAAAAAAAAAAAAAAAAAAAAAA&#10;AAAAAAAAAALXgGo5rWTimejJG33pOgycnNyZ6rA0qyAAAAAAAAAAAAAAeclK5MdqWjeto2l8tWLV&#10;ms9UgxurwW02pvit8mej0KfLSceS1J7AcXkAAAAAAAAAAAAAAAAAAAAAAAAAAAAAAAAAAAAAAAAF&#10;pwbiM6XLzOWf1V5/llJ0eo5q3ItPkT+ANNE7xvCyAAAAAAAAAAAAAAAAAAAAAAAAAAAAAAAAAAAA&#10;AAAAAAAAAAAAAAAAAAAAAAAAAAAAAAAAAAAAAAAAAAAAAAAAAAAAAAAAAAAAAAAAAAAAAAAAAAAA&#10;AAAAAAAAAAAAAAAAAAAAAAAAAAAAAAAAAAAAAAAAAAAAAAAAAAAAAAAAAAAAAAAAAAAAAAAAAAAA&#10;AAAAAAAHy9a3rNb1i1Z64mOt8mItG0xvE9gKbXcBrfe+kmKz8y09H3ImfQxPTinae6QUebDkwX5G&#10;Wk0t3TCDelqW5N4mJ84Ob4AAAAAAAAAAAAAAAAAAAAAAAAAAAAAAAAAAAAAA94sk4stcleus7vtb&#10;TW0WjridwbTDkjNhpkr0xaN1zS0XpFo6pgHt9AAAAAAAAAAAAAAUnhFpd6U1NY6Y8myFxDFvEZIj&#10;q6JBQIIAAAAAAAAAAAAAAAAAAAAAAAAAAAAAAAAAAAAAAAAAC/4HxLlRGlzW8qPeTPb5k7RajeIx&#10;Xnp+TILtNAAAAAAAAAAAAAAAAAAAAAAAAAAAAAAAAAAAAAAAAAAAAAAAAAAAAAAAAAAAAAAAAAAA&#10;AAAAAAAAAAAAAAAAAAAAAAAAAAAAAAAAAAAAAAAAAAAAAAAAAAAAAAAAAAAAAAAAAAAAAAAAAAAA&#10;AAAAAAAAAAAAAAAAAAAAAAAAAAAAAAAAAAAAAAAAAAAAAAAAAAAAABy1Gmw6nHyM1ItH4x6HnJjp&#10;krtesTAKLW8CyYom+mtOWsfJ+V/lBzaG1d5xzyo7u0FRaJrMxaJiY64lEmJidpjaQfAAAAAAAAAA&#10;AAAAAAAAAAAAAAAAAAAAAAAAAAAGl8H9RzmknFM9OOfwWOgycrFNZ66gtUoAAAAAAAAAAAAAB4z4&#10;q58N8V+q0bPN6xek1nqmAYzPitgzXxXjprOynvSaXms9cSDm+AAAAAAAAAAAAAAAAAAAAAAAAAAA&#10;AAAAAAAAAAAAAA+1tNbRas7THTEkTMTvHWDVcJ4hGsw8m8/rqR5Ud/nWml1EZqbT7+OsE93AAAAA&#10;AAAAAAAAAAAAAAAAAAAAAAAAAAAAAAAAAAAAAAAAAAAAAAAAAAAAAAAAAAAAAAAAAAAAAAAAAAAA&#10;AAAAAAAAAAAAAAAAAAAAAAAAAAAAAAAAAAAAAAAAAAAAAAAAAAAAAAAAAAAAAAAAAAAAAAAAAAAA&#10;AAAAAAAAAAAAAAAAAAAAAAAAAAAAAAAAAAAAAAAAARtXodPq6/rcccrbotHRMOeXBjyx5denvjrB&#10;R6zgmfBvbD+tpHd77+CDm0V6bzTyq/iCrmJidpjaUbqB8AAAAAAAAAAAAAAAAAAAAAAAAAAAAAAA&#10;AAAFhwTUcxr6xM+Tk8mXfRZORniOy3QDVLQAAAAAAAAAAAAAAAUPhFpdprqax1+TZB4hi6YyR6JB&#10;RoQAAAAAAAAAAAAAAAAAAAAAAAAAAAAAAAAAAAAAAAAADrps99Nmrlxztav4vWO9sd4tXrgGu0eq&#10;prNPXLTt647pW2HLXNji1fvjuB3ewAAAAAAAAAAAAAAAAAAAAAAAAAAAAAAAAAAAAAAAAAAAAAAA&#10;AAAAAAAAAAAAAAAAAAAAAAAAAAAAAAAAAAAAAAAAAAAAAAAAAAAAAAAAAAAAAAAAAAAAAAAAAAAA&#10;AAAAAAAAAAAAAAAAAAAAAAAAAAAAAAAAAAAAAAAAAAAAAAAAAAAAAAAAAAAAAAAAAAAAAAAAAAAB&#10;G1XD9Nq+nLjjlfOjolzy4MeX31envgFJrOBZ8W9sE87Xu6phCzaG9OnH5UfiCqtWazMWiYmOyUWY&#10;mJ2mNpB8AAAAAAAAAAAAAAAAAAAAAAAAAAAAAAAB9raa2i0dcTvBE7TEx1wDZ6TNGo02PLHyoXGK&#10;/OY62jtgHZ7AAAAAAAAAAAAAActVgrqdPfFbqtH4vOWkZMdqT2wDG5cdsWS2O0bWrO0qe1Zraaz1&#10;wDw+AAAAAAAAAAAAAAAAAAAAAAAAAAAAAAAAAAAAAAAAAAJnDddbRaiLdM47dFquumzzhyb/ACZ6&#10;4BrMeSuXHXJSYtW0bxMLWtotWLVneJB6fQAAAAAAAAAAAAAAAAAAAAAAAAAAAAAAAAAAAAAAAAAA&#10;AAAAAAAAAAAAAAAAAAAAAAAAAAAAAAAAAAAAAAAAAAAAAAAAAAAAAAAAAAAAAAAAAAAAAAAAAAAA&#10;AAAAAAAAAAAAAAAAAAAAAAAAAAAAAAAAAAAAAAAAAAAAAAAAAAAAAAAAAAAAAAAAAAAAAAAAAAAA&#10;AAAAAAR9VotPq42zY4mfnR0T/Fzy4ceWPLrv5+0FNrOAZKeVpbc5HzbdEoebQWjpxTyo7p6wVOXF&#10;kw3mmWlqWjsmNkW1bUna0TE+cHh8AAAAAAAAAAAAAAAAAAAAAAAAAAAAAAaHwc1HKw3wTPTWd49E&#10;p/D8m9LUns6YBcpgAAAAAAAAAAAAAAAz3hDpeRmrqKx0X6LelX8Qxcm8ZI6p6wUyIAAAAAAAAAAA&#10;AAAAAAAAAAAAAAAAAAAAAAAAAAAAAAAALrgGqzVvOGaXvinqmI97KZoMt4nkcmZp39wNAngAAAAA&#10;AAAAAAAAAAAAAAAAAAAAAAAAAAAAAAAAAAAAAAAAAAAAAAAAAAAAAAAAAAAAAAAAAAAAAAAAAAAA&#10;AAAAAAAAAAAAAAAAAAAAAAAAAAAAAAAAAAAAAAAAAAAAAAAAAAAAAAAAAAAAAAAAAAAAAAAAAAAA&#10;AAAAAAAAAAAAAAAAAAAAAAAAAAAAAAAAAAAAAAAAAAAAADnmwYs9OTlx1vHnh5vSt42vWJjzgqtV&#10;wDHaN9NeaT823TCLl0FZ6cdtp7pBT6rQ6nST+uxzEfOjpj+KJlwZMXv69Hf2AjOYAAAAAAAAAAAA&#10;AAAAAAAAAAAAAAAmcK1Hi+ux2mfJtPJn73XS5Obz1nsnokGuWwAAAAAAAAAAAAAAAj67TRqtLfFP&#10;XMbx5pc8+OMuK1f4Ax9qzS01tG0xO0qiYmJmJ64B5AAAAAAAAAAAAAAAAAAAAAAAAAAAAAAAAAAA&#10;AAAH2tbWmK1iZmeyIIiZnaI3kFhpuC6vPtNqxir336/4JGPR5b9MxyY84LbTcD0uHacu+a3+roj+&#10;CVj0WKnTby58/UCyrWtKxWlYrEdURGyREREbRERHmB9fQAAAAAAAAAAAAAAAAAAAAAAAAAAAAAAA&#10;AAAAAAAAAAAAAAAAAAAAAAAAAAAAAAAAAAAAAAAAAAAAAAAAAAAAAAAAAAAAAAAAAAAAAAAAAAAA&#10;AAAAAAAAAAAAAAAAAAAAAAAAAAAAAAAAAAAAAAAAAAAAAAAAAAAAAAAAAAAAAAAAAAAAAAAAAAAA&#10;AAAAAAAAAAAAAAAAAAAAAACYiY2mN4AQNTwjSajeeRzdp7adH4dThk0mLJ08nkz3wCp1PAtTimZw&#10;8nLXs2naf4ImTQ5K9NNrx+IK3JjyYrcnJS1Ld1o2R7VtWdrRMT54B4fAAAAAAAAAAAAAAAAAAAAA&#10;AAB96uoBsOHZ/GdFjydu20+lb6fJzmGtu3bpBJdAAAAAAAAAAAAAAABm+P6TmdTGaseTk6/Srtfi&#10;5GTlx1W9YKlFAAAAAAAAAAAAAAAAAAAAAAAAAAAAAAAAAAfYiZnaI3k6wTNPwvV6jaa4prWflW6I&#10;dsely5Oqu0d8gtNP4P467TqMs3n5teiEnHoKx05LTPmgFpg02DT12w4q09EdKVTHTHG1KxAOr0AA&#10;AAAAAAAAAAAAAAAAAAAAAAAAAAAAAAAAAAAAAAAAAAAAAAAAAAAAAAAAAAAAAAAAAAAAAAAAAAAA&#10;AAAAAAAAAAAAAAAAAAAAAAAAAAAAAAAAAAAAAAAAAAAAAAAAAAAAAAAAAAAAAAAAAAAAAAAAAAAA&#10;AAAAAAAAAAAAAAAAAAAAAAAAAAAAAAAAAAAAAAAAAAAAAAAAAAAAAAAAAAAA8ZcWPNXk5aVvXutG&#10;75atbxtasTHnBW6jgOmydOK1sU/xhGyaHHbppM1n+IKzUcF1eHppWMte+nX/AARsmiy06o5UeYFf&#10;atqWmt6zWY7JjZHmJidpiYnzg8gAAAAAAAAAAAAAAAAAAAAL3wc1HTk08z/qr+abw7J02xz6YBep&#10;wAAAAAAAAAAAAAAAi8S0savR3x/Kjpr6XLUYudwzXt64BkJiYmYnrhU9Ug+AAAAAAAAAAAAAAAAA&#10;AAAAAAAAAAAAPsRMztEbydfUCZg4VrM+3JwzWJ7b9DrTS5r9VJiO+egFlg8Hqx06jNM+akbfjKTj&#10;4fH/AMl9/NALPT6HTab9lhrE/Onpn+KTjwY8fvaRE94JDoAAAAAAAAAAAAAAAAAAAAAAAAAAAAAA&#10;AAAAAAAAAAAAAAAAAAAAAAAAAAAAAAAAAAAAAAAAAAAAAAAAAAAAAAAAAAAAAAAAAAAAAAAAAAAA&#10;AAAAAAAAAAAAAAAAAAAAAAAAAAAAAAAAAAAAAAAAAAAAAAAAAAAAAAAAAAAAAAAAAAAAAAAAAAAA&#10;AAAAAAAAAAAAAAAAAAAAAAAAAAAAAAAAAAAAAAAA8ZcOLNXk5cdbx/qjd5tSt42tWJ9MArs/AtLk&#10;3nHysU+ad4cL6HFb3u9ZBXZ+A6rHMzjmmWPNO0o19Dlr72YtAK/Lp82CdsuK9PrRs4Xx3p7+sx6Y&#10;ByeQAAAAAAAAAAAAAAAASdBnnT6zHk7InafQ94L83mrbz9INjE7xEx2rgAAAAAAAAAAAAAAAAGX4&#10;5pfF9ZN6x5GTpj0qzW4ubzcqOq3SCtRwAAAAAAAAAAAAAAAAAAAAAAAAdcWnzZ52xYr3+rG71THe&#10;/vazPogE7DwLWZNpvyMUf6p3n8Hemhy299tX0yCxwcA09Jict75J7uqEimgx16bWm34AscOmwYI2&#10;xYqU9EdKRTHSnvaxH3A6vQAAAAAAAAAAAAAAAAAAAAAAAAAAAAAAAAAAAAAAAAAAAAAAAAAAAAAA&#10;AAAAAAAAAAAAAAAAAAAAAAAAAAAAAAAAAAAAAAAAAAAAAAAAAAAAAAAAAAAAAAAAAAAAAAAAAAAA&#10;AAAAAAAAAAAAAAAAAAAAAAAAAAAAAAAAAAAAAAAAAAAAAAAAAAAAAAAAAAAAAAAAAAAAAAAAAAAA&#10;AAAAAAAAAAAAAAAAAAAAAAAD5MRMbTETHdJPT1giZ+F6PPvysNazPbTocb6XDfrpET3x0AgZvB6k&#10;7zgzzXzXjf8AFwvw+PkXmPNMAgZuC63FM7Y4yR30n8nC+jzV6q8qPNIIeTDlwztlx2pP+qNnG1LU&#10;na1Zj0wDm+AAAAAAAAAAAAA1vCNR4xoMczO9q+TK10mTnMFZ7Y6JBNdgAAAAAAAAAAAAAABC4tpf&#10;GtFaIjy6eVVx1eLncMxHXHTAMmqgfAAAAAAAAAAAAAAAAAAB1w6bPn/ZYr388R0PVMd7+8pM+iAT&#10;sPAtZk9/FMcf6p9jtTQ5rde1fTIJ2HwexV2nNmtbzVjZ3pw+se/vM+gE7DwzR4duTgrMx226Xemm&#10;w06qRPp6QSoiKxtEREd0OsRt1A+gAAAAAAAAAAAAAAAAAAAAAAAAAAAAAAAAAAAAAAAAAAAAAAAA&#10;AAAAAAAAAAAAAAAAAAAAAAAAAAAAAAAAAAAAAAAAAAAAAAAAAAAAAAAAAAAAAAAAAAAAAAAAAAAA&#10;AAAAAAAAAAAAAAAAAAAAAAAAAAAAAAAAAAAAAAAAAAAAAAAAAAAAAAAAAAAAAAAAAAAAAAAAAAAA&#10;AAAAAAAAAAAAAAAAAAAAAAAAAAAAAAAAAAAAAAA+TEWjaYiY7pJjfrBGy8N0eXptp6b99Y29TlbT&#10;4bdeOv3dAIeXwf01unHkyU83XDjbQY597a1fxBDy+D2eu/N5aX9O8OVuH3j3t6z6egETJwnXY+vB&#10;Mx31mJcraTPX/wCOZ9HSCLkxZMU7ZKWpPnjZytS1J2tWY9IPD4AAAAAAuPB3UcjPfBM9F43j0pfD&#10;8m15pPb0wDRLAAAAAAAAAAAAAAAAAGU4xpfFdbbkxtS/lVVerxc1mnbqt0wCA4AAAAAAAAAAPsRM&#10;ztHSA7Y9HqcvvMGS3n5M7PdcOS3vaWn7gSsXBNbknyqRjjvtaHWmizW66xWPPIJePwdv/wDLqIjz&#10;Vru614fPyskfdAJeLgWjp7/l5J89tvU610OGOvlW9MgmYtFpcPTj0+OJjt5PT/F2rhxU97jrH3A7&#10;vYAAAAAAAAAAAAAAAAAAAAAAAAAAAAAAAAAAAAAAAAAAAAAAAAAAAAAAAAAAAAAAAAAAAAAAAAAA&#10;AAAAAAAAAAAAAAAAAAAAAAAAAAAAAAAAAAAAAAAAAAAAAAAAAAAAAAAAAAAAAAAAAAAAAAAAAAAA&#10;AAAAAAAAAAAAAAAAAAAAAAAAAAAAAAAAAAAAAAAAAAAAAAAAAAAAAAAAAAAAAAAAAAAAAAAAAAAA&#10;AAAAAAAAAAAAAAAAAAAAAAAAAAExv1gOGTR6bL7/AE+OZ7+TG7xbDjt77HWfuBHvwbQ3/wDhms/6&#10;bS520eCfkbeiQR7+D2nn3mXJX07S524fjnqtaAcL+Dtv/j1ET9auzxbh8/JyR98A4X4Bq6+9tjt9&#10;8w8W0GWOqaz94PODhvENNqKZYwb8i2/RaJ/N8pps+PJW3I6p7JgGnjpiJ22WQAAAAAAAAAAAAAAA&#10;AK/jWl8Y0U2rG98flR+aPrMXOYZmI6a9MAzFMd7+8pa3ojdWxW1uqJn0QDpGi1VurTZp/wCEvUYc&#10;s9WO/wDLIO1eFa63Vp7ffMQ9Rpc8/wDxyDpTgeut76lafWtH5PddFnnrrEemQd6+D2eff5scejeX&#10;uOH37b1gHeng7T5eotPors9xw+vbkn7oBIpwHR199zl/Tb2OldDhjr5U+mQd8fC9FineunrP1t59&#10;bpXS4a9WOPv6QSaYseP3mOlfRGzpFa16qxHogHt9AAAAAAAAAAAAAAAAAAAAAAAAAAAAAAAAAAAA&#10;AAAAAAAAAAAAAAAAAAAAAAAAAAAAAAAAAAAAAAAAAAAAAAAAAAAAAAAAAAAAAAAAAAAAAAAAAAAA&#10;AAAAAAAAAAAAAAAAAAAAAAAAAAAAAAAAAAAAAAAAAAAAAAAAB//ZUEsBAi0AFAAGAAgAAAAhAIoV&#10;P5gMAQAAFQIAABMAAAAAAAAAAAAAAAAAAAAAAFtDb250ZW50X1R5cGVzXS54bWxQSwECLQAUAAYA&#10;CAAAACEAOP0h/9YAAACUAQAACwAAAAAAAAAAAAAAAAA9AQAAX3JlbHMvLnJlbHNQSwECLQAUAAYA&#10;CAAAACEAlc0BUHMEAACHDAAADgAAAAAAAAAAAAAAAAA8AgAAZHJzL2Uyb0RvYy54bWxQSwECLQAU&#10;AAYACAAAACEAWGCzG7oAAAAiAQAAGQAAAAAAAAAAAAAAAADbBgAAZHJzL19yZWxzL2Uyb0RvYy54&#10;bWwucmVsc1BLAQItABQABgAIAAAAIQAazLOL4QAAAAsBAAAPAAAAAAAAAAAAAAAAAMwHAABkcnMv&#10;ZG93bnJldi54bWxQSwECLQAKAAAAAAAAACEArb2qpeKHAQDihwEAFQAAAAAAAAAAAAAAAADaCAAA&#10;ZHJzL21lZGlhL2ltYWdlMS5qcGVnUEsFBgAAAAAGAAYAfQEAAO+Q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4" o:spid="_x0000_s1036" type="#_x0000_t75" alt="LOGO_romana_bun" style="position:absolute;left:406;top:15495;width:1335;height:1087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KP5wQAAANoAAAAPAAAAZHJzL2Rvd25yZXYueG1sRI9Ba8JA&#10;FITvBf/D8gRvdWOUEqKriCC0x9qKHp/ZZxLMvo27q0n/vVsQPA4z8w2zWPWmEXdyvrasYDJOQBAX&#10;VtdcKvj92b5nIHxA1thYJgV/5GG1HLwtMNe242+670IpIoR9jgqqENpcSl9UZNCPbUscvbN1BkOU&#10;rpTaYRfhppFpknxIgzXHhQpb2lRUXHY3o+BC++54TbNDdttuTjMX/FeSeqVGw349BxGoD6/ws/2p&#10;FUzh/0q8AXL5AAAA//8DAFBLAQItABQABgAIAAAAIQDb4fbL7gAAAIUBAAATAAAAAAAAAAAAAAAA&#10;AAAAAABbQ29udGVudF9UeXBlc10ueG1sUEsBAi0AFAAGAAgAAAAhAFr0LFu/AAAAFQEAAAsAAAAA&#10;AAAAAAAAAAAAHwEAAF9yZWxzLy5yZWxzUEsBAi0AFAAGAAgAAAAhAIpso/nBAAAA2gAAAA8AAAAA&#10;AAAAAAAAAAAABwIAAGRycy9kb3ducmV2LnhtbFBLBQYAAAAAAwADALcAAAD1AgAAAAA=&#10;">
                <v:imagedata r:id="rId3" o:title="LOGO_romana_bun"/>
                <o:lock v:ext="edit" aspectratio="f"/>
              </v:shape>
              <v:shape id="Text Box 25" o:spid="_x0000_s1037" type="#_x0000_t202" style="position:absolute;left:1741;top:16024;width:3509;height:6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pDHwQAAANoAAAAPAAAAZHJzL2Rvd25yZXYueG1sRI9Pi8Iw&#10;FMTvgt8hPMGbJoqKW40iirAnF//swt4ezbMtNi+libb77TeC4HGYmd8wy3VrS/Gg2heONYyGCgRx&#10;6kzBmYbLeT+Yg/AB2WDpmDT8kYf1qttZYmJcw0d6nEImIoR9ghryEKpESp/mZNEPXUUcvaurLYYo&#10;60yaGpsIt6UcKzWTFguOCzlWtM0pvZ3uVsP34fr7M1Ff2c5Oq8a1SrL9kFr3e+1mASJQG97hV/vT&#10;aJjA80q8AXL1DwAA//8DAFBLAQItABQABgAIAAAAIQDb4fbL7gAAAIUBAAATAAAAAAAAAAAAAAAA&#10;AAAAAABbQ29udGVudF9UeXBlc10ueG1sUEsBAi0AFAAGAAgAAAAhAFr0LFu/AAAAFQEAAAsAAAAA&#10;AAAAAAAAAAAAHwEAAF9yZWxzLy5yZWxzUEsBAi0AFAAGAAgAAAAhANo2kMfBAAAA2gAAAA8AAAAA&#10;AAAAAAAAAAAABwIAAGRycy9kb3ducmV2LnhtbFBLBQYAAAAAAwADALcAAAD1AgAAAAA=&#10;" filled="f" stroked="f">
                <v:textbox>
                  <w:txbxContent>
                    <w:p w:rsidR="00643AC4" w:rsidRPr="00F914B7" w:rsidRDefault="00643AC4" w:rsidP="00643AC4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F914B7"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  <w:t>Programul Regiunea Centru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lang w:val="en-US" w:eastAsia="en-US"/>
      </w:rPr>
      <mc:AlternateContent>
        <mc:Choice Requires="wps">
          <w:drawing>
            <wp:anchor distT="0" distB="0" distL="114300" distR="114300" simplePos="0" relativeHeight="251655168" behindDoc="0" locked="0" layoutInCell="1" allowOverlap="1">
              <wp:simplePos x="0" y="0"/>
              <wp:positionH relativeFrom="column">
                <wp:posOffset>3950970</wp:posOffset>
              </wp:positionH>
              <wp:positionV relativeFrom="paragraph">
                <wp:posOffset>-27305</wp:posOffset>
              </wp:positionV>
              <wp:extent cx="2744470" cy="645160"/>
              <wp:effectExtent l="0" t="1270" r="635" b="1270"/>
              <wp:wrapNone/>
              <wp:docPr id="1" name="Text Box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4470" cy="645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9018B" w:rsidRDefault="0009018B" w:rsidP="0009018B">
                          <w:pPr>
                            <w:spacing w:line="240" w:lineRule="exact"/>
                            <w:jc w:val="right"/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</w:pPr>
                          <w:r w:rsidRPr="002E0B54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www.adrcentru.ro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 I   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Facebook.com/ADRCentru.ro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</w:t>
                          </w:r>
                        </w:p>
                        <w:p w:rsidR="0009018B" w:rsidRDefault="0009018B" w:rsidP="0009018B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</w:pPr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>E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-mail: </w:t>
                          </w:r>
                          <w:hyperlink r:id="rId4" w:history="1">
                            <w:r w:rsidRPr="008E1CDF">
                              <w:rPr>
                                <w:rStyle w:val="Hyperlink"/>
                                <w:rFonts w:ascii="Trebuchet MS" w:hAnsi="Trebuchet MS"/>
                                <w:b/>
                                <w:sz w:val="16"/>
                                <w:szCs w:val="16"/>
                              </w:rPr>
                              <w:t>office@adrcentru.ro</w:t>
                            </w:r>
                          </w:hyperlink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I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 xml:space="preserve">Tel.: 0258-818616 </w:t>
                          </w:r>
                        </w:p>
                        <w:p w:rsidR="0009018B" w:rsidRPr="00FA2B09" w:rsidRDefault="0009018B" w:rsidP="0009018B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</w:pP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Str. Decebal, 1</w:t>
                          </w:r>
                          <w:r w:rsidR="00E31672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1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 xml:space="preserve">, 510093, Alba Iulia,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Romania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 id="Text Box 18" o:spid="_x0000_s1038" type="#_x0000_t202" style="position:absolute;margin-left:311.1pt;margin-top:-2.15pt;width:216.1pt;height:50.8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tXM6nAIAADsFAAAOAAAAZHJzL2Uyb0RvYy54bWysVNuO2yAQfa/Uf0C8Z21H5GJrndXupqkq&#10;bS/Sbj9gYnCMaoMLJHZa7b93wEnWvTxUVf2AgRkOM3POcH3TNzU5CGOlVjlNrmJKhCo0l2qX089P&#10;m8mSEutAcai1Ejk9CktvVq9fXXdtJqa60jUXhiCIslnX5rRyrs2iyBaVaMBe6VYoNJbaNOBwaXYR&#10;N9AhelNH0zieR502vDW6ENbi7now0lXAL0tRuI9laYUjdU4xNhdGE8atH6PVNWQ7A20li1MY8A9R&#10;NCAVXnqBWoMDsjfyN6hGFkZbXbqrQjeRLktZiJADZpPEv2TzWEErQi5YHNteymT/H2zx4fDJEMmR&#10;O0oUNEjRk+gdudM9SZa+PF1rM/R6bNHP9bjvXX2qtn3QxRdLlL6vQO3ErTG6qwRwDC/xJ6PR0QHH&#10;epBt915zvAf2TgegvjSNB8RqEERHmo4XanwsBW5OF4yxBZoKtM3ZLJkH7iLIzqdbY91boRviJzk1&#10;SH1Ah8ODdT4ayM4uIXpdS76RdR0WZre9rw05AMpkE76QACY5dquVd1baHxsQhx0MEu/wNh9uoP17&#10;mkxZfDdNJ5v5cjFhGzabpIt4OYmT9C6dxyxl682zDzBhWSU5F+pBKnGWYML+juJTMwziCSIkXU7T&#10;2XSGlQLsJ6P4QNY4DztONw7fn9L15VqDrYay2KNda+f9IGukw66tZZPT5eU4ZJ78N4oHFweyHubR&#10;zykGJrBO53+oXJCKV8egE9dv+yDKub/Py2ir+RG1YzRSiyrAFwcnlTbfKOmwe3Nqv+7BCErqdwr1&#10;lyaM+XYPCzZbTHFhxpbt2AKqQKicOkqG6b0bnoh9a+SuwpsGxSt9i5otZZDTS1QnpWOHhpxOr4l/&#10;Asbr4PXy5q1+AAAA//8DAFBLAwQUAAYACAAAACEACIRWquEAAAAKAQAADwAAAGRycy9kb3ducmV2&#10;LnhtbEyPQU/CQBCF7yb+h82YeIMtpYDWTokhkignLWg8Lt2xbezONt2F1n/vctLj5H1575tsPZpW&#10;nKl3jWWE2TQCQVxa3XCFcNhvJ3cgnFesVWuZEH7IwTq/vspUqu3Ab3QufCVCCbtUIdTed6mUrqzJ&#10;KDe1HXHIvmxvlA9nX0ndqyGUm1bGUbSURjUcFmrV0aam8rs4GYTdavby7KiQr5+uH7rFx3bTPL0j&#10;3t6Mjw8gPI3+D4aLflCHPDgd7Ym1Ey3CMo7jgCJMkjmICxAtkgTEEeF+NQeZZ/L/C/kvAAAA//8D&#10;AFBLAQItABQABgAIAAAAIQC2gziS/gAAAOEBAAATAAAAAAAAAAAAAAAAAAAAAABbQ29udGVudF9U&#10;eXBlc10ueG1sUEsBAi0AFAAGAAgAAAAhADj9If/WAAAAlAEAAAsAAAAAAAAAAAAAAAAALwEAAF9y&#10;ZWxzLy5yZWxzUEsBAi0AFAAGAAgAAAAhAGK1czqcAgAAOwUAAA4AAAAAAAAAAAAAAAAALgIAAGRy&#10;cy9lMm9Eb2MueG1sUEsBAi0AFAAGAAgAAAAhAAiEVqrhAAAACgEAAA8AAAAAAAAAAAAAAAAA9gQA&#10;AGRycy9kb3ducmV2LnhtbFBLBQYAAAAABAAEAPMAAAAEBgAAAAA=&#10;" stroked="f">
              <v:stroke dashstyle="1 1" endcap="round"/>
              <v:textbox>
                <w:txbxContent>
                  <w:p w:rsidR="0009018B" w:rsidRDefault="0009018B" w:rsidP="0009018B">
                    <w:pPr>
                      <w:spacing w:line="240" w:lineRule="exact"/>
                      <w:jc w:val="right"/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</w:pPr>
                    <w:r w:rsidRPr="002E0B54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www.adrcentru.ro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 I   </w:t>
                    </w:r>
                    <w:r w:rsidRPr="00FA2B09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Facebook.com/ADRCentru.ro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</w:t>
                    </w:r>
                  </w:p>
                  <w:p w:rsidR="0009018B" w:rsidRDefault="0009018B" w:rsidP="0009018B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</w:pPr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>E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-mail: </w:t>
                    </w:r>
                    <w:hyperlink r:id="rId5" w:history="1">
                      <w:r w:rsidRPr="008E1CDF">
                        <w:rPr>
                          <w:rStyle w:val="Hyperlink"/>
                          <w:rFonts w:ascii="Trebuchet MS" w:hAnsi="Trebuchet MS"/>
                          <w:b/>
                          <w:sz w:val="16"/>
                          <w:szCs w:val="16"/>
                        </w:rPr>
                        <w:t>office@adrcentru.ro</w:t>
                      </w:r>
                    </w:hyperlink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I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 xml:space="preserve">Tel.: 0258-818616 </w:t>
                    </w:r>
                  </w:p>
                  <w:p w:rsidR="0009018B" w:rsidRPr="00FA2B09" w:rsidRDefault="0009018B" w:rsidP="0009018B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</w:pP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Str. Decebal, 1</w:t>
                    </w:r>
                    <w:r w:rsidR="00E31672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1</w:t>
                    </w: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 xml:space="preserve">, 510093, Alba Iulia,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it-IT"/>
                      </w:rPr>
                      <w:t>Romania</w:t>
                    </w:r>
                  </w:p>
                </w:txbxContent>
              </v:textbox>
            </v:shape>
          </w:pict>
        </mc:Fallback>
      </mc:AlternateContent>
    </w:r>
    <w:r>
      <w:rPr>
        <w:lang w:val="en-US" w:eastAsia="en-US"/>
      </w:rPr>
      <w:drawing>
        <wp:anchor distT="0" distB="0" distL="114300" distR="114300" simplePos="0" relativeHeight="251656192" behindDoc="0" locked="0" layoutInCell="1" allowOverlap="1">
          <wp:simplePos x="0" y="0"/>
          <wp:positionH relativeFrom="column">
            <wp:posOffset>-810895</wp:posOffset>
          </wp:positionH>
          <wp:positionV relativeFrom="paragraph">
            <wp:posOffset>-236855</wp:posOffset>
          </wp:positionV>
          <wp:extent cx="7983220" cy="107315"/>
          <wp:effectExtent l="0" t="0" r="0" b="0"/>
          <wp:wrapNone/>
          <wp:docPr id="33" name="Picture 33" descr="Banda color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 descr="Banda colorata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83220" cy="107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2347" w:rsidRDefault="00D82347">
      <w:r>
        <w:separator/>
      </w:r>
    </w:p>
  </w:footnote>
  <w:footnote w:type="continuationSeparator" w:id="0">
    <w:p w:rsidR="00D82347" w:rsidRDefault="00D823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3BB9" w:rsidRPr="00851382" w:rsidRDefault="00537500">
    <w:pPr>
      <w:pStyle w:val="Antet"/>
      <w:rPr>
        <w:color w:val="999999"/>
      </w:rPr>
    </w:pPr>
    <w:r w:rsidRPr="00851382">
      <w:rPr>
        <w:color w:val="999999"/>
        <w:sz w:val="20"/>
        <w:szCs w:val="20"/>
        <w:lang w:val="en-US" w:eastAsia="en-US"/>
      </w:rPr>
      <mc:AlternateContent>
        <mc:Choice Requires="wpg">
          <w:drawing>
            <wp:anchor distT="0" distB="0" distL="114300" distR="114300" simplePos="0" relativeHeight="251651072" behindDoc="0" locked="0" layoutInCell="1" allowOverlap="1">
              <wp:simplePos x="0" y="0"/>
              <wp:positionH relativeFrom="column">
                <wp:posOffset>4657725</wp:posOffset>
              </wp:positionH>
              <wp:positionV relativeFrom="paragraph">
                <wp:posOffset>-276225</wp:posOffset>
              </wp:positionV>
              <wp:extent cx="1400175" cy="685800"/>
              <wp:effectExtent l="9525" t="0" r="0" b="0"/>
              <wp:wrapNone/>
              <wp:docPr id="11" name="Group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400175" cy="685800"/>
                        <a:chOff x="8582" y="501"/>
                        <a:chExt cx="2205" cy="1080"/>
                      </a:xfrm>
                    </wpg:grpSpPr>
                    <wps:wsp>
                      <wps:cNvPr id="12" name="Text Box 13"/>
                      <wps:cNvSpPr txBox="1">
                        <a:spLocks noChangeArrowheads="1"/>
                      </wps:cNvSpPr>
                      <wps:spPr bwMode="auto">
                        <a:xfrm>
                          <a:off x="8627" y="501"/>
                          <a:ext cx="2160" cy="1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76CFE" w:rsidRDefault="00376CFE" w:rsidP="00376CFE">
                            <w:pPr>
                              <w:spacing w:line="330" w:lineRule="auto"/>
                            </w:pPr>
                          </w:p>
                          <w:p w:rsidR="00376CFE" w:rsidRPr="00851382" w:rsidRDefault="00376CFE" w:rsidP="00376CFE">
                            <w:pPr>
                              <w:pStyle w:val="Titlu3"/>
                              <w:spacing w:before="0" w:after="0" w:line="330" w:lineRule="auto"/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</w:pPr>
                            <w:r w:rsidRPr="00851382"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  <w:t>ADR CENTRU</w:t>
                            </w:r>
                          </w:p>
                        </w:txbxContent>
                      </wps:txbx>
                      <wps:bodyPr rot="0" vert="horz" wrap="square" lIns="72000" tIns="0" rIns="252000" bIns="0" anchor="t" anchorCtr="0" upright="1">
                        <a:noAutofit/>
                      </wps:bodyPr>
                    </wps:wsp>
                    <wps:wsp>
                      <wps:cNvPr id="13" name="Line 14"/>
                      <wps:cNvCnPr>
                        <a:cxnSpLocks noChangeShapeType="1"/>
                      </wps:cNvCnPr>
                      <wps:spPr bwMode="auto">
                        <a:xfrm>
                          <a:off x="8582" y="576"/>
                          <a:ext cx="0" cy="618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group id="Group 12" o:spid="_x0000_s1026" style="position:absolute;margin-left:366.75pt;margin-top:-21.75pt;width:110.25pt;height:54pt;z-index:251651072" coordorigin="8582,501" coordsize="2205,1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Kr4oAMAAKwJAAAOAAAAZHJzL2Uyb0RvYy54bWzMVttu2zgQfV+g/0DwXRGlyLIsRCkSX4IF&#10;0t0CzX4ALVEXVCK1JB05W/Tfd0jK8iUoGrRAUT8IFC/DOWfOHOvm/b5r0TOTqhE8w8EVwYjxXBQN&#10;rzL8z9PGSzBSmvKCtoKzDL8whd/fvvvjZuhTFopatAWTCIJwlQ59hmut+9T3VV6zjqor0TMOi6WQ&#10;HdXwKiu/kHSA6F3rh4TE/iBk0UuRM6VgduUW8a2NX5Ys13+XpWIatRmG3LR9Svvcmqd/e0PTStK+&#10;bvIxDfoDWXS04XDpFGpFNUU72bwK1TW5FEqU+ioXnS/KssmZxQBoAnKB5kGKXW+xVOlQ9RNNQO0F&#10;Tz8cNv/r+aNETQG1CzDitIMa2WtREBpyhr5KYc+D7D/1H6VDCMNHkX9WsOxfrpv3ym1G2+GDKCAe&#10;3WlhydmXsjMhADba2xq8TDVge41ymAwiQoL5DKMc1uJklpCxSHkNlTTHYC7ECFZnJHD1y+v1eDoM&#10;yXg0IIk96NPUXWtTHVMzuEBv6kip+jlKP9W0Z7ZSytB1oBTydJQ+GXj3Yo+Ca8eq3WYoRXoP84Db&#10;MqQcs4iLZU15xe6kFEPNaAH5WbCAYjrqUCgT5HtUJ3E4P+fswHcYxNAXhuxXjNG0l0o/MNEhM8iw&#10;hHayadLnR6VN+Y9bTF252DRta1uq5WcTsNHNwLVw1KyZBGyHfFmQxTpZJ5EXhfHai8hq5d1tlpEX&#10;b0AIq+vVcrkKvpp7gyitm6Jg3Fxz6NYgelvpRt9wfTb1qxJtU5hwJiUlq+2yleiZglts7M9UC5I/&#10;2eafp2GXAcsFpCCMyH248DZxMveiTTTzFnOSeCRY3C9iEi2i1eYc0mPD2c9DQkOGF7Nw5sT0TWzE&#10;/l5jo2nXaPDjtumgz6ZNNDUSXPPCllbTpnXjEypM+kcqgLFDoa1gjUadWvV+u4coRsVbUbyAdKUA&#10;ZYEE4U8EBrWQ/2E0gCFnWP27o5Jh1P7JQf5zsHvj4PYFBtIOwpmb3h6mKc8hRoY1Rm641M7ud71s&#10;qhqucJ3GxR3YUtlYGR/TAQyjNfwqj7g+eIRVQBCd+MOSO8vN93y03MkYrOE8vfRgr2e+4I4YCG/z&#10;hclL57G52LWl8eHRFOIgGWVyMO8LT2ih8G/2BCPP+HpGviPPBLx7cu+T1qMp/CGOKvyWIn9Tn5ms&#10;8aRnnO24Xjn0jjXHi55xjWKMaJImjOwngT02fr6Yb47Td7v/+JF1+z8AAAD//wMAUEsDBBQABgAI&#10;AAAAIQB/NCrh4QAAAAoBAAAPAAAAZHJzL2Rvd25yZXYueG1sTI/BaoNAEIbvhb7DMoXektWqaWpd&#10;QwhtT6HQpFBym+hEJe6uuBs1b9/Jqb3NMB//fH+2mnQrBupdY42CcB6AIFPYsjGVgu/9+2wJwnk0&#10;JbbWkIIrOVjl93cZpqUdzRcNO18JDjEuRQW1910qpStq0ujmtiPDt5PtNXpe+0qWPY4crlv5FAQL&#10;qbEx/KHGjjY1FefdRSv4GHFcR+HbsD2fNtfDPvn82Yak1OPDtH4F4WnyfzDc9FkdcnY62ospnWgV&#10;PEdRwqiCWXwbmHhJYm53VLCIE5B5Jv9XyH8BAAD//wMAUEsBAi0AFAAGAAgAAAAhALaDOJL+AAAA&#10;4QEAABMAAAAAAAAAAAAAAAAAAAAAAFtDb250ZW50X1R5cGVzXS54bWxQSwECLQAUAAYACAAAACEA&#10;OP0h/9YAAACUAQAACwAAAAAAAAAAAAAAAAAvAQAAX3JlbHMvLnJlbHNQSwECLQAUAAYACAAAACEA&#10;WgSq+KADAACsCQAADgAAAAAAAAAAAAAAAAAuAgAAZHJzL2Uyb0RvYy54bWxQSwECLQAUAAYACAAA&#10;ACEAfzQq4eEAAAAKAQAADwAAAAAAAAAAAAAAAAD6BQAAZHJzL2Rvd25yZXYueG1sUEsFBgAAAAAE&#10;AAQA8wAAAAgH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7" type="#_x0000_t202" style="position:absolute;left:8627;top:501;width:2160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qHe/wgAAANsAAAAPAAAAZHJzL2Rvd25yZXYueG1sRE/NasJA&#10;EL4LfYdlCt7qphalRFcJLa3Siyb1AcbsmIRmZ9PdNca3dwsFb/Px/c5yPZhW9OR8Y1nB8yQBQVxa&#10;3XCl4PD98fQKwgdkja1lUnAlD+vVw2iJqbYXzqkvQiViCPsUFdQhdKmUvqzJoJ/YjjhyJ+sMhghd&#10;JbXDSww3rZwmyVwabDg21NjRW03lT3E2CvIZ7r6SffHu5MtRftrf7NxvMqXGj0O2ABFoCHfxv3ur&#10;4/wp/P0SD5CrGwAAAP//AwBQSwECLQAUAAYACAAAACEA2+H2y+4AAACFAQAAEwAAAAAAAAAAAAAA&#10;AAAAAAAAW0NvbnRlbnRfVHlwZXNdLnhtbFBLAQItABQABgAIAAAAIQBa9CxbvwAAABUBAAALAAAA&#10;AAAAAAAAAAAAAB8BAABfcmVscy8ucmVsc1BLAQItABQABgAIAAAAIQAcqHe/wgAAANsAAAAPAAAA&#10;AAAAAAAAAAAAAAcCAABkcnMvZG93bnJldi54bWxQSwUGAAAAAAMAAwC3AAAA9gIAAAAA&#10;" filled="f" stroked="f">
                <v:textbox inset="2mm,0,7mm,0">
                  <w:txbxContent>
                    <w:p w:rsidR="00376CFE" w:rsidRDefault="00376CFE" w:rsidP="00376CFE">
                      <w:pPr>
                        <w:spacing w:line="330" w:lineRule="auto"/>
                      </w:pPr>
                    </w:p>
                    <w:p w:rsidR="00376CFE" w:rsidRPr="00851382" w:rsidRDefault="00376CFE" w:rsidP="00376CFE">
                      <w:pPr>
                        <w:pStyle w:val="Heading3"/>
                        <w:spacing w:before="0" w:after="0" w:line="330" w:lineRule="auto"/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</w:pPr>
                      <w:r w:rsidRPr="00851382"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  <w:t>ADR CENTRU</w:t>
                      </w:r>
                    </w:p>
                  </w:txbxContent>
                </v:textbox>
              </v:shape>
              <v:line id="Line 14" o:spid="_x0000_s1028" style="position:absolute;visibility:visible;mso-wrap-style:square" from="8582,576" to="8582,11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TRStwQAAANsAAAAPAAAAZHJzL2Rvd25yZXYueG1sRE9La8JA&#10;EL4L/odlBG9mkypFoquUPogeCmls70N2TEKzsyG7Ncm/dwuF3ubje87+OJpW3Kh3jWUFSRSDIC6t&#10;brhS8Hl5W21BOI+ssbVMCiZycDzMZ3tMtR34g26Fr0QIYZeigtr7LpXSlTUZdJHtiAN3tb1BH2Bf&#10;Sd3jEMJNKx/i+FEabDg01NjRc03ld/FjFJydT8ZNnuTulb7eJ51l3fCSKbVcjE87EJ5G/y/+c590&#10;mL+G31/CAfJwBwAA//8DAFBLAQItABQABgAIAAAAIQDb4fbL7gAAAIUBAAATAAAAAAAAAAAAAAAA&#10;AAAAAABbQ29udGVudF9UeXBlc10ueG1sUEsBAi0AFAAGAAgAAAAhAFr0LFu/AAAAFQEAAAsAAAAA&#10;AAAAAAAAAAAAHwEAAF9yZWxzLy5yZWxzUEsBAi0AFAAGAAgAAAAhAMdNFK3BAAAA2wAAAA8AAAAA&#10;AAAAAAAAAAAABwIAAGRycy9kb3ducmV2LnhtbFBLBQYAAAAAAwADALcAAAD1AgAAAAA=&#10;" strokecolor="gray" strokeweight=".5pt"/>
            </v:group>
          </w:pict>
        </mc:Fallback>
      </mc:AlternateContent>
    </w:r>
    <w:r w:rsidR="002B3BB9" w:rsidRPr="00851382">
      <w:rPr>
        <w:color w:val="999999"/>
        <w:sz w:val="20"/>
        <w:szCs w:val="20"/>
      </w:rPr>
      <w:t xml:space="preserve">Pagina </w:t>
    </w:r>
    <w:r w:rsidR="002B3BB9" w:rsidRPr="00851382">
      <w:rPr>
        <w:color w:val="999999"/>
        <w:sz w:val="20"/>
        <w:szCs w:val="20"/>
      </w:rPr>
      <w:fldChar w:fldCharType="begin"/>
    </w:r>
    <w:r w:rsidR="002B3BB9" w:rsidRPr="00851382">
      <w:rPr>
        <w:color w:val="999999"/>
        <w:sz w:val="20"/>
        <w:szCs w:val="20"/>
      </w:rPr>
      <w:instrText xml:space="preserve"> PAGE </w:instrText>
    </w:r>
    <w:r w:rsidR="002B3BB9" w:rsidRPr="00851382">
      <w:rPr>
        <w:color w:val="999999"/>
        <w:sz w:val="20"/>
        <w:szCs w:val="20"/>
      </w:rPr>
      <w:fldChar w:fldCharType="separate"/>
    </w:r>
    <w:r w:rsidR="00707C7C">
      <w:rPr>
        <w:color w:val="999999"/>
        <w:sz w:val="20"/>
        <w:szCs w:val="20"/>
      </w:rPr>
      <w:t>2</w:t>
    </w:r>
    <w:r w:rsidR="002B3BB9" w:rsidRPr="00851382">
      <w:rPr>
        <w:color w:val="999999"/>
        <w:sz w:val="20"/>
        <w:szCs w:val="20"/>
      </w:rPr>
      <w:fldChar w:fldCharType="end"/>
    </w:r>
    <w:r w:rsidR="002B3BB9" w:rsidRPr="00851382">
      <w:rPr>
        <w:color w:val="999999"/>
        <w:sz w:val="20"/>
        <w:szCs w:val="20"/>
      </w:rPr>
      <w:t xml:space="preserve"> din </w:t>
    </w:r>
    <w:r w:rsidR="002B3BB9" w:rsidRPr="00851382">
      <w:rPr>
        <w:color w:val="999999"/>
        <w:sz w:val="20"/>
        <w:szCs w:val="20"/>
      </w:rPr>
      <w:fldChar w:fldCharType="begin"/>
    </w:r>
    <w:r w:rsidR="002B3BB9" w:rsidRPr="00851382">
      <w:rPr>
        <w:color w:val="999999"/>
        <w:sz w:val="20"/>
        <w:szCs w:val="20"/>
      </w:rPr>
      <w:instrText xml:space="preserve"> NUMPAGES </w:instrText>
    </w:r>
    <w:r w:rsidR="002B3BB9" w:rsidRPr="00851382">
      <w:rPr>
        <w:color w:val="999999"/>
        <w:sz w:val="20"/>
        <w:szCs w:val="20"/>
      </w:rPr>
      <w:fldChar w:fldCharType="separate"/>
    </w:r>
    <w:r w:rsidR="00707C7C">
      <w:rPr>
        <w:color w:val="999999"/>
        <w:sz w:val="20"/>
        <w:szCs w:val="20"/>
      </w:rPr>
      <w:t>4</w:t>
    </w:r>
    <w:r w:rsidR="002B3BB9" w:rsidRPr="00851382">
      <w:rPr>
        <w:color w:val="999999"/>
        <w:sz w:val="20"/>
        <w:szCs w:val="20"/>
      </w:rPr>
      <w:fldChar w:fldCharType="end"/>
    </w:r>
  </w:p>
  <w:p w:rsidR="002B3BB9" w:rsidRDefault="002B3BB9"/>
  <w:p w:rsidR="002B3BB9" w:rsidRDefault="002B3BB9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3BB9" w:rsidRDefault="00537500">
    <w:pPr>
      <w:pStyle w:val="Antet"/>
      <w:tabs>
        <w:tab w:val="clear" w:pos="4536"/>
        <w:tab w:val="clear" w:pos="9072"/>
        <w:tab w:val="left" w:pos="6473"/>
      </w:tabs>
    </w:pPr>
    <w:r>
      <w:rPr>
        <w:lang w:val="en-US" w:eastAsia="en-US"/>
      </w:rPr>
      <w:drawing>
        <wp:anchor distT="0" distB="0" distL="114300" distR="114300" simplePos="0" relativeHeight="251652096" behindDoc="0" locked="0" layoutInCell="1" allowOverlap="1">
          <wp:simplePos x="0" y="0"/>
          <wp:positionH relativeFrom="column">
            <wp:posOffset>2546350</wp:posOffset>
          </wp:positionH>
          <wp:positionV relativeFrom="paragraph">
            <wp:posOffset>-590550</wp:posOffset>
          </wp:positionV>
          <wp:extent cx="880110" cy="929640"/>
          <wp:effectExtent l="0" t="0" r="0" b="0"/>
          <wp:wrapNone/>
          <wp:docPr id="28" name="Pictur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69627"/>
                  <a:stretch>
                    <a:fillRect/>
                  </a:stretch>
                </pic:blipFill>
                <pic:spPr bwMode="auto">
                  <a:xfrm>
                    <a:off x="0" y="0"/>
                    <a:ext cx="880110" cy="929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lang w:val="en-US" w:eastAsia="en-US"/>
      </w:rPr>
      <w:drawing>
        <wp:anchor distT="0" distB="0" distL="114300" distR="114300" simplePos="0" relativeHeight="251653120" behindDoc="0" locked="0" layoutInCell="1" allowOverlap="1">
          <wp:simplePos x="0" y="0"/>
          <wp:positionH relativeFrom="column">
            <wp:posOffset>-387350</wp:posOffset>
          </wp:positionH>
          <wp:positionV relativeFrom="paragraph">
            <wp:posOffset>-266700</wp:posOffset>
          </wp:positionV>
          <wp:extent cx="2181225" cy="452755"/>
          <wp:effectExtent l="0" t="0" r="0" b="0"/>
          <wp:wrapNone/>
          <wp:docPr id="30" name="Picture 30" descr="RO Cofinanțat de Uniunea Europeană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RO Cofinanțat de Uniunea Europeană_PO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81225" cy="452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lang w:val="en-US" w:eastAsia="en-US"/>
      </w:rPr>
      <w:drawing>
        <wp:anchor distT="0" distB="0" distL="114300" distR="114300" simplePos="0" relativeHeight="251654144" behindDoc="0" locked="0" layoutInCell="1" allowOverlap="1">
          <wp:simplePos x="0" y="0"/>
          <wp:positionH relativeFrom="column">
            <wp:posOffset>4479925</wp:posOffset>
          </wp:positionH>
          <wp:positionV relativeFrom="paragraph">
            <wp:posOffset>-339090</wp:posOffset>
          </wp:positionV>
          <wp:extent cx="1733550" cy="504825"/>
          <wp:effectExtent l="0" t="0" r="0" b="0"/>
          <wp:wrapNone/>
          <wp:docPr id="31" name="Picture 31" descr="Logo FIN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 descr="Logo FINAL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3550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B3BB9">
      <w:t xml:space="preserve">   </w:t>
    </w:r>
    <w:r w:rsidR="002B3BB9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singleLevel"/>
    <w:tmpl w:val="00000004"/>
    <w:name w:val="WW8Num7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1" w15:restartNumberingAfterBreak="0">
    <w:nsid w:val="0B8E7C0D"/>
    <w:multiLevelType w:val="hybridMultilevel"/>
    <w:tmpl w:val="EE724A80"/>
    <w:lvl w:ilvl="0" w:tplc="04180015">
      <w:start w:val="1"/>
      <w:numFmt w:val="upperLetter"/>
      <w:lvlText w:val="%1."/>
      <w:lvlJc w:val="left"/>
      <w:pPr>
        <w:tabs>
          <w:tab w:val="num" w:pos="720"/>
        </w:tabs>
        <w:ind w:left="720" w:hanging="18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687716D"/>
    <w:multiLevelType w:val="hybridMultilevel"/>
    <w:tmpl w:val="7482FCA0"/>
    <w:lvl w:ilvl="0" w:tplc="00000004">
      <w:start w:val="1"/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316E05C7"/>
    <w:multiLevelType w:val="hybridMultilevel"/>
    <w:tmpl w:val="B8DEBCA6"/>
    <w:lvl w:ilvl="0" w:tplc="795E9C7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FF135C"/>
    <w:multiLevelType w:val="hybridMultilevel"/>
    <w:tmpl w:val="6D0855C4"/>
    <w:lvl w:ilvl="0" w:tplc="04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92302DE"/>
    <w:multiLevelType w:val="hybridMultilevel"/>
    <w:tmpl w:val="54022BB2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8016B7"/>
    <w:multiLevelType w:val="hybridMultilevel"/>
    <w:tmpl w:val="F24626A6"/>
    <w:lvl w:ilvl="0" w:tplc="8D661D1C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8" w15:restartNumberingAfterBreak="0">
    <w:nsid w:val="4CC5710F"/>
    <w:multiLevelType w:val="hybridMultilevel"/>
    <w:tmpl w:val="3D427E2E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E6F1450"/>
    <w:multiLevelType w:val="multilevel"/>
    <w:tmpl w:val="231EA8C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74"/>
        </w:tabs>
        <w:ind w:left="1474" w:hanging="111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upperLetter"/>
      <w:lvlText w:val="%1.%2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4.%5."/>
      <w:lvlJc w:val="left"/>
      <w:pPr>
        <w:tabs>
          <w:tab w:val="num" w:pos="2232"/>
        </w:tabs>
        <w:ind w:left="2232" w:hanging="792"/>
      </w:pPr>
      <w:rPr>
        <w:rFonts w:ascii="Arial" w:hAnsi="Arial" w:hint="default"/>
        <w:b/>
        <w:i w:val="0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0" w15:restartNumberingAfterBreak="0">
    <w:nsid w:val="5FE51D7C"/>
    <w:multiLevelType w:val="hybridMultilevel"/>
    <w:tmpl w:val="FBA47F62"/>
    <w:lvl w:ilvl="0" w:tplc="66C89B0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84901DE"/>
    <w:multiLevelType w:val="hybridMultilevel"/>
    <w:tmpl w:val="A4FCF7F4"/>
    <w:lvl w:ilvl="0" w:tplc="8D661D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8611432"/>
    <w:multiLevelType w:val="hybridMultilevel"/>
    <w:tmpl w:val="66F681E8"/>
    <w:lvl w:ilvl="0" w:tplc="2E5A8D12">
      <w:numFmt w:val="bullet"/>
      <w:lvlText w:val=""/>
      <w:lvlJc w:val="left"/>
      <w:pPr>
        <w:ind w:left="360" w:hanging="360"/>
      </w:pPr>
      <w:rPr>
        <w:rFonts w:ascii="Symbol" w:eastAsia="Calibri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0FA71B3"/>
    <w:multiLevelType w:val="multilevel"/>
    <w:tmpl w:val="3D24DB86"/>
    <w:lvl w:ilvl="0">
      <w:start w:val="1"/>
      <w:numFmt w:val="bullet"/>
      <w:pStyle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b/>
        <w:color w:val="808080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738E6A5F"/>
    <w:multiLevelType w:val="multilevel"/>
    <w:tmpl w:val="71F67582"/>
    <w:lvl w:ilvl="0">
      <w:start w:val="1"/>
      <w:numFmt w:val="upperLetter"/>
      <w:lvlText w:val="%1."/>
      <w:lvlJc w:val="left"/>
      <w:pPr>
        <w:tabs>
          <w:tab w:val="num" w:pos="-360"/>
        </w:tabs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-426"/>
        </w:tabs>
        <w:ind w:left="1014" w:hanging="360"/>
      </w:pPr>
    </w:lvl>
    <w:lvl w:ilvl="2">
      <w:start w:val="1"/>
      <w:numFmt w:val="lowerRoman"/>
      <w:lvlText w:val="%3."/>
      <w:lvlJc w:val="right"/>
      <w:pPr>
        <w:tabs>
          <w:tab w:val="num" w:pos="-426"/>
        </w:tabs>
        <w:ind w:left="1734" w:hanging="180"/>
      </w:pPr>
    </w:lvl>
    <w:lvl w:ilvl="3">
      <w:start w:val="1"/>
      <w:numFmt w:val="decimal"/>
      <w:lvlText w:val="%4."/>
      <w:lvlJc w:val="left"/>
      <w:pPr>
        <w:tabs>
          <w:tab w:val="num" w:pos="-426"/>
        </w:tabs>
        <w:ind w:left="2454" w:hanging="360"/>
      </w:pPr>
    </w:lvl>
    <w:lvl w:ilvl="4">
      <w:start w:val="1"/>
      <w:numFmt w:val="lowerLetter"/>
      <w:lvlText w:val="%5."/>
      <w:lvlJc w:val="left"/>
      <w:pPr>
        <w:tabs>
          <w:tab w:val="num" w:pos="-426"/>
        </w:tabs>
        <w:ind w:left="3174" w:hanging="360"/>
      </w:pPr>
    </w:lvl>
    <w:lvl w:ilvl="5">
      <w:start w:val="1"/>
      <w:numFmt w:val="lowerRoman"/>
      <w:lvlText w:val="%6."/>
      <w:lvlJc w:val="right"/>
      <w:pPr>
        <w:tabs>
          <w:tab w:val="num" w:pos="-426"/>
        </w:tabs>
        <w:ind w:left="3894" w:hanging="180"/>
      </w:pPr>
    </w:lvl>
    <w:lvl w:ilvl="6">
      <w:start w:val="1"/>
      <w:numFmt w:val="decimal"/>
      <w:lvlText w:val="%7."/>
      <w:lvlJc w:val="left"/>
      <w:pPr>
        <w:tabs>
          <w:tab w:val="num" w:pos="-426"/>
        </w:tabs>
        <w:ind w:left="4614" w:hanging="360"/>
      </w:pPr>
    </w:lvl>
    <w:lvl w:ilvl="7">
      <w:start w:val="1"/>
      <w:numFmt w:val="lowerLetter"/>
      <w:lvlText w:val="%8."/>
      <w:lvlJc w:val="left"/>
      <w:pPr>
        <w:tabs>
          <w:tab w:val="num" w:pos="-426"/>
        </w:tabs>
        <w:ind w:left="5334" w:hanging="360"/>
      </w:pPr>
    </w:lvl>
    <w:lvl w:ilvl="8">
      <w:start w:val="1"/>
      <w:numFmt w:val="lowerRoman"/>
      <w:lvlText w:val="%9."/>
      <w:lvlJc w:val="right"/>
      <w:pPr>
        <w:tabs>
          <w:tab w:val="num" w:pos="-426"/>
        </w:tabs>
        <w:ind w:left="6054" w:hanging="180"/>
      </w:p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10"/>
  </w:num>
  <w:num w:numId="5">
    <w:abstractNumId w:val="0"/>
  </w:num>
  <w:num w:numId="6">
    <w:abstractNumId w:val="9"/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</w:num>
  <w:num w:numId="9">
    <w:abstractNumId w:val="8"/>
  </w:num>
  <w:num w:numId="10">
    <w:abstractNumId w:val="12"/>
  </w:num>
  <w:num w:numId="11">
    <w:abstractNumId w:val="7"/>
  </w:num>
  <w:num w:numId="12">
    <w:abstractNumId w:val="11"/>
  </w:num>
  <w:num w:numId="13">
    <w:abstractNumId w:val="13"/>
  </w:num>
  <w:num w:numId="14">
    <w:abstractNumId w:val="14"/>
  </w:num>
  <w:num w:numId="15">
    <w:abstractNumId w:val="2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noPunctuationKerning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3BB9"/>
    <w:rsid w:val="000114FE"/>
    <w:rsid w:val="00033F57"/>
    <w:rsid w:val="000362B9"/>
    <w:rsid w:val="00063CF6"/>
    <w:rsid w:val="00072DDE"/>
    <w:rsid w:val="00080850"/>
    <w:rsid w:val="0009018B"/>
    <w:rsid w:val="00094830"/>
    <w:rsid w:val="000A738A"/>
    <w:rsid w:val="000C2AAE"/>
    <w:rsid w:val="000E0D0E"/>
    <w:rsid w:val="000F25F4"/>
    <w:rsid w:val="00110896"/>
    <w:rsid w:val="00114571"/>
    <w:rsid w:val="00114F9E"/>
    <w:rsid w:val="001175F2"/>
    <w:rsid w:val="0012685D"/>
    <w:rsid w:val="001357F6"/>
    <w:rsid w:val="00141ED9"/>
    <w:rsid w:val="00144BFD"/>
    <w:rsid w:val="0015133C"/>
    <w:rsid w:val="0016540B"/>
    <w:rsid w:val="00183F78"/>
    <w:rsid w:val="0018576E"/>
    <w:rsid w:val="001C4BDF"/>
    <w:rsid w:val="001E7D06"/>
    <w:rsid w:val="001F163E"/>
    <w:rsid w:val="00243C03"/>
    <w:rsid w:val="00243E78"/>
    <w:rsid w:val="0025381D"/>
    <w:rsid w:val="00255002"/>
    <w:rsid w:val="002A5AC7"/>
    <w:rsid w:val="002B3BB9"/>
    <w:rsid w:val="002B53C9"/>
    <w:rsid w:val="002C46CD"/>
    <w:rsid w:val="002D230E"/>
    <w:rsid w:val="002D4D83"/>
    <w:rsid w:val="002E07E9"/>
    <w:rsid w:val="002F1246"/>
    <w:rsid w:val="00326DC2"/>
    <w:rsid w:val="00351F71"/>
    <w:rsid w:val="00376CFE"/>
    <w:rsid w:val="003B5F9A"/>
    <w:rsid w:val="003C0CF4"/>
    <w:rsid w:val="003C2B68"/>
    <w:rsid w:val="003D494E"/>
    <w:rsid w:val="003E2E03"/>
    <w:rsid w:val="0041614F"/>
    <w:rsid w:val="00472B87"/>
    <w:rsid w:val="00474F02"/>
    <w:rsid w:val="00481FDD"/>
    <w:rsid w:val="004870DE"/>
    <w:rsid w:val="004A380E"/>
    <w:rsid w:val="004C45ED"/>
    <w:rsid w:val="00513A21"/>
    <w:rsid w:val="00523BEA"/>
    <w:rsid w:val="005266F7"/>
    <w:rsid w:val="00537500"/>
    <w:rsid w:val="00561F8E"/>
    <w:rsid w:val="00567909"/>
    <w:rsid w:val="00584A23"/>
    <w:rsid w:val="005A2511"/>
    <w:rsid w:val="005A6B00"/>
    <w:rsid w:val="005B7C92"/>
    <w:rsid w:val="005C21C9"/>
    <w:rsid w:val="005C7AFF"/>
    <w:rsid w:val="005E04A0"/>
    <w:rsid w:val="005E1667"/>
    <w:rsid w:val="00612F96"/>
    <w:rsid w:val="0062600F"/>
    <w:rsid w:val="00640E22"/>
    <w:rsid w:val="00643AC4"/>
    <w:rsid w:val="00644EA2"/>
    <w:rsid w:val="00660809"/>
    <w:rsid w:val="006759DF"/>
    <w:rsid w:val="0068161B"/>
    <w:rsid w:val="006A3CB0"/>
    <w:rsid w:val="006A4088"/>
    <w:rsid w:val="006B79B9"/>
    <w:rsid w:val="006F14B9"/>
    <w:rsid w:val="00707C7C"/>
    <w:rsid w:val="007209E0"/>
    <w:rsid w:val="00746F91"/>
    <w:rsid w:val="00754551"/>
    <w:rsid w:val="00757A9D"/>
    <w:rsid w:val="0077054C"/>
    <w:rsid w:val="00796354"/>
    <w:rsid w:val="007A69A6"/>
    <w:rsid w:val="007C403D"/>
    <w:rsid w:val="007D40F0"/>
    <w:rsid w:val="00810B4E"/>
    <w:rsid w:val="0082118F"/>
    <w:rsid w:val="00837EE4"/>
    <w:rsid w:val="00851382"/>
    <w:rsid w:val="008551AD"/>
    <w:rsid w:val="00855B0E"/>
    <w:rsid w:val="00862A3C"/>
    <w:rsid w:val="0087265A"/>
    <w:rsid w:val="0088290B"/>
    <w:rsid w:val="008A7000"/>
    <w:rsid w:val="008C26CE"/>
    <w:rsid w:val="008E31C9"/>
    <w:rsid w:val="008E7688"/>
    <w:rsid w:val="008F1117"/>
    <w:rsid w:val="008F2F82"/>
    <w:rsid w:val="009125B1"/>
    <w:rsid w:val="00927C4B"/>
    <w:rsid w:val="00936CF8"/>
    <w:rsid w:val="00945E4C"/>
    <w:rsid w:val="00950345"/>
    <w:rsid w:val="0095716B"/>
    <w:rsid w:val="00973F0D"/>
    <w:rsid w:val="009A6FE2"/>
    <w:rsid w:val="009B4F77"/>
    <w:rsid w:val="009B6183"/>
    <w:rsid w:val="009F711B"/>
    <w:rsid w:val="00A00996"/>
    <w:rsid w:val="00A06DE4"/>
    <w:rsid w:val="00A4712A"/>
    <w:rsid w:val="00A82042"/>
    <w:rsid w:val="00A8786A"/>
    <w:rsid w:val="00A96492"/>
    <w:rsid w:val="00AB1EDA"/>
    <w:rsid w:val="00AE4990"/>
    <w:rsid w:val="00B15233"/>
    <w:rsid w:val="00B24E12"/>
    <w:rsid w:val="00B463E2"/>
    <w:rsid w:val="00B565C5"/>
    <w:rsid w:val="00B67CDD"/>
    <w:rsid w:val="00B73711"/>
    <w:rsid w:val="00B920FA"/>
    <w:rsid w:val="00BC3CF0"/>
    <w:rsid w:val="00BD3175"/>
    <w:rsid w:val="00C05C7A"/>
    <w:rsid w:val="00C416F1"/>
    <w:rsid w:val="00C57EC0"/>
    <w:rsid w:val="00C707BE"/>
    <w:rsid w:val="00C82AD1"/>
    <w:rsid w:val="00C87F85"/>
    <w:rsid w:val="00C916A3"/>
    <w:rsid w:val="00CC6C98"/>
    <w:rsid w:val="00D01370"/>
    <w:rsid w:val="00D20F33"/>
    <w:rsid w:val="00D22014"/>
    <w:rsid w:val="00D34391"/>
    <w:rsid w:val="00D63277"/>
    <w:rsid w:val="00D82347"/>
    <w:rsid w:val="00D94812"/>
    <w:rsid w:val="00DB59B7"/>
    <w:rsid w:val="00DD113C"/>
    <w:rsid w:val="00DD39FB"/>
    <w:rsid w:val="00DE5BC1"/>
    <w:rsid w:val="00E31672"/>
    <w:rsid w:val="00E42F15"/>
    <w:rsid w:val="00E44DDB"/>
    <w:rsid w:val="00E556BF"/>
    <w:rsid w:val="00E62729"/>
    <w:rsid w:val="00E753B1"/>
    <w:rsid w:val="00E8700E"/>
    <w:rsid w:val="00E91751"/>
    <w:rsid w:val="00E94ED1"/>
    <w:rsid w:val="00EA048C"/>
    <w:rsid w:val="00EA2842"/>
    <w:rsid w:val="00EB4E46"/>
    <w:rsid w:val="00ED2701"/>
    <w:rsid w:val="00EF25AA"/>
    <w:rsid w:val="00EF6CD7"/>
    <w:rsid w:val="00F12E7F"/>
    <w:rsid w:val="00F302EB"/>
    <w:rsid w:val="00F35E6C"/>
    <w:rsid w:val="00FC7E09"/>
    <w:rsid w:val="00FD2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/>
    <o:shapelayout v:ext="edit">
      <o:idmap v:ext="edit" data="1"/>
    </o:shapelayout>
  </w:shapeDefaults>
  <w:decimalSymbol w:val=","/>
  <w:listSeparator w:val=";"/>
  <w14:docId w14:val="7329073B"/>
  <w15:chartTrackingRefBased/>
  <w15:docId w15:val="{AF30D865-5EC5-4344-944C-7EC3FF7E82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uiPriority="11" w:qFormat="1"/>
    <w:lsdException w:name="Strong" w:qFormat="1"/>
    <w:lsdException w:name="Emphasis" w:qFormat="1"/>
    <w:lsdException w:name="Plain Text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rial Narrow" w:hAnsi="Arial Narrow"/>
      <w:noProof/>
      <w:sz w:val="24"/>
      <w:szCs w:val="24"/>
      <w:lang w:val="ro-RO" w:eastAsia="de-DE"/>
    </w:rPr>
  </w:style>
  <w:style w:type="paragraph" w:styleId="Titlu1">
    <w:name w:val="heading 1"/>
    <w:basedOn w:val="Normal"/>
    <w:next w:val="Normal"/>
    <w:qFormat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Titlu2">
    <w:name w:val="heading 2"/>
    <w:basedOn w:val="Normal"/>
    <w:next w:val="Normal"/>
    <w:qFormat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Titlu3">
    <w:name w:val="heading 3"/>
    <w:basedOn w:val="Normal"/>
    <w:next w:val="Normal"/>
    <w:qFormat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Titlu4">
    <w:name w:val="heading 4"/>
    <w:basedOn w:val="Normal"/>
    <w:next w:val="Normal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itlu5">
    <w:name w:val="heading 5"/>
    <w:basedOn w:val="Normal"/>
    <w:next w:val="Normal"/>
    <w:qFormat/>
    <w:pPr>
      <w:keepNext/>
      <w:spacing w:line="320" w:lineRule="exact"/>
      <w:outlineLvl w:val="4"/>
    </w:pPr>
    <w:rPr>
      <w:b/>
      <w:bCs/>
    </w:rPr>
  </w:style>
  <w:style w:type="paragraph" w:styleId="Titlu6">
    <w:name w:val="heading 6"/>
    <w:basedOn w:val="Normal"/>
    <w:next w:val="Normal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Titlu7">
    <w:name w:val="heading 7"/>
    <w:basedOn w:val="Normal"/>
    <w:next w:val="Normal"/>
    <w:qFormat/>
    <w:pPr>
      <w:spacing w:before="240" w:after="60"/>
      <w:outlineLvl w:val="6"/>
    </w:pPr>
  </w:style>
  <w:style w:type="paragraph" w:styleId="Titlu8">
    <w:name w:val="heading 8"/>
    <w:basedOn w:val="Normal"/>
    <w:next w:val="Normal"/>
    <w:qFormat/>
    <w:pPr>
      <w:spacing w:before="240" w:after="60"/>
      <w:outlineLvl w:val="7"/>
    </w:pPr>
    <w:rPr>
      <w:i/>
      <w:iCs/>
    </w:rPr>
  </w:style>
  <w:style w:type="paragraph" w:styleId="Titlu9">
    <w:name w:val="heading 9"/>
    <w:basedOn w:val="Normal"/>
    <w:next w:val="Normal"/>
    <w:qFormat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pPr>
      <w:tabs>
        <w:tab w:val="center" w:pos="4536"/>
        <w:tab w:val="right" w:pos="9072"/>
      </w:tabs>
    </w:pPr>
  </w:style>
  <w:style w:type="paragraph" w:styleId="Subsol">
    <w:name w:val="footer"/>
    <w:basedOn w:val="Normal"/>
    <w:pPr>
      <w:tabs>
        <w:tab w:val="center" w:pos="4536"/>
        <w:tab w:val="right" w:pos="9072"/>
      </w:tabs>
    </w:pPr>
  </w:style>
  <w:style w:type="character" w:styleId="Numrdepagin">
    <w:name w:val="page number"/>
    <w:basedOn w:val="Fontdeparagrafimplicit"/>
  </w:style>
  <w:style w:type="character" w:styleId="Hyperlink">
    <w:name w:val="Hyperlink"/>
    <w:rPr>
      <w:color w:val="0000FF"/>
      <w:u w:val="single"/>
    </w:rPr>
  </w:style>
  <w:style w:type="character" w:styleId="HyperlinkParcurs">
    <w:name w:val="FollowedHyperlink"/>
    <w:rPr>
      <w:color w:val="800080"/>
      <w:u w:val="single"/>
    </w:rPr>
  </w:style>
  <w:style w:type="character" w:styleId="Numrdelinie">
    <w:name w:val="line number"/>
    <w:rPr>
      <w:rFonts w:ascii="Arial Narrow" w:hAnsi="Arial Narrow"/>
    </w:rPr>
  </w:style>
  <w:style w:type="paragraph" w:styleId="Indentcorptext">
    <w:name w:val="Body Text Indent"/>
    <w:basedOn w:val="Normal"/>
    <w:link w:val="IndentcorptextCaracter"/>
    <w:pPr>
      <w:tabs>
        <w:tab w:val="left" w:pos="720"/>
      </w:tabs>
      <w:spacing w:line="240" w:lineRule="exact"/>
      <w:ind w:left="720" w:hanging="720"/>
    </w:pPr>
    <w:rPr>
      <w:sz w:val="20"/>
    </w:rPr>
  </w:style>
  <w:style w:type="paragraph" w:styleId="Corptext">
    <w:name w:val="Body Text"/>
    <w:basedOn w:val="Normal"/>
    <w:pPr>
      <w:jc w:val="both"/>
    </w:pPr>
  </w:style>
  <w:style w:type="character" w:customStyle="1" w:styleId="IndentcorptextCaracter">
    <w:name w:val="Indent corp text Caracter"/>
    <w:link w:val="Indentcorptext"/>
    <w:rsid w:val="008E7688"/>
    <w:rPr>
      <w:rFonts w:ascii="Arial Narrow" w:hAnsi="Arial Narrow"/>
      <w:szCs w:val="24"/>
      <w:lang w:val="ro-RO" w:eastAsia="de-DE"/>
    </w:rPr>
  </w:style>
  <w:style w:type="paragraph" w:styleId="TextnBalon">
    <w:name w:val="Balloon Text"/>
    <w:basedOn w:val="Normal"/>
    <w:link w:val="TextnBalonCaracter"/>
    <w:rsid w:val="005C21C9"/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link w:val="TextnBalon"/>
    <w:rsid w:val="005C21C9"/>
    <w:rPr>
      <w:rFonts w:ascii="Segoe UI" w:hAnsi="Segoe UI" w:cs="Segoe UI"/>
      <w:sz w:val="18"/>
      <w:szCs w:val="18"/>
      <w:lang w:val="ro-RO" w:eastAsia="de-DE"/>
    </w:rPr>
  </w:style>
  <w:style w:type="paragraph" w:customStyle="1" w:styleId="criterii">
    <w:name w:val="criterii"/>
    <w:basedOn w:val="Normal"/>
    <w:rsid w:val="00B565C5"/>
    <w:pPr>
      <w:numPr>
        <w:numId w:val="3"/>
      </w:numPr>
      <w:shd w:val="clear" w:color="auto" w:fill="E6E6E6"/>
      <w:spacing w:before="240" w:after="120"/>
      <w:jc w:val="both"/>
    </w:pPr>
    <w:rPr>
      <w:rFonts w:ascii="Trebuchet MS" w:hAnsi="Trebuchet MS"/>
      <w:b/>
      <w:bCs/>
      <w:snapToGrid w:val="0"/>
      <w:sz w:val="20"/>
      <w:lang w:eastAsia="en-US"/>
    </w:rPr>
  </w:style>
  <w:style w:type="paragraph" w:customStyle="1" w:styleId="instruct">
    <w:name w:val="instruct"/>
    <w:basedOn w:val="Normal"/>
    <w:rsid w:val="0012685D"/>
    <w:pPr>
      <w:widowControl w:val="0"/>
      <w:suppressAutoHyphens/>
      <w:autoSpaceDE w:val="0"/>
      <w:spacing w:before="40" w:after="40"/>
    </w:pPr>
    <w:rPr>
      <w:rFonts w:ascii="Arial" w:hAnsi="Arial" w:cs="Arial"/>
      <w:i/>
      <w:iCs/>
      <w:sz w:val="20"/>
      <w:szCs w:val="21"/>
      <w:shd w:val="clear" w:color="auto" w:fill="E0E0E0"/>
      <w:lang w:eastAsia="ar-SA"/>
    </w:rPr>
  </w:style>
  <w:style w:type="character" w:customStyle="1" w:styleId="AntetCaracter">
    <w:name w:val="Antet Caracter"/>
    <w:link w:val="Antet"/>
    <w:rsid w:val="0012685D"/>
    <w:rPr>
      <w:rFonts w:ascii="Arial Narrow" w:hAnsi="Arial Narrow"/>
      <w:sz w:val="24"/>
      <w:szCs w:val="24"/>
      <w:lang w:eastAsia="de-DE"/>
    </w:rPr>
  </w:style>
  <w:style w:type="paragraph" w:styleId="Titlu">
    <w:name w:val="Title"/>
    <w:basedOn w:val="Normal"/>
    <w:next w:val="Subtitlu"/>
    <w:link w:val="TitluCaracter"/>
    <w:qFormat/>
    <w:rsid w:val="0012685D"/>
    <w:pPr>
      <w:suppressAutoHyphens/>
      <w:jc w:val="center"/>
    </w:pPr>
    <w:rPr>
      <w:rFonts w:ascii="Arial" w:hAnsi="Arial"/>
      <w:b/>
      <w:bCs/>
      <w:sz w:val="20"/>
      <w:lang w:eastAsia="ar-SA"/>
    </w:rPr>
  </w:style>
  <w:style w:type="character" w:customStyle="1" w:styleId="TitluCaracter">
    <w:name w:val="Titlu Caracter"/>
    <w:link w:val="Titlu"/>
    <w:rsid w:val="0012685D"/>
    <w:rPr>
      <w:rFonts w:ascii="Arial" w:hAnsi="Arial"/>
      <w:b/>
      <w:bCs/>
      <w:szCs w:val="24"/>
      <w:lang w:eastAsia="ar-SA"/>
    </w:rPr>
  </w:style>
  <w:style w:type="paragraph" w:styleId="Subtitlu">
    <w:name w:val="Subtitle"/>
    <w:basedOn w:val="Normal"/>
    <w:next w:val="Normal"/>
    <w:link w:val="SubtitluCaracter"/>
    <w:uiPriority w:val="11"/>
    <w:qFormat/>
    <w:rsid w:val="0012685D"/>
    <w:pPr>
      <w:numPr>
        <w:ilvl w:val="1"/>
      </w:numPr>
      <w:suppressAutoHyphens/>
      <w:spacing w:after="160"/>
    </w:pPr>
    <w:rPr>
      <w:rFonts w:ascii="Calibri" w:hAnsi="Calibri" w:cs="Arial"/>
      <w:color w:val="5A5A5A"/>
      <w:spacing w:val="15"/>
      <w:sz w:val="22"/>
      <w:szCs w:val="22"/>
      <w:lang w:eastAsia="ar-SA"/>
    </w:rPr>
  </w:style>
  <w:style w:type="character" w:customStyle="1" w:styleId="SubtitluCaracter">
    <w:name w:val="Subtitlu Caracter"/>
    <w:link w:val="Subtitlu"/>
    <w:uiPriority w:val="11"/>
    <w:rsid w:val="0012685D"/>
    <w:rPr>
      <w:rFonts w:ascii="Calibri" w:hAnsi="Calibri" w:cs="Arial"/>
      <w:color w:val="5A5A5A"/>
      <w:spacing w:val="15"/>
      <w:sz w:val="22"/>
      <w:szCs w:val="22"/>
      <w:lang w:eastAsia="ar-SA"/>
    </w:rPr>
  </w:style>
  <w:style w:type="table" w:styleId="Tabelgril">
    <w:name w:val="Table Grid"/>
    <w:basedOn w:val="TabelNormal"/>
    <w:uiPriority w:val="59"/>
    <w:rsid w:val="007D40F0"/>
    <w:rPr>
      <w:rFonts w:ascii="Cambria" w:eastAsia="MS Mincho" w:hAnsi="Cambria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val">
    <w:name w:val="eval"/>
    <w:basedOn w:val="Titlu3"/>
    <w:rsid w:val="005266F7"/>
    <w:pPr>
      <w:tabs>
        <w:tab w:val="num" w:pos="3600"/>
      </w:tabs>
      <w:ind w:left="3600" w:hanging="360"/>
    </w:pPr>
    <w:rPr>
      <w:rFonts w:ascii="Arial" w:hAnsi="Arial"/>
      <w:noProof w:val="0"/>
      <w:sz w:val="20"/>
      <w:lang w:eastAsia="en-US"/>
    </w:rPr>
  </w:style>
  <w:style w:type="character" w:customStyle="1" w:styleId="ListparagrafCaracter">
    <w:name w:val="Listă paragraf Caracter"/>
    <w:aliases w:val="Akapit z listą BS Caracter,Outlines a.b.c. Caracter,List_Paragraph Caracter,Multilevel para_II Caracter,Akapit z lista BS Caracter,List Paragraph1 Caracter,Normal bullet 2 Caracter,List1 Caracter,body 2 Caracter,Bullet Caracter"/>
    <w:link w:val="Listparagraf"/>
    <w:uiPriority w:val="34"/>
    <w:qFormat/>
    <w:rsid w:val="00973F0D"/>
  </w:style>
  <w:style w:type="paragraph" w:styleId="Listparagraf">
    <w:name w:val="List Paragraph"/>
    <w:aliases w:val="Akapit z listą BS,Outlines a.b.c.,List_Paragraph,Multilevel para_II,Akapit z lista BS,List Paragraph1,Normal bullet 2,List1,body 2,List Paragraph11,Listă colorată - Accentuare 11,Bullet,Citation List,Forth level,List Paragraph compact,L,2"/>
    <w:basedOn w:val="Normal"/>
    <w:link w:val="ListparagrafCaracter"/>
    <w:uiPriority w:val="34"/>
    <w:qFormat/>
    <w:rsid w:val="00973F0D"/>
    <w:pPr>
      <w:suppressAutoHyphens/>
      <w:spacing w:after="160" w:line="259" w:lineRule="auto"/>
      <w:ind w:left="720"/>
      <w:contextualSpacing/>
    </w:pPr>
    <w:rPr>
      <w:rFonts w:ascii="Times New Roman" w:hAnsi="Times New Roman"/>
      <w:noProof w:val="0"/>
      <w:sz w:val="20"/>
      <w:szCs w:val="20"/>
      <w:lang w:eastAsia="ro-RO"/>
    </w:rPr>
  </w:style>
  <w:style w:type="paragraph" w:customStyle="1" w:styleId="bullet">
    <w:name w:val="bullet"/>
    <w:basedOn w:val="Normal"/>
    <w:qFormat/>
    <w:rsid w:val="00973F0D"/>
    <w:pPr>
      <w:numPr>
        <w:numId w:val="13"/>
      </w:numPr>
      <w:suppressAutoHyphens/>
      <w:spacing w:before="120" w:after="120"/>
      <w:jc w:val="both"/>
    </w:pPr>
    <w:rPr>
      <w:rFonts w:ascii="Trebuchet MS" w:hAnsi="Trebuchet MS" w:cs="Arial"/>
      <w:sz w:val="20"/>
      <w:lang w:eastAsia="en-US"/>
    </w:rPr>
  </w:style>
  <w:style w:type="paragraph" w:customStyle="1" w:styleId="Ghid2">
    <w:name w:val="Ghid 2"/>
    <w:basedOn w:val="Normal"/>
    <w:link w:val="Ghid2Caracter"/>
    <w:rsid w:val="00973F0D"/>
    <w:pPr>
      <w:spacing w:before="120" w:line="288" w:lineRule="auto"/>
    </w:pPr>
    <w:rPr>
      <w:rFonts w:ascii="Verdana" w:eastAsia="MS Mincho" w:hAnsi="Verdana"/>
      <w:i/>
      <w:szCs w:val="20"/>
      <w:lang w:eastAsia="en-US"/>
    </w:rPr>
  </w:style>
  <w:style w:type="character" w:customStyle="1" w:styleId="Ghid2Caracter">
    <w:name w:val="Ghid 2 Caracter"/>
    <w:link w:val="Ghid2"/>
    <w:locked/>
    <w:rsid w:val="00973F0D"/>
    <w:rPr>
      <w:rFonts w:ascii="Verdana" w:eastAsia="MS Mincho" w:hAnsi="Verdana"/>
      <w:i/>
      <w:noProof/>
      <w:sz w:val="24"/>
      <w:lang w:eastAsia="en-US"/>
    </w:rPr>
  </w:style>
  <w:style w:type="paragraph" w:styleId="NormalWeb">
    <w:name w:val="Normal (Web)"/>
    <w:basedOn w:val="Normal"/>
    <w:rsid w:val="006759DF"/>
    <w:pPr>
      <w:spacing w:before="100" w:beforeAutospacing="1" w:after="100" w:afterAutospacing="1"/>
    </w:pPr>
    <w:rPr>
      <w:rFonts w:ascii="Times New Roman" w:hAnsi="Times New Roman"/>
      <w:noProof w:val="0"/>
      <w:lang w:eastAsia="en-US"/>
    </w:rPr>
  </w:style>
  <w:style w:type="character" w:customStyle="1" w:styleId="rvts11">
    <w:name w:val="rvts11"/>
    <w:rsid w:val="006759DF"/>
  </w:style>
  <w:style w:type="character" w:customStyle="1" w:styleId="rvts6">
    <w:name w:val="rvts6"/>
    <w:rsid w:val="006759DF"/>
  </w:style>
  <w:style w:type="paragraph" w:customStyle="1" w:styleId="rvps1">
    <w:name w:val="rvps1"/>
    <w:basedOn w:val="Normal"/>
    <w:rsid w:val="006759DF"/>
    <w:pPr>
      <w:spacing w:before="100" w:beforeAutospacing="1" w:after="100" w:afterAutospacing="1"/>
    </w:pPr>
    <w:rPr>
      <w:rFonts w:ascii="Times New Roman" w:hAnsi="Times New Roman"/>
      <w:noProof w:val="0"/>
      <w:lang w:eastAsia="en-US"/>
    </w:rPr>
  </w:style>
  <w:style w:type="character" w:customStyle="1" w:styleId="rvts7">
    <w:name w:val="rvts7"/>
    <w:rsid w:val="006759DF"/>
  </w:style>
  <w:style w:type="character" w:customStyle="1" w:styleId="rvts10">
    <w:name w:val="rvts10"/>
    <w:rsid w:val="006759DF"/>
  </w:style>
  <w:style w:type="character" w:customStyle="1" w:styleId="rvts16">
    <w:name w:val="rvts16"/>
    <w:rsid w:val="006759DF"/>
  </w:style>
  <w:style w:type="paragraph" w:styleId="Textsimplu">
    <w:name w:val="Plain Text"/>
    <w:basedOn w:val="Normal"/>
    <w:link w:val="TextsimpluCaracter"/>
    <w:uiPriority w:val="99"/>
    <w:unhideWhenUsed/>
    <w:rsid w:val="00EB4E46"/>
    <w:rPr>
      <w:rFonts w:ascii="Calibri" w:eastAsia="Calibri" w:hAnsi="Calibri"/>
      <w:noProof w:val="0"/>
      <w:sz w:val="22"/>
      <w:szCs w:val="22"/>
      <w:lang w:val="en-US" w:eastAsia="en-US"/>
    </w:rPr>
  </w:style>
  <w:style w:type="character" w:customStyle="1" w:styleId="TextsimpluCaracter">
    <w:name w:val="Text simplu Caracter"/>
    <w:link w:val="Textsimplu"/>
    <w:uiPriority w:val="99"/>
    <w:rsid w:val="00EB4E46"/>
    <w:rPr>
      <w:rFonts w:ascii="Calibri" w:eastAsia="Calibri" w:hAnsi="Calibri"/>
      <w:sz w:val="22"/>
      <w:szCs w:val="22"/>
      <w:lang w:val="en-US" w:eastAsia="en-US"/>
    </w:rPr>
  </w:style>
  <w:style w:type="paragraph" w:styleId="Textnotdesubsol">
    <w:name w:val="footnote text"/>
    <w:aliases w:val="Footnote Text Char Char,Fußnote,single space,footnote text,FOOTNOTES,fn,Podrozdział,Footnote,stile 1,Footnote1,Footnote2,Footnote3,Footnote4,Footnote5,Footnote6,Footnote7,Footnote8,Footnote9,Footnote10,Footnote11,fn Char"/>
    <w:basedOn w:val="Normal"/>
    <w:link w:val="TextnotdesubsolCaracter"/>
    <w:rsid w:val="0016540B"/>
    <w:pPr>
      <w:spacing w:before="120" w:after="120"/>
    </w:pPr>
    <w:rPr>
      <w:rFonts w:ascii="Trebuchet MS" w:hAnsi="Trebuchet MS"/>
      <w:noProof w:val="0"/>
      <w:sz w:val="16"/>
      <w:szCs w:val="20"/>
      <w:lang w:eastAsia="en-US"/>
    </w:rPr>
  </w:style>
  <w:style w:type="character" w:customStyle="1" w:styleId="TextnotdesubsolCaracter">
    <w:name w:val="Text notă de subsol Caracter"/>
    <w:aliases w:val="Footnote Text Char Char Caracter,Fußnote Caracter,single space Caracter,footnote text Caracter,FOOTNOTES Caracter,fn Caracter,Podrozdział Caracter,Footnote Caracter,stile 1 Caracter,Footnote1 Caracter,Footnote2 Caracter"/>
    <w:link w:val="Textnotdesubsol"/>
    <w:rsid w:val="0016540B"/>
    <w:rPr>
      <w:rFonts w:ascii="Trebuchet MS" w:hAnsi="Trebuchet MS"/>
      <w:sz w:val="16"/>
      <w:lang w:eastAsia="en-US"/>
    </w:rPr>
  </w:style>
  <w:style w:type="character" w:styleId="Referinnotdesubsol">
    <w:name w:val="footnote reference"/>
    <w:aliases w:val="Footnote symbol"/>
    <w:rsid w:val="0016540B"/>
    <w:rPr>
      <w:vertAlign w:val="superscript"/>
    </w:rPr>
  </w:style>
  <w:style w:type="character" w:styleId="Textsubstituent">
    <w:name w:val="Placeholder Text"/>
    <w:uiPriority w:val="99"/>
    <w:semiHidden/>
    <w:rsid w:val="0016540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49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9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93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12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3.png"/><Relationship Id="rId5" Type="http://schemas.openxmlformats.org/officeDocument/2006/relationships/hyperlink" Target="mailto:office@adrcentru.ro" TargetMode="External"/><Relationship Id="rId4" Type="http://schemas.openxmlformats.org/officeDocument/2006/relationships/hyperlink" Target="mailto:office@adrcentru.ro" TargetMode="Externa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3.png"/><Relationship Id="rId5" Type="http://schemas.openxmlformats.org/officeDocument/2006/relationships/hyperlink" Target="mailto:office@adrcentru.ro" TargetMode="External"/><Relationship Id="rId4" Type="http://schemas.openxmlformats.org/officeDocument/2006/relationships/hyperlink" Target="mailto:office@adrcentru.ro" TargetMode="Externa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6.png"/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14r2020\Anwendungsdaten\Microsoft\Vorlagen\Briefkoepfe\Briefkopf_Stk_sw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DDB748-AB79-4A2E-83CA-15FB256CD1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Briefkopf_Stk_sw.dot</Template>
  <TotalTime>11</TotalTime>
  <Pages>4</Pages>
  <Words>618</Words>
  <Characters>3527</Characters>
  <Application>Microsoft Office Word</Application>
  <DocSecurity>0</DocSecurity>
  <Lines>29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MIBB</Company>
  <LinksUpToDate>false</LinksUpToDate>
  <CharactersWithSpaces>4137</CharactersWithSpaces>
  <SharedDoc>false</SharedDoc>
  <HLinks>
    <vt:vector size="12" baseType="variant">
      <vt:variant>
        <vt:i4>1179685</vt:i4>
      </vt:variant>
      <vt:variant>
        <vt:i4>3</vt:i4>
      </vt:variant>
      <vt:variant>
        <vt:i4>0</vt:i4>
      </vt:variant>
      <vt:variant>
        <vt:i4>5</vt:i4>
      </vt:variant>
      <vt:variant>
        <vt:lpwstr>mailto:office@adrcentru.ro</vt:lpwstr>
      </vt:variant>
      <vt:variant>
        <vt:lpwstr/>
      </vt:variant>
      <vt:variant>
        <vt:i4>1179685</vt:i4>
      </vt:variant>
      <vt:variant>
        <vt:i4>0</vt:i4>
      </vt:variant>
      <vt:variant>
        <vt:i4>0</vt:i4>
      </vt:variant>
      <vt:variant>
        <vt:i4>5</vt:i4>
      </vt:variant>
      <vt:variant>
        <vt:lpwstr>mailto:office@adrcentru.ro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Name</dc:creator>
  <cp:keywords/>
  <dc:description/>
  <cp:lastModifiedBy>mihaela.dobrean@por.adrcentru</cp:lastModifiedBy>
  <cp:revision>5</cp:revision>
  <cp:lastPrinted>2022-03-29T08:07:00Z</cp:lastPrinted>
  <dcterms:created xsi:type="dcterms:W3CDTF">2024-01-30T19:18:00Z</dcterms:created>
  <dcterms:modified xsi:type="dcterms:W3CDTF">2024-02-07T15:32:00Z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ed27761491088b39d18333e39a0b305f74ba2dcc69a260e58f37ee059e78fbc0</vt:lpwstr>
  </property>
</Properties>
</file>